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C718B" w14:textId="38C9E151" w:rsidR="00F36011" w:rsidRDefault="00DB20EB" w:rsidP="00203D67">
      <w:pPr>
        <w:spacing w:line="480" w:lineRule="auto"/>
      </w:pPr>
      <w:r w:rsidRPr="00DB20EB">
        <w:rPr>
          <w:b/>
        </w:rPr>
        <w:t>Title:</w:t>
      </w:r>
      <w:r>
        <w:t xml:space="preserve"> </w:t>
      </w:r>
      <w:r w:rsidR="0012055B">
        <w:t xml:space="preserve">Chronic physical conditions, </w:t>
      </w:r>
      <w:r>
        <w:t>multimorbidity</w:t>
      </w:r>
      <w:r w:rsidR="006E2543">
        <w:t>,</w:t>
      </w:r>
      <w:r>
        <w:t xml:space="preserve"> and mild cognitive impairment in low- and middle-income countries</w:t>
      </w:r>
    </w:p>
    <w:p w14:paraId="0BE5CC54" w14:textId="77777777" w:rsidR="00B04271" w:rsidRDefault="00B04271" w:rsidP="00203D67">
      <w:pPr>
        <w:spacing w:line="480" w:lineRule="auto"/>
      </w:pPr>
      <w:bookmarkStart w:id="0" w:name="_GoBack"/>
      <w:bookmarkEnd w:id="0"/>
    </w:p>
    <w:p w14:paraId="6C4E8592" w14:textId="4FFE5DC6" w:rsidR="00FC7999" w:rsidRPr="00FC7999" w:rsidRDefault="00DB20EB" w:rsidP="00203D67">
      <w:pPr>
        <w:spacing w:line="480" w:lineRule="auto"/>
        <w:rPr>
          <w:vertAlign w:val="superscript"/>
        </w:rPr>
      </w:pPr>
      <w:r w:rsidRPr="00DB20EB">
        <w:rPr>
          <w:b/>
        </w:rPr>
        <w:t xml:space="preserve">Authors: </w:t>
      </w:r>
      <w:r w:rsidR="00171E7E">
        <w:t xml:space="preserve">Ai Koyanagi </w:t>
      </w:r>
      <w:r w:rsidR="00F8490A">
        <w:t>MD</w:t>
      </w:r>
      <w:r w:rsidR="0002175A">
        <w:rPr>
          <w:vertAlign w:val="superscript"/>
        </w:rPr>
        <w:t>1,2</w:t>
      </w:r>
      <w:r w:rsidRPr="00DB20EB">
        <w:rPr>
          <w:vertAlign w:val="superscript"/>
        </w:rPr>
        <w:t>,*</w:t>
      </w:r>
      <w:r w:rsidRPr="00171E7E">
        <w:t>,</w:t>
      </w:r>
      <w:r>
        <w:t xml:space="preserve"> </w:t>
      </w:r>
      <w:r w:rsidR="00C97827">
        <w:t>Elvira Lara</w:t>
      </w:r>
      <w:r w:rsidR="00F8490A">
        <w:t xml:space="preserve"> PhD</w:t>
      </w:r>
      <w:r w:rsidR="00765817">
        <w:rPr>
          <w:vertAlign w:val="superscript"/>
        </w:rPr>
        <w:t>2,</w:t>
      </w:r>
      <w:r w:rsidR="0002175A">
        <w:rPr>
          <w:vertAlign w:val="superscript"/>
        </w:rPr>
        <w:t>3</w:t>
      </w:r>
      <w:r w:rsidR="00C97827">
        <w:t xml:space="preserve">, </w:t>
      </w:r>
      <w:r>
        <w:t>Brendon Stubbs</w:t>
      </w:r>
      <w:r w:rsidR="00F8490A">
        <w:t xml:space="preserve"> PhD</w:t>
      </w:r>
      <w:r w:rsidR="0002175A">
        <w:rPr>
          <w:vertAlign w:val="superscript"/>
        </w:rPr>
        <w:t>4,5,6</w:t>
      </w:r>
      <w:r>
        <w:t xml:space="preserve"> </w:t>
      </w:r>
      <w:r w:rsidR="00C97827">
        <w:t>Andre F. Carvalho</w:t>
      </w:r>
      <w:r w:rsidR="00F8490A">
        <w:t xml:space="preserve"> PhD</w:t>
      </w:r>
      <w:r w:rsidR="0002175A">
        <w:rPr>
          <w:vertAlign w:val="superscript"/>
        </w:rPr>
        <w:t>7</w:t>
      </w:r>
      <w:r w:rsidR="00222D66">
        <w:t>,</w:t>
      </w:r>
      <w:r w:rsidR="00C97827">
        <w:t xml:space="preserve"> </w:t>
      </w:r>
      <w:r w:rsidR="00E03D69">
        <w:t>Hans Oh</w:t>
      </w:r>
      <w:r w:rsidR="00F8490A">
        <w:t xml:space="preserve"> PhD</w:t>
      </w:r>
      <w:r w:rsidR="0002175A">
        <w:rPr>
          <w:vertAlign w:val="superscript"/>
        </w:rPr>
        <w:t>8</w:t>
      </w:r>
      <w:r w:rsidR="00E03D69">
        <w:t xml:space="preserve">, </w:t>
      </w:r>
      <w:r>
        <w:t>Andrew Stickley</w:t>
      </w:r>
      <w:r w:rsidR="00F8490A">
        <w:t xml:space="preserve"> PhD</w:t>
      </w:r>
      <w:r w:rsidR="0002175A">
        <w:rPr>
          <w:vertAlign w:val="superscript"/>
        </w:rPr>
        <w:t>9</w:t>
      </w:r>
      <w:r>
        <w:t>, Nicola Veronese</w:t>
      </w:r>
      <w:r w:rsidR="00F8490A">
        <w:t xml:space="preserve"> PhD</w:t>
      </w:r>
      <w:r w:rsidR="0002175A">
        <w:rPr>
          <w:vertAlign w:val="superscript"/>
        </w:rPr>
        <w:t>10,11</w:t>
      </w:r>
      <w:r w:rsidR="00AC4DB2">
        <w:t>,</w:t>
      </w:r>
      <w:r>
        <w:t xml:space="preserve"> </w:t>
      </w:r>
      <w:r w:rsidR="00C97827">
        <w:t>Davy Vancampfort</w:t>
      </w:r>
      <w:r w:rsidR="00F8490A">
        <w:t xml:space="preserve"> PhD</w:t>
      </w:r>
      <w:r w:rsidR="00765817">
        <w:rPr>
          <w:vertAlign w:val="superscript"/>
        </w:rPr>
        <w:t>12,13</w:t>
      </w:r>
    </w:p>
    <w:p w14:paraId="7860AC37" w14:textId="77777777" w:rsidR="007A7ADE" w:rsidRDefault="007A7ADE" w:rsidP="00203D67">
      <w:pPr>
        <w:spacing w:line="480" w:lineRule="auto"/>
      </w:pPr>
    </w:p>
    <w:p w14:paraId="557DBAD4" w14:textId="5D194799" w:rsidR="00D33C20" w:rsidRPr="00C63504" w:rsidRDefault="00D33C20" w:rsidP="00203D67">
      <w:pPr>
        <w:spacing w:line="480" w:lineRule="auto"/>
        <w:rPr>
          <w:rFonts w:cs="Times New Roman"/>
          <w:b/>
        </w:rPr>
      </w:pPr>
      <w:r w:rsidRPr="00C63504">
        <w:rPr>
          <w:rFonts w:cs="Times New Roman"/>
          <w:b/>
        </w:rPr>
        <w:t>Affiliation</w:t>
      </w:r>
      <w:r w:rsidR="00670BCD">
        <w:rPr>
          <w:rFonts w:cs="Times New Roman"/>
          <w:b/>
        </w:rPr>
        <w:t>s</w:t>
      </w:r>
      <w:r w:rsidRPr="00C63504">
        <w:rPr>
          <w:rFonts w:cs="Times New Roman"/>
          <w:b/>
        </w:rPr>
        <w:t>:</w:t>
      </w:r>
    </w:p>
    <w:p w14:paraId="53752876" w14:textId="312960A8" w:rsidR="00D33C20" w:rsidRPr="00A84381" w:rsidRDefault="0002175A" w:rsidP="00203D67">
      <w:pPr>
        <w:spacing w:line="480" w:lineRule="auto"/>
        <w:rPr>
          <w:rFonts w:eastAsia="Times New Roman" w:cs="Times New Roman"/>
        </w:rPr>
      </w:pPr>
      <w:r>
        <w:rPr>
          <w:rFonts w:eastAsia="Times New Roman" w:cs="Times New Roman"/>
          <w:vertAlign w:val="superscript"/>
        </w:rPr>
        <w:t>1</w:t>
      </w:r>
      <w:r w:rsidR="00D33C20" w:rsidRPr="00A84381">
        <w:rPr>
          <w:rFonts w:eastAsia="Times New Roman" w:cs="Times New Roman"/>
        </w:rPr>
        <w:t xml:space="preserve"> </w:t>
      </w:r>
      <w:r w:rsidR="0039608E" w:rsidRPr="00A84381">
        <w:rPr>
          <w:rFonts w:eastAsia="Times New Roman" w:cs="Times New Roman"/>
        </w:rPr>
        <w:t>Research and Development U</w:t>
      </w:r>
      <w:r w:rsidR="00C470CA" w:rsidRPr="00A84381">
        <w:rPr>
          <w:rFonts w:eastAsia="Times New Roman" w:cs="Times New Roman"/>
        </w:rPr>
        <w:t xml:space="preserve">nit, </w:t>
      </w:r>
      <w:r w:rsidR="00D33C20" w:rsidRPr="00A84381">
        <w:rPr>
          <w:rFonts w:cs="Times New Roman"/>
        </w:rPr>
        <w:t>Parc Sanitari Sant Joan de Déu, Universitat de Barcel</w:t>
      </w:r>
      <w:r w:rsidR="00593AB3" w:rsidRPr="00A84381">
        <w:rPr>
          <w:rFonts w:cs="Times New Roman"/>
        </w:rPr>
        <w:t>ona, Fundació Sant Joan de Déu</w:t>
      </w:r>
      <w:r w:rsidR="00D33C20" w:rsidRPr="00A84381">
        <w:rPr>
          <w:rFonts w:cs="Times New Roman"/>
        </w:rPr>
        <w:t xml:space="preserve">, </w:t>
      </w:r>
      <w:r w:rsidR="00593AB3" w:rsidRPr="00A84381">
        <w:rPr>
          <w:rFonts w:cs="Times New Roman"/>
        </w:rPr>
        <w:t xml:space="preserve">Barcelona, </w:t>
      </w:r>
      <w:r w:rsidR="00D33C20" w:rsidRPr="00A84381">
        <w:rPr>
          <w:rFonts w:cs="Times New Roman"/>
        </w:rPr>
        <w:t>Spain</w:t>
      </w:r>
    </w:p>
    <w:p w14:paraId="2AA4FBBC" w14:textId="0E23B75A" w:rsidR="00001441" w:rsidRPr="004B551B" w:rsidRDefault="0002175A" w:rsidP="00203D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Times New Roman"/>
          <w:lang w:val="es-ES"/>
        </w:rPr>
      </w:pPr>
      <w:r>
        <w:rPr>
          <w:rFonts w:cs="Times New Roman"/>
          <w:color w:val="141413"/>
          <w:vertAlign w:val="superscript"/>
          <w:lang w:val="es-ES"/>
        </w:rPr>
        <w:t>2</w:t>
      </w:r>
      <w:r w:rsidR="00D33C20" w:rsidRPr="004B551B">
        <w:rPr>
          <w:rFonts w:cs="Times New Roman"/>
          <w:color w:val="141413"/>
          <w:vertAlign w:val="superscript"/>
          <w:lang w:val="es-ES"/>
        </w:rPr>
        <w:t xml:space="preserve"> </w:t>
      </w:r>
      <w:r w:rsidR="00D33C20" w:rsidRPr="004B551B">
        <w:rPr>
          <w:rFonts w:cs="Times New Roman"/>
          <w:lang w:val="es-ES"/>
        </w:rPr>
        <w:t>Instituto de Salud Carlos III, Centro de Investigación Biomédica en Red de Salud Mental, CIBERSAM, Madrid, Spain</w:t>
      </w:r>
    </w:p>
    <w:p w14:paraId="36513196" w14:textId="742CA43C" w:rsidR="004B551B" w:rsidRPr="00A84381" w:rsidRDefault="0002175A" w:rsidP="00203D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Times New Roman"/>
        </w:rPr>
      </w:pPr>
      <w:r>
        <w:rPr>
          <w:rFonts w:cs="Times New Roman"/>
          <w:vertAlign w:val="superscript"/>
        </w:rPr>
        <w:t>3</w:t>
      </w:r>
      <w:r w:rsidR="004B551B">
        <w:rPr>
          <w:rFonts w:cs="Times New Roman"/>
          <w:vertAlign w:val="superscript"/>
        </w:rPr>
        <w:t xml:space="preserve"> </w:t>
      </w:r>
      <w:r w:rsidR="004B551B" w:rsidRPr="004B551B">
        <w:rPr>
          <w:rFonts w:cs="Times New Roman"/>
        </w:rPr>
        <w:t>Department of Psychiatry, Universidad Autónoma de Madrid, Madrid, Spain</w:t>
      </w:r>
    </w:p>
    <w:p w14:paraId="1EC06436" w14:textId="10E3F3FB" w:rsidR="00B75AA4" w:rsidRDefault="0002175A" w:rsidP="00203D67">
      <w:pPr>
        <w:spacing w:line="480" w:lineRule="auto"/>
        <w:contextualSpacing/>
        <w:rPr>
          <w:rFonts w:eastAsia="BBPMD B+ MTSYB" w:cs="Times New Roman"/>
          <w:iCs/>
        </w:rPr>
      </w:pPr>
      <w:r>
        <w:rPr>
          <w:rFonts w:eastAsia="BBPMD B+ MTSYB" w:cs="Times New Roman"/>
          <w:iCs/>
          <w:vertAlign w:val="superscript"/>
        </w:rPr>
        <w:t>4</w:t>
      </w:r>
      <w:r w:rsidR="00E92855">
        <w:rPr>
          <w:rFonts w:eastAsia="BBPMD B+ MTSYB" w:cs="Times New Roman"/>
          <w:iCs/>
          <w:vertAlign w:val="superscript"/>
        </w:rPr>
        <w:t xml:space="preserve"> </w:t>
      </w:r>
      <w:r w:rsidR="00B75AA4" w:rsidRPr="003F330C">
        <w:rPr>
          <w:rFonts w:eastAsia="BBPMD B+ MTSYB" w:cs="Times New Roman"/>
          <w:iCs/>
        </w:rPr>
        <w:t>Physiotherapy Department, South London and Maudsley NHS Foundat</w:t>
      </w:r>
      <w:r w:rsidR="005A429E">
        <w:rPr>
          <w:rFonts w:eastAsia="BBPMD B+ MTSYB" w:cs="Times New Roman"/>
          <w:iCs/>
        </w:rPr>
        <w:t xml:space="preserve">ion Trust, Denmark Hill, London, </w:t>
      </w:r>
      <w:r w:rsidR="00B75AA4" w:rsidRPr="003F330C">
        <w:rPr>
          <w:rFonts w:eastAsia="BBPMD B+ MTSYB" w:cs="Times New Roman"/>
          <w:iCs/>
        </w:rPr>
        <w:t>United Kingdom</w:t>
      </w:r>
    </w:p>
    <w:p w14:paraId="55D12F0D" w14:textId="31779E2B" w:rsidR="00B75AA4" w:rsidRDefault="0002175A" w:rsidP="00203D67">
      <w:pPr>
        <w:spacing w:line="480" w:lineRule="auto"/>
        <w:contextualSpacing/>
        <w:rPr>
          <w:rFonts w:eastAsia="BBPMD B+ MTSYB" w:cs="Times New Roman"/>
          <w:iCs/>
        </w:rPr>
      </w:pPr>
      <w:r>
        <w:rPr>
          <w:rFonts w:eastAsia="BBPMD B+ MTSYB" w:cs="Times New Roman"/>
          <w:iCs/>
          <w:vertAlign w:val="superscript"/>
        </w:rPr>
        <w:t>5</w:t>
      </w:r>
      <w:r w:rsidR="00171E7E">
        <w:rPr>
          <w:rFonts w:eastAsia="BBPMD B+ MTSYB" w:cs="Times New Roman"/>
          <w:iCs/>
          <w:vertAlign w:val="superscript"/>
        </w:rPr>
        <w:t xml:space="preserve"> </w:t>
      </w:r>
      <w:r w:rsidR="00B75AA4" w:rsidRPr="003F330C">
        <w:rPr>
          <w:rFonts w:eastAsia="BBPMD B+ MTSYB" w:cs="Times New Roman"/>
          <w:iCs/>
        </w:rPr>
        <w:t>Health Service and Population Research Department, Institute of Psychiatry, Psychology and Neuroscience, King's College London, London, United Kingdom</w:t>
      </w:r>
    </w:p>
    <w:p w14:paraId="5506F1D8" w14:textId="5E848EBA" w:rsidR="00B75AA4" w:rsidRDefault="0002175A" w:rsidP="00203D67">
      <w:pPr>
        <w:spacing w:line="480" w:lineRule="auto"/>
        <w:contextualSpacing/>
        <w:rPr>
          <w:rFonts w:eastAsia="BBPMD B+ MTSYB" w:cs="Times New Roman"/>
          <w:iCs/>
        </w:rPr>
      </w:pPr>
      <w:r>
        <w:rPr>
          <w:rFonts w:eastAsia="BBPMD B+ MTSYB" w:cs="Times New Roman"/>
          <w:iCs/>
          <w:vertAlign w:val="superscript"/>
        </w:rPr>
        <w:t>6</w:t>
      </w:r>
      <w:r w:rsidR="00171E7E">
        <w:rPr>
          <w:rFonts w:eastAsia="BBPMD B+ MTSYB" w:cs="Times New Roman"/>
          <w:iCs/>
          <w:vertAlign w:val="superscript"/>
        </w:rPr>
        <w:t xml:space="preserve"> </w:t>
      </w:r>
      <w:r w:rsidR="00B75AA4" w:rsidRPr="003F330C">
        <w:rPr>
          <w:rFonts w:eastAsia="BBPMD B+ MTSYB" w:cs="Times New Roman"/>
          <w:iCs/>
        </w:rPr>
        <w:t>Faculty of Health, Social Care and Education, Anglia Ruskin University, Che</w:t>
      </w:r>
      <w:r w:rsidR="005A429E">
        <w:rPr>
          <w:rFonts w:eastAsia="BBPMD B+ MTSYB" w:cs="Times New Roman"/>
          <w:iCs/>
        </w:rPr>
        <w:t xml:space="preserve">lmsford, </w:t>
      </w:r>
      <w:r w:rsidR="00B75AA4">
        <w:rPr>
          <w:rFonts w:eastAsia="BBPMD B+ MTSYB" w:cs="Times New Roman"/>
          <w:iCs/>
        </w:rPr>
        <w:t>United Kingdom</w:t>
      </w:r>
    </w:p>
    <w:p w14:paraId="7357FA36" w14:textId="7BA5012A" w:rsidR="00FC7999" w:rsidRPr="00FC7999" w:rsidRDefault="0002175A" w:rsidP="00203D67">
      <w:pPr>
        <w:spacing w:line="480" w:lineRule="auto"/>
        <w:rPr>
          <w:rFonts w:eastAsia="Calibri" w:cs="Times New Roman"/>
        </w:rPr>
      </w:pPr>
      <w:r>
        <w:rPr>
          <w:rFonts w:eastAsia="Calibri" w:cs="Times New Roman"/>
          <w:vertAlign w:val="superscript"/>
        </w:rPr>
        <w:t>7</w:t>
      </w:r>
      <w:r w:rsidR="00171E7E">
        <w:rPr>
          <w:rFonts w:eastAsia="Calibri" w:cs="Times New Roman"/>
          <w:vertAlign w:val="superscript"/>
        </w:rPr>
        <w:t xml:space="preserve"> </w:t>
      </w:r>
      <w:r w:rsidR="00FC7999" w:rsidRPr="00FC7999">
        <w:rPr>
          <w:rFonts w:eastAsia="Calibri" w:cs="Times New Roman"/>
        </w:rPr>
        <w:t>Department of Clinical Medicine and Translational Psychiatry Research Group, Faculty of Medicine, Federal University of Ceará, Fortaleza, Brazil</w:t>
      </w:r>
    </w:p>
    <w:p w14:paraId="44D58C6D" w14:textId="12EA4954" w:rsidR="0040345F" w:rsidRPr="00283C37" w:rsidRDefault="0002175A" w:rsidP="00403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Times New Roman"/>
          <w:color w:val="141413"/>
        </w:rPr>
      </w:pPr>
      <w:r>
        <w:rPr>
          <w:rFonts w:cs="Times New Roman" w:hint="eastAsia"/>
          <w:color w:val="141413"/>
          <w:vertAlign w:val="superscript"/>
          <w:lang w:eastAsia="ja-JP"/>
        </w:rPr>
        <w:t>8</w:t>
      </w:r>
      <w:r w:rsidR="0040345F" w:rsidRPr="00283C37">
        <w:rPr>
          <w:rFonts w:cs="Times New Roman"/>
          <w:color w:val="141413"/>
        </w:rPr>
        <w:t xml:space="preserve"> </w:t>
      </w:r>
      <w:r w:rsidR="0040345F" w:rsidRPr="00283C37">
        <w:rPr>
          <w:rFonts w:eastAsia="Times New Roman" w:cs="Times New Roman"/>
        </w:rPr>
        <w:t xml:space="preserve">University of </w:t>
      </w:r>
      <w:r w:rsidR="0040345F">
        <w:rPr>
          <w:rFonts w:eastAsia="Times New Roman" w:cs="Times New Roman"/>
        </w:rPr>
        <w:t>Southern California,</w:t>
      </w:r>
      <w:r w:rsidR="0040345F" w:rsidRPr="00283C37">
        <w:rPr>
          <w:rFonts w:eastAsia="Times New Roman" w:cs="Times New Roman"/>
        </w:rPr>
        <w:t xml:space="preserve"> School of </w:t>
      </w:r>
      <w:r w:rsidR="0040345F">
        <w:rPr>
          <w:rFonts w:eastAsia="Times New Roman" w:cs="Times New Roman"/>
        </w:rPr>
        <w:t>Social Work</w:t>
      </w:r>
      <w:r w:rsidR="0040345F" w:rsidRPr="00283C37">
        <w:rPr>
          <w:rFonts w:eastAsia="Times New Roman" w:cs="Times New Roman"/>
        </w:rPr>
        <w:t xml:space="preserve">, </w:t>
      </w:r>
      <w:r w:rsidR="0040345F">
        <w:rPr>
          <w:rFonts w:cs="Times New Roman"/>
        </w:rPr>
        <w:t>CA</w:t>
      </w:r>
      <w:r w:rsidR="0040345F" w:rsidRPr="00283C37">
        <w:rPr>
          <w:rFonts w:cs="Times New Roman"/>
        </w:rPr>
        <w:t xml:space="preserve">, </w:t>
      </w:r>
      <w:r w:rsidR="0040345F" w:rsidRPr="00283C37">
        <w:rPr>
          <w:rFonts w:eastAsia="Times New Roman" w:cs="Times New Roman"/>
        </w:rPr>
        <w:t>USA</w:t>
      </w:r>
    </w:p>
    <w:p w14:paraId="436DFE53" w14:textId="64AAF7B4" w:rsidR="00827A3D" w:rsidRDefault="0002175A" w:rsidP="00AC70B9">
      <w:pPr>
        <w:spacing w:line="480" w:lineRule="auto"/>
        <w:rPr>
          <w:rFonts w:eastAsia="Times New Roman" w:cs="Times New Roman"/>
          <w:color w:val="000000" w:themeColor="text1"/>
        </w:rPr>
      </w:pPr>
      <w:r>
        <w:rPr>
          <w:rFonts w:cs="Times New Roman"/>
          <w:color w:val="000000" w:themeColor="text1"/>
          <w:vertAlign w:val="superscript"/>
          <w:lang w:val="en-GB"/>
        </w:rPr>
        <w:t>9</w:t>
      </w:r>
      <w:r w:rsidR="00827A3D" w:rsidRPr="00AC70B9">
        <w:rPr>
          <w:rFonts w:cs="Times New Roman"/>
          <w:color w:val="000000" w:themeColor="text1"/>
          <w:lang w:val="en-GB"/>
        </w:rPr>
        <w:t xml:space="preserve"> </w:t>
      </w:r>
      <w:r w:rsidR="00827A3D" w:rsidRPr="00AC70B9">
        <w:rPr>
          <w:rFonts w:eastAsia="Times New Roman" w:cs="Times New Roman"/>
          <w:color w:val="000000" w:themeColor="text1"/>
        </w:rPr>
        <w:t>The Stockholm Center for Health and Social Change (SCOHOST), Södertörn University, Huddinge, Sweden</w:t>
      </w:r>
    </w:p>
    <w:p w14:paraId="41E48849" w14:textId="3CCA8AF0" w:rsidR="00E378A4" w:rsidRPr="00E378A4" w:rsidRDefault="00E378A4" w:rsidP="00E378A4">
      <w:pPr>
        <w:spacing w:line="480" w:lineRule="auto"/>
        <w:rPr>
          <w:rFonts w:eastAsia="Times New Roman" w:cs="Times New Roman"/>
          <w:color w:val="000000" w:themeColor="text1"/>
        </w:rPr>
      </w:pPr>
      <w:r w:rsidRPr="00E378A4">
        <w:rPr>
          <w:rFonts w:cs="Times New Roman"/>
          <w:vertAlign w:val="superscript"/>
        </w:rPr>
        <w:lastRenderedPageBreak/>
        <w:t>10</w:t>
      </w:r>
      <w:r>
        <w:rPr>
          <w:rFonts w:cs="Times New Roman"/>
          <w:vertAlign w:val="superscript"/>
        </w:rPr>
        <w:t xml:space="preserve"> </w:t>
      </w:r>
      <w:r w:rsidRPr="00E378A4">
        <w:rPr>
          <w:rFonts w:cs="Times New Roman"/>
        </w:rPr>
        <w:t>Geriatrics Unit, Department of Geriatric Care, OrthoGeriatrics and Rehabilitation, E.O. Galliera Hospital, National Relevance and High Specialization Hospital, Genova, Italy</w:t>
      </w:r>
    </w:p>
    <w:p w14:paraId="07421BFA" w14:textId="0DB3EA84" w:rsidR="00AC70B9" w:rsidRPr="00E378A4" w:rsidRDefault="0002175A" w:rsidP="00E378A4">
      <w:pPr>
        <w:spacing w:line="480" w:lineRule="auto"/>
        <w:rPr>
          <w:rFonts w:eastAsia="Calibri" w:cs="Times New Roman"/>
        </w:rPr>
      </w:pPr>
      <w:r w:rsidRPr="00E378A4">
        <w:rPr>
          <w:rFonts w:eastAsia="Calibri" w:cs="Times New Roman"/>
          <w:vertAlign w:val="superscript"/>
        </w:rPr>
        <w:t xml:space="preserve">11 </w:t>
      </w:r>
      <w:r w:rsidR="00AC70B9" w:rsidRPr="00E378A4">
        <w:rPr>
          <w:rFonts w:eastAsia="Calibri" w:cs="Times New Roman"/>
        </w:rPr>
        <w:t>National Research Council, Neuroscience Institute, Aging Branch, Padova, Italy</w:t>
      </w:r>
    </w:p>
    <w:p w14:paraId="0080FB98" w14:textId="69F2387B" w:rsidR="0002175A" w:rsidRPr="00E378A4" w:rsidRDefault="0002175A" w:rsidP="00E378A4">
      <w:pPr>
        <w:spacing w:line="480" w:lineRule="auto"/>
        <w:contextualSpacing/>
        <w:rPr>
          <w:rFonts w:eastAsia="MS Mincho" w:cs="Times New Roman"/>
        </w:rPr>
      </w:pPr>
      <w:r w:rsidRPr="00E378A4">
        <w:rPr>
          <w:rFonts w:eastAsia="MS Mincho" w:cs="Times New Roman"/>
          <w:vertAlign w:val="superscript"/>
        </w:rPr>
        <w:t xml:space="preserve">12 </w:t>
      </w:r>
      <w:r w:rsidR="00B75AA4" w:rsidRPr="00E378A4">
        <w:rPr>
          <w:rFonts w:eastAsia="MS Mincho" w:cs="Times New Roman"/>
        </w:rPr>
        <w:t>KU Leuven Department of Rehabilitation Sciences, Leuven, Belgium</w:t>
      </w:r>
    </w:p>
    <w:p w14:paraId="62D45242" w14:textId="259B2412" w:rsidR="00B75AA4" w:rsidRPr="0002175A" w:rsidRDefault="0002175A" w:rsidP="00E378A4">
      <w:pPr>
        <w:spacing w:line="480" w:lineRule="auto"/>
        <w:contextualSpacing/>
        <w:rPr>
          <w:rFonts w:eastAsia="MS Mincho" w:cs="Times New Roman"/>
        </w:rPr>
      </w:pPr>
      <w:r w:rsidRPr="00E378A4">
        <w:rPr>
          <w:rFonts w:eastAsia="MS Mincho" w:cs="Times New Roman"/>
          <w:vertAlign w:val="superscript"/>
          <w:lang w:val="nl-BE"/>
        </w:rPr>
        <w:t xml:space="preserve">13 </w:t>
      </w:r>
      <w:r w:rsidR="00B75AA4" w:rsidRPr="00E378A4">
        <w:rPr>
          <w:rFonts w:eastAsia="MS Mincho" w:cs="Times New Roman"/>
          <w:lang w:val="nl-BE"/>
        </w:rPr>
        <w:t>KU Leuven, University</w:t>
      </w:r>
      <w:r w:rsidR="00B75AA4" w:rsidRPr="00AC70B9">
        <w:rPr>
          <w:rFonts w:eastAsia="MS Mincho" w:cs="Times New Roman"/>
          <w:lang w:val="nl-BE"/>
        </w:rPr>
        <w:t xml:space="preserve"> Psychiatric Center KU Leuven, Leuven-Kortenberg, Belgium</w:t>
      </w:r>
    </w:p>
    <w:p w14:paraId="43DE79F2" w14:textId="77777777" w:rsidR="00B75AA4" w:rsidRDefault="00B75AA4" w:rsidP="00203D67">
      <w:pPr>
        <w:spacing w:line="480" w:lineRule="auto"/>
        <w:contextualSpacing/>
        <w:rPr>
          <w:rFonts w:eastAsia="MS Mincho" w:cs="Times New Roman"/>
          <w:lang w:val="nl-BE"/>
        </w:rPr>
      </w:pPr>
    </w:p>
    <w:p w14:paraId="1CC0312C" w14:textId="77777777" w:rsidR="00D33C20" w:rsidRPr="00F504B2" w:rsidRDefault="00D33C20" w:rsidP="00203D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Times New Roman"/>
          <w:b/>
        </w:rPr>
      </w:pPr>
      <w:r w:rsidRPr="00F504B2">
        <w:rPr>
          <w:rFonts w:cs="Times New Roman"/>
          <w:b/>
        </w:rPr>
        <w:t>* Corresponding author:</w:t>
      </w:r>
    </w:p>
    <w:p w14:paraId="142B152B" w14:textId="77777777" w:rsidR="00D33C20" w:rsidRPr="00F504B2" w:rsidRDefault="00D33C20" w:rsidP="00203D67">
      <w:pPr>
        <w:spacing w:line="480" w:lineRule="auto"/>
        <w:rPr>
          <w:rFonts w:cs="Times New Roman"/>
        </w:rPr>
      </w:pPr>
      <w:r w:rsidRPr="00F504B2">
        <w:rPr>
          <w:rFonts w:cs="Times New Roman"/>
        </w:rPr>
        <w:t>Ai Koyanagi MD MSc PhD</w:t>
      </w:r>
    </w:p>
    <w:p w14:paraId="53D7BE3A" w14:textId="77777777" w:rsidR="00D33C20" w:rsidRPr="00F504B2" w:rsidRDefault="00D33C20" w:rsidP="00203D67">
      <w:pPr>
        <w:spacing w:line="480" w:lineRule="auto"/>
        <w:rPr>
          <w:rFonts w:cs="Times New Roman"/>
          <w:lang w:val="es-ES"/>
        </w:rPr>
      </w:pPr>
      <w:r w:rsidRPr="00F504B2">
        <w:rPr>
          <w:rFonts w:cs="Times New Roman"/>
          <w:lang w:val="es-ES"/>
        </w:rPr>
        <w:t xml:space="preserve">Research and Development Unit, Parc Sanitari Sant Joan de Déu, Universitat de Barcelona, Fundació Sant Joan de Déu, Dr. Antoni Pujadas, 42, Sant Boi de Llobregat, Barcelona, Spain </w:t>
      </w:r>
    </w:p>
    <w:p w14:paraId="16A9AC56" w14:textId="77777777" w:rsidR="00D33C20" w:rsidRPr="00F504B2" w:rsidRDefault="00D33C20" w:rsidP="00203D67">
      <w:pPr>
        <w:spacing w:line="480" w:lineRule="auto"/>
        <w:rPr>
          <w:rFonts w:cs="Times New Roman"/>
        </w:rPr>
      </w:pPr>
      <w:r w:rsidRPr="00F504B2">
        <w:rPr>
          <w:rFonts w:cs="Times New Roman"/>
        </w:rPr>
        <w:t>E-mail: a.koyanagi@pssjd.org</w:t>
      </w:r>
    </w:p>
    <w:p w14:paraId="06451CFD" w14:textId="77777777" w:rsidR="00D33C20" w:rsidRPr="00F504B2" w:rsidRDefault="00D33C20" w:rsidP="00203D67">
      <w:pPr>
        <w:spacing w:line="480" w:lineRule="auto"/>
        <w:rPr>
          <w:rFonts w:cs="Times New Roman"/>
        </w:rPr>
      </w:pPr>
      <w:r w:rsidRPr="00F504B2">
        <w:rPr>
          <w:rFonts w:cs="Times New Roman"/>
        </w:rPr>
        <w:t xml:space="preserve">Tel: (+34)936002685 </w:t>
      </w:r>
    </w:p>
    <w:p w14:paraId="2475BCCD" w14:textId="77777777" w:rsidR="00D33C20" w:rsidRPr="00F504B2" w:rsidRDefault="00D33C20" w:rsidP="00203D67">
      <w:pPr>
        <w:spacing w:line="480" w:lineRule="auto"/>
        <w:rPr>
          <w:rFonts w:eastAsia="Times New Roman" w:cs="Times New Roman"/>
        </w:rPr>
      </w:pPr>
      <w:r w:rsidRPr="00F504B2">
        <w:rPr>
          <w:rFonts w:eastAsia="Times New Roman" w:cs="Times New Roman"/>
        </w:rPr>
        <w:t>FAX: (+34)936305319</w:t>
      </w:r>
    </w:p>
    <w:p w14:paraId="48CF5441" w14:textId="77777777" w:rsidR="003C0621" w:rsidRDefault="003C0621" w:rsidP="00203D67">
      <w:pPr>
        <w:spacing w:line="480" w:lineRule="auto"/>
        <w:rPr>
          <w:b/>
        </w:rPr>
      </w:pPr>
    </w:p>
    <w:p w14:paraId="71D2D123" w14:textId="77777777" w:rsidR="00214ECE" w:rsidRPr="008121D4" w:rsidRDefault="00214ECE" w:rsidP="00214ECE">
      <w:pPr>
        <w:spacing w:line="480" w:lineRule="auto"/>
        <w:rPr>
          <w:b/>
        </w:rPr>
      </w:pPr>
      <w:r w:rsidRPr="008121D4">
        <w:rPr>
          <w:b/>
        </w:rPr>
        <w:t>Funding</w:t>
      </w:r>
    </w:p>
    <w:p w14:paraId="3FAE0EB2" w14:textId="77777777" w:rsidR="00214ECE" w:rsidRPr="00D84C94" w:rsidRDefault="00214ECE" w:rsidP="00214ECE">
      <w:pPr>
        <w:spacing w:line="480" w:lineRule="auto"/>
        <w:rPr>
          <w:rFonts w:eastAsia="Times New Roman"/>
        </w:rPr>
      </w:pPr>
      <w:r w:rsidRPr="00D84C94">
        <w:rPr>
          <w:rFonts w:eastAsia="Times New Roman"/>
        </w:rPr>
        <w:t>AK's work was supported by the Miguel Servet contract financed by the CP13/00150 and PI15/00862 projects, integrated into the National R + D + I and funded by the ISCIII - General Branch Evaluation and Promotion of Health Research - and the European Regional Development Fund (ERDF-FEDER).</w:t>
      </w:r>
      <w:r>
        <w:rPr>
          <w:rFonts w:eastAsia="Times New Roman"/>
        </w:rPr>
        <w:t xml:space="preserve"> </w:t>
      </w:r>
      <w:r w:rsidRPr="00D84C94">
        <w:rPr>
          <w:rFonts w:eastAsia="Times New Roman"/>
        </w:rPr>
        <w:t>BS receive</w:t>
      </w:r>
      <w:r>
        <w:rPr>
          <w:rFonts w:eastAsia="Times New Roman"/>
        </w:rPr>
        <w:t>s</w:t>
      </w:r>
      <w:r w:rsidRPr="00D84C94">
        <w:rPr>
          <w:rFonts w:eastAsia="Times New Roman"/>
        </w:rPr>
        <w:t xml:space="preserve"> funding from the National Institute for Health Research Collaboration for Leadership in Applied Health Research &amp; Care Funding scheme. </w:t>
      </w:r>
      <w:r>
        <w:rPr>
          <w:rFonts w:eastAsia="Times New Roman"/>
        </w:rPr>
        <w:t xml:space="preserve">HO receives funding from </w:t>
      </w:r>
      <w:r w:rsidRPr="0088560D">
        <w:rPr>
          <w:rFonts w:eastAsia="Times New Roman"/>
        </w:rPr>
        <w:t>grant T32AA014125 from the National Institute on Alcohol Abuse and Alcoholism (NIAAA) of the National Institutes of Health (NIH).</w:t>
      </w:r>
      <w:r>
        <w:rPr>
          <w:rFonts w:eastAsia="Times New Roman"/>
        </w:rPr>
        <w:t xml:space="preserve"> </w:t>
      </w:r>
      <w:r w:rsidRPr="000D1CC1">
        <w:rPr>
          <w:rFonts w:eastAsia="Times New Roman"/>
        </w:rPr>
        <w:t xml:space="preserve">The content is solely the responsibility of the authors and does not necessarily represent the official views of </w:t>
      </w:r>
      <w:r w:rsidRPr="00D84C94">
        <w:rPr>
          <w:rFonts w:eastAsia="Times New Roman"/>
        </w:rPr>
        <w:t>NHS, the Nationa</w:t>
      </w:r>
      <w:r>
        <w:rPr>
          <w:rFonts w:eastAsia="Times New Roman"/>
        </w:rPr>
        <w:t xml:space="preserve">l Institute for Health Research, </w:t>
      </w:r>
      <w:r w:rsidRPr="00D84C94">
        <w:rPr>
          <w:rFonts w:eastAsia="Times New Roman"/>
        </w:rPr>
        <w:t>Department of Health</w:t>
      </w:r>
      <w:r>
        <w:rPr>
          <w:rFonts w:eastAsia="Times New Roman"/>
        </w:rPr>
        <w:t xml:space="preserve">, </w:t>
      </w:r>
      <w:r w:rsidRPr="000D1CC1">
        <w:rPr>
          <w:rFonts w:eastAsia="Times New Roman"/>
        </w:rPr>
        <w:t>NIAAA</w:t>
      </w:r>
      <w:r>
        <w:rPr>
          <w:rFonts w:eastAsia="Times New Roman"/>
        </w:rPr>
        <w:t>,</w:t>
      </w:r>
      <w:r w:rsidRPr="000D1CC1">
        <w:rPr>
          <w:rFonts w:eastAsia="Times New Roman"/>
        </w:rPr>
        <w:t xml:space="preserve"> or NIH.</w:t>
      </w:r>
      <w:r w:rsidRPr="0088560D">
        <w:rPr>
          <w:rFonts w:eastAsia="Times New Roman"/>
        </w:rPr>
        <w:t> </w:t>
      </w:r>
    </w:p>
    <w:p w14:paraId="4022063F" w14:textId="4DD48415" w:rsidR="008F5B2B" w:rsidRDefault="008F5B2B" w:rsidP="00203D67">
      <w:pPr>
        <w:spacing w:line="480" w:lineRule="auto"/>
      </w:pPr>
      <w:r w:rsidRPr="008F5B2B">
        <w:lastRenderedPageBreak/>
        <w:t>Word count (</w:t>
      </w:r>
      <w:r w:rsidRPr="000C1D4E">
        <w:t xml:space="preserve">Abstract): </w:t>
      </w:r>
      <w:r w:rsidR="000C1D4E" w:rsidRPr="00F033F5">
        <w:t>24</w:t>
      </w:r>
      <w:r w:rsidR="00822FA7">
        <w:t>8</w:t>
      </w:r>
    </w:p>
    <w:p w14:paraId="0F906113" w14:textId="6CDBEDEC" w:rsidR="008F5B2B" w:rsidRDefault="008F5B2B" w:rsidP="00203D67">
      <w:pPr>
        <w:spacing w:line="480" w:lineRule="auto"/>
      </w:pPr>
      <w:r>
        <w:t>Word count (Text</w:t>
      </w:r>
      <w:r w:rsidRPr="00F72D90">
        <w:t xml:space="preserve">): </w:t>
      </w:r>
      <w:r w:rsidR="0063745A" w:rsidRPr="009D511A">
        <w:t>30</w:t>
      </w:r>
      <w:r w:rsidR="00F72D90" w:rsidRPr="00F033F5">
        <w:t>9</w:t>
      </w:r>
      <w:r w:rsidR="00E817F2">
        <w:t>7</w:t>
      </w:r>
    </w:p>
    <w:p w14:paraId="4F6B81FF" w14:textId="218CE6A8" w:rsidR="00996610" w:rsidRDefault="00AE510D" w:rsidP="00203D67">
      <w:pPr>
        <w:spacing w:line="480" w:lineRule="auto"/>
      </w:pPr>
      <w:r>
        <w:t xml:space="preserve">Tables: </w:t>
      </w:r>
      <w:r w:rsidR="00B117D6">
        <w:t>4</w:t>
      </w:r>
    </w:p>
    <w:p w14:paraId="139534AB" w14:textId="77777777" w:rsidR="002827CE" w:rsidRDefault="002827CE" w:rsidP="002827CE">
      <w:pPr>
        <w:spacing w:line="480" w:lineRule="auto"/>
      </w:pPr>
    </w:p>
    <w:p w14:paraId="5E123CEA" w14:textId="77777777" w:rsidR="002827CE" w:rsidRPr="007A7ADE" w:rsidRDefault="002827CE" w:rsidP="002827CE">
      <w:pPr>
        <w:spacing w:line="480" w:lineRule="auto"/>
      </w:pPr>
      <w:r w:rsidRPr="007A7ADE">
        <w:rPr>
          <w:b/>
        </w:rPr>
        <w:t xml:space="preserve">Running title: </w:t>
      </w:r>
      <w:r>
        <w:t>Multimorbidity and cognition</w:t>
      </w:r>
    </w:p>
    <w:p w14:paraId="0188F581" w14:textId="77777777" w:rsidR="002827CE" w:rsidRDefault="002827CE" w:rsidP="00203D67">
      <w:pPr>
        <w:spacing w:line="480" w:lineRule="auto"/>
      </w:pPr>
    </w:p>
    <w:p w14:paraId="7756DCD0" w14:textId="77777777" w:rsidR="002827CE" w:rsidRPr="009E6A0C" w:rsidRDefault="002827CE" w:rsidP="002827CE">
      <w:pPr>
        <w:spacing w:line="480" w:lineRule="auto"/>
      </w:pPr>
      <w:r w:rsidRPr="009E6A0C">
        <w:rPr>
          <w:b/>
        </w:rPr>
        <w:t xml:space="preserve">Keywords: </w:t>
      </w:r>
      <w:r>
        <w:t>Mild cognitive impairment, chronic physical conditions, multimorbidity, low- and middle-income countries</w:t>
      </w:r>
    </w:p>
    <w:p w14:paraId="40053F97" w14:textId="77777777" w:rsidR="002827CE" w:rsidRDefault="002827CE" w:rsidP="00203D67">
      <w:pPr>
        <w:spacing w:line="480" w:lineRule="auto"/>
      </w:pPr>
    </w:p>
    <w:p w14:paraId="2B26E1DE" w14:textId="41B17F34" w:rsidR="003954CA" w:rsidRPr="009472DC" w:rsidRDefault="009472DC" w:rsidP="00203D67">
      <w:pPr>
        <w:spacing w:line="480" w:lineRule="auto"/>
        <w:rPr>
          <w:b/>
        </w:rPr>
      </w:pPr>
      <w:r w:rsidRPr="009472DC">
        <w:rPr>
          <w:b/>
        </w:rPr>
        <w:t>Impact statement</w:t>
      </w:r>
    </w:p>
    <w:p w14:paraId="63D6C787" w14:textId="09FC6732" w:rsidR="009472DC" w:rsidRPr="00E95BB6" w:rsidRDefault="00750D8B" w:rsidP="00203D67">
      <w:pPr>
        <w:spacing w:line="480" w:lineRule="auto"/>
        <w:rPr>
          <w:noProof/>
        </w:rPr>
      </w:pPr>
      <w:r w:rsidRPr="00E95BB6">
        <w:t>We certify that this work is novel or confirmatory of recent novel clinical research (</w:t>
      </w:r>
      <w:r w:rsidR="00CE5868" w:rsidRPr="00E95BB6">
        <w:rPr>
          <w:noProof/>
        </w:rPr>
        <w:t>Vassilaki M, Aakre JA, Cha RH, et al. Multimorbidity and Risk of Mild Cognitive Impairment. J Am Geriatr Soc. 2015;63: 1783-1790).</w:t>
      </w:r>
    </w:p>
    <w:p w14:paraId="2419B9DF" w14:textId="77777777" w:rsidR="00CE5868" w:rsidRDefault="00CE5868" w:rsidP="00203D67">
      <w:pPr>
        <w:spacing w:line="480" w:lineRule="auto"/>
        <w:rPr>
          <w:noProof/>
        </w:rPr>
      </w:pPr>
    </w:p>
    <w:p w14:paraId="464CA7FE" w14:textId="512F75AC" w:rsidR="00CE5868" w:rsidRDefault="008A3E9D" w:rsidP="00203D67">
      <w:pPr>
        <w:spacing w:line="480" w:lineRule="auto"/>
        <w:rPr>
          <w:noProof/>
        </w:rPr>
      </w:pPr>
      <w:r>
        <w:rPr>
          <w:noProof/>
        </w:rPr>
        <w:t>The potential impact of this research on clinical care of health policy includes the following:</w:t>
      </w:r>
    </w:p>
    <w:p w14:paraId="77ECC431" w14:textId="2D45BBA3" w:rsidR="008A3E9D" w:rsidRPr="005D45E1" w:rsidRDefault="00821799" w:rsidP="00821799">
      <w:pPr>
        <w:pStyle w:val="ListParagraph"/>
        <w:numPr>
          <w:ilvl w:val="0"/>
          <w:numId w:val="3"/>
        </w:numPr>
        <w:spacing w:line="480" w:lineRule="auto"/>
        <w:rPr>
          <w:lang w:val="en-US"/>
        </w:rPr>
      </w:pPr>
      <w:r w:rsidRPr="00F510EF">
        <w:rPr>
          <w:rFonts w:ascii="Times New Roman" w:hAnsi="Times New Roman"/>
          <w:sz w:val="24"/>
          <w:szCs w:val="24"/>
          <w:lang w:val="en-US"/>
        </w:rPr>
        <w:t>Edentulism, arthritis, chronic lung disease, cataract, stroke, and hearing problems, as well as multimorbidity were associated with higher odds for mild cognitive impairment</w:t>
      </w:r>
      <w:r w:rsidR="00035AD7" w:rsidRPr="00F510EF">
        <w:rPr>
          <w:rFonts w:ascii="Times New Roman" w:hAnsi="Times New Roman"/>
          <w:sz w:val="24"/>
          <w:szCs w:val="24"/>
          <w:lang w:val="en-US"/>
        </w:rPr>
        <w:t xml:space="preserve"> in six low- and middle-income countries</w:t>
      </w:r>
      <w:r w:rsidRPr="00F510EF">
        <w:rPr>
          <w:rFonts w:ascii="Times New Roman" w:hAnsi="Times New Roman"/>
          <w:sz w:val="24"/>
          <w:szCs w:val="24"/>
          <w:lang w:val="en-US"/>
        </w:rPr>
        <w:t>.</w:t>
      </w:r>
    </w:p>
    <w:p w14:paraId="5E25AA79" w14:textId="38A0D264" w:rsidR="005D45E1" w:rsidRPr="00F510EF" w:rsidRDefault="005D45E1" w:rsidP="00821799">
      <w:pPr>
        <w:pStyle w:val="ListParagraph"/>
        <w:numPr>
          <w:ilvl w:val="0"/>
          <w:numId w:val="3"/>
        </w:numPr>
        <w:spacing w:line="480" w:lineRule="auto"/>
        <w:rPr>
          <w:lang w:val="en-US"/>
        </w:rPr>
      </w:pPr>
      <w:r>
        <w:rPr>
          <w:rFonts w:ascii="Times New Roman" w:hAnsi="Times New Roman"/>
          <w:sz w:val="24"/>
          <w:szCs w:val="24"/>
          <w:lang w:val="en-US"/>
        </w:rPr>
        <w:t xml:space="preserve">Independent of the number of chronic conditions, lifestyle factors such as low physical activity, </w:t>
      </w:r>
      <w:r w:rsidR="00C00367">
        <w:rPr>
          <w:rFonts w:ascii="Times New Roman" w:hAnsi="Times New Roman"/>
          <w:sz w:val="24"/>
          <w:szCs w:val="24"/>
          <w:lang w:val="en-US"/>
        </w:rPr>
        <w:t>obesity, and smoking were also associated with mild cognitive impairment.</w:t>
      </w:r>
    </w:p>
    <w:p w14:paraId="26EEE0A6" w14:textId="67F91568" w:rsidR="00821799" w:rsidRPr="00F510EF" w:rsidRDefault="00657E7F" w:rsidP="00821799">
      <w:pPr>
        <w:pStyle w:val="ListParagraph"/>
        <w:numPr>
          <w:ilvl w:val="0"/>
          <w:numId w:val="3"/>
        </w:numPr>
        <w:spacing w:line="480" w:lineRule="auto"/>
        <w:rPr>
          <w:lang w:val="en-US"/>
        </w:rPr>
      </w:pPr>
      <w:r>
        <w:rPr>
          <w:rFonts w:ascii="Times New Roman" w:hAnsi="Times New Roman"/>
          <w:sz w:val="24"/>
          <w:szCs w:val="24"/>
          <w:lang w:val="en-US"/>
        </w:rPr>
        <w:t>If confirmed wit</w:t>
      </w:r>
      <w:r w:rsidR="00284378">
        <w:rPr>
          <w:rFonts w:ascii="Times New Roman" w:hAnsi="Times New Roman"/>
          <w:sz w:val="24"/>
          <w:szCs w:val="24"/>
          <w:lang w:val="en-US"/>
        </w:rPr>
        <w:t>h longitudinal and</w:t>
      </w:r>
      <w:r w:rsidR="00313D42">
        <w:rPr>
          <w:rFonts w:ascii="Times New Roman" w:hAnsi="Times New Roman"/>
          <w:sz w:val="24"/>
          <w:szCs w:val="24"/>
          <w:lang w:val="en-US"/>
        </w:rPr>
        <w:t xml:space="preserve"> intervention</w:t>
      </w:r>
      <w:r>
        <w:rPr>
          <w:rFonts w:ascii="Times New Roman" w:hAnsi="Times New Roman"/>
          <w:sz w:val="24"/>
          <w:szCs w:val="24"/>
          <w:lang w:val="en-US"/>
        </w:rPr>
        <w:t xml:space="preserve"> studies, t</w:t>
      </w:r>
      <w:r w:rsidR="00F510EF" w:rsidRPr="00F510EF">
        <w:rPr>
          <w:rFonts w:ascii="Times New Roman" w:hAnsi="Times New Roman"/>
          <w:sz w:val="24"/>
          <w:szCs w:val="24"/>
          <w:lang w:val="en-US"/>
        </w:rPr>
        <w:t xml:space="preserve">he key to prevent mild cognitive impairment and subsequent dementia may be a multidisciplinary </w:t>
      </w:r>
      <w:r w:rsidR="00F510EF">
        <w:rPr>
          <w:rFonts w:ascii="Times New Roman" w:hAnsi="Times New Roman"/>
          <w:sz w:val="24"/>
          <w:szCs w:val="24"/>
          <w:lang w:val="en-US"/>
        </w:rPr>
        <w:t>approach simultaneously targeting both lifestyle factors and physical health outcomes.</w:t>
      </w:r>
    </w:p>
    <w:p w14:paraId="665A8AFC" w14:textId="77777777" w:rsidR="002815A6" w:rsidRPr="007A7ADE" w:rsidRDefault="002815A6" w:rsidP="00203D67">
      <w:pPr>
        <w:spacing w:line="480" w:lineRule="auto"/>
        <w:rPr>
          <w:b/>
        </w:rPr>
      </w:pPr>
    </w:p>
    <w:p w14:paraId="5EF0E889" w14:textId="77777777" w:rsidR="00BC1E01" w:rsidRDefault="00BC1E01" w:rsidP="00203D67">
      <w:pPr>
        <w:spacing w:line="480" w:lineRule="auto"/>
        <w:sectPr w:rsidR="00BC1E01" w:rsidSect="00B60871">
          <w:footerReference w:type="even" r:id="rId7"/>
          <w:footerReference w:type="default" r:id="rId8"/>
          <w:pgSz w:w="11900" w:h="16840"/>
          <w:pgMar w:top="1440" w:right="1440" w:bottom="1440" w:left="1440" w:header="720" w:footer="720" w:gutter="0"/>
          <w:lnNumType w:countBy="1" w:restart="continuous"/>
          <w:cols w:space="720"/>
          <w:docGrid w:linePitch="360"/>
        </w:sectPr>
      </w:pPr>
    </w:p>
    <w:p w14:paraId="4DD751E6" w14:textId="2DC508F7" w:rsidR="007A7ADE" w:rsidRDefault="005314D7" w:rsidP="00203D67">
      <w:pPr>
        <w:spacing w:line="480" w:lineRule="auto"/>
        <w:rPr>
          <w:b/>
        </w:rPr>
      </w:pPr>
      <w:r w:rsidRPr="005314D7">
        <w:rPr>
          <w:b/>
        </w:rPr>
        <w:t>Abstract</w:t>
      </w:r>
    </w:p>
    <w:p w14:paraId="1F774239" w14:textId="6721A7A6" w:rsidR="005314D7" w:rsidRDefault="00CF2BA6" w:rsidP="00203D67">
      <w:pPr>
        <w:spacing w:line="480" w:lineRule="auto"/>
      </w:pPr>
      <w:r>
        <w:rPr>
          <w:b/>
        </w:rPr>
        <w:t>Background</w:t>
      </w:r>
      <w:r w:rsidR="00255EA1">
        <w:rPr>
          <w:b/>
        </w:rPr>
        <w:t>/Objectives</w:t>
      </w:r>
      <w:r w:rsidR="000018E2">
        <w:rPr>
          <w:b/>
        </w:rPr>
        <w:t xml:space="preserve">: </w:t>
      </w:r>
      <w:r w:rsidR="008D0C4B">
        <w:t xml:space="preserve">Chronic physical conditions </w:t>
      </w:r>
      <w:r w:rsidR="00B22A8C">
        <w:t xml:space="preserve">and multimorbidity </w:t>
      </w:r>
      <w:r w:rsidR="008D0C4B">
        <w:t xml:space="preserve">may be </w:t>
      </w:r>
      <w:r w:rsidR="00404F59">
        <w:t xml:space="preserve">modifiable </w:t>
      </w:r>
      <w:r w:rsidR="00935961">
        <w:t>risk factors for</w:t>
      </w:r>
      <w:r w:rsidR="001208E0">
        <w:t xml:space="preserve"> </w:t>
      </w:r>
      <w:r w:rsidR="00404F59">
        <w:t xml:space="preserve">dementia. </w:t>
      </w:r>
      <w:r w:rsidR="0001583E">
        <w:t xml:space="preserve">However, data from low- and middle-income countries (LMICs) are lacking. </w:t>
      </w:r>
      <w:r w:rsidR="003C2F22">
        <w:t xml:space="preserve">This study thus </w:t>
      </w:r>
      <w:r w:rsidR="00711410">
        <w:t>assess</w:t>
      </w:r>
      <w:r w:rsidR="000E2EF5">
        <w:t>ed</w:t>
      </w:r>
      <w:r w:rsidR="00711410">
        <w:t xml:space="preserve"> the association of chronic </w:t>
      </w:r>
      <w:r w:rsidR="00CF4B57">
        <w:t xml:space="preserve">physical </w:t>
      </w:r>
      <w:r w:rsidR="00711410">
        <w:t>conditi</w:t>
      </w:r>
      <w:r w:rsidR="00226975">
        <w:t xml:space="preserve">ons and multimorbidity with </w:t>
      </w:r>
      <w:r w:rsidR="00E129D6">
        <w:t>mild cognitive impairment (</w:t>
      </w:r>
      <w:r w:rsidR="00226975">
        <w:t>MCI</w:t>
      </w:r>
      <w:r w:rsidR="00E129D6">
        <w:t>)</w:t>
      </w:r>
      <w:r w:rsidR="0001583E">
        <w:t xml:space="preserve"> in LMICs</w:t>
      </w:r>
      <w:r w:rsidR="004E6807">
        <w:t>.</w:t>
      </w:r>
    </w:p>
    <w:p w14:paraId="16630583" w14:textId="148A476A" w:rsidR="00255EA1" w:rsidRPr="000F7DA1" w:rsidRDefault="00255EA1" w:rsidP="00203D67">
      <w:pPr>
        <w:spacing w:line="480" w:lineRule="auto"/>
      </w:pPr>
      <w:r w:rsidRPr="00255EA1">
        <w:rPr>
          <w:b/>
        </w:rPr>
        <w:t>Design</w:t>
      </w:r>
      <w:r>
        <w:rPr>
          <w:b/>
        </w:rPr>
        <w:t>:</w:t>
      </w:r>
      <w:r w:rsidR="000F7DA1">
        <w:rPr>
          <w:b/>
        </w:rPr>
        <w:t xml:space="preserve"> </w:t>
      </w:r>
      <w:r w:rsidR="004E6807">
        <w:t>Nationally representative, c</w:t>
      </w:r>
      <w:r w:rsidR="00EB70DE">
        <w:t>ross-sectional</w:t>
      </w:r>
      <w:r w:rsidR="00123BFD">
        <w:t>, community-based</w:t>
      </w:r>
      <w:r w:rsidR="005928DB">
        <w:t>.</w:t>
      </w:r>
    </w:p>
    <w:p w14:paraId="3627394C" w14:textId="46D66EAE" w:rsidR="00255EA1" w:rsidRPr="004E6807" w:rsidRDefault="00255EA1" w:rsidP="00203D67">
      <w:pPr>
        <w:spacing w:line="480" w:lineRule="auto"/>
      </w:pPr>
      <w:r>
        <w:rPr>
          <w:b/>
        </w:rPr>
        <w:t>Setting:</w:t>
      </w:r>
      <w:r w:rsidR="000F7DA1">
        <w:rPr>
          <w:b/>
        </w:rPr>
        <w:t xml:space="preserve"> </w:t>
      </w:r>
      <w:r w:rsidR="004E6807">
        <w:t xml:space="preserve">Six </w:t>
      </w:r>
      <w:r w:rsidR="0001583E">
        <w:t xml:space="preserve">countries </w:t>
      </w:r>
      <w:r w:rsidR="00AF56DD">
        <w:t xml:space="preserve">which </w:t>
      </w:r>
      <w:r w:rsidR="00EB70DE">
        <w:t xml:space="preserve">participated in the </w:t>
      </w:r>
      <w:r w:rsidR="00EB70DE" w:rsidRPr="00E45690">
        <w:rPr>
          <w:rFonts w:eastAsia="Times New Roman" w:cs="Times New Roman"/>
        </w:rPr>
        <w:t>World Health Organization’s Study on Global Ageing and Adult Health</w:t>
      </w:r>
      <w:r w:rsidR="005928DB">
        <w:rPr>
          <w:rFonts w:eastAsia="Times New Roman" w:cs="Times New Roman"/>
        </w:rPr>
        <w:t>.</w:t>
      </w:r>
    </w:p>
    <w:p w14:paraId="62F3DF4E" w14:textId="0F3365B1" w:rsidR="00255EA1" w:rsidRDefault="000F7DA1" w:rsidP="00203D67">
      <w:pPr>
        <w:spacing w:line="480" w:lineRule="auto"/>
        <w:rPr>
          <w:b/>
        </w:rPr>
      </w:pPr>
      <w:r>
        <w:rPr>
          <w:b/>
        </w:rPr>
        <w:t xml:space="preserve">Participants: </w:t>
      </w:r>
      <w:r>
        <w:t xml:space="preserve">32,715 adults aged </w:t>
      </w:r>
      <w:r>
        <w:rPr>
          <w:rFonts w:cs="Times New Roman"/>
        </w:rPr>
        <w:t>≥</w:t>
      </w:r>
      <w:r>
        <w:t>50 years [mean (SD) age 62.1 (15.6) years; 51.7% females].</w:t>
      </w:r>
    </w:p>
    <w:p w14:paraId="66114F32" w14:textId="2BDFB367" w:rsidR="00581CF7" w:rsidRDefault="000F7DA1" w:rsidP="00581CF7">
      <w:pPr>
        <w:spacing w:line="480" w:lineRule="auto"/>
        <w:rPr>
          <w:rFonts w:eastAsia="Times New Roman" w:cs="Times New Roman"/>
        </w:rPr>
      </w:pPr>
      <w:r>
        <w:rPr>
          <w:b/>
        </w:rPr>
        <w:t>Measurements:</w:t>
      </w:r>
      <w:r w:rsidR="00581CF7">
        <w:rPr>
          <w:b/>
        </w:rPr>
        <w:t xml:space="preserve"> </w:t>
      </w:r>
      <w:r w:rsidR="00581CF7">
        <w:rPr>
          <w:rFonts w:eastAsia="Times New Roman" w:cs="Times New Roman"/>
        </w:rPr>
        <w:t>The definition of MCI was based on the recommendations of the National Institute on Ageing-Alzheimer’s Association. Ten chronic conditions (</w:t>
      </w:r>
      <w:r w:rsidR="00581CF7" w:rsidRPr="006D51F9">
        <w:rPr>
          <w:rFonts w:cs="Times New Roman"/>
        </w:rPr>
        <w:t>angina, arthri</w:t>
      </w:r>
      <w:r w:rsidR="00581CF7">
        <w:rPr>
          <w:rFonts w:cs="Times New Roman"/>
        </w:rPr>
        <w:t>tis, asthma, cataract, chronic lung disease</w:t>
      </w:r>
      <w:r w:rsidR="00581CF7" w:rsidRPr="006D51F9">
        <w:rPr>
          <w:rFonts w:cs="Times New Roman"/>
        </w:rPr>
        <w:t>, diabetes, edentulism, hearing problems, hypertension, stroke</w:t>
      </w:r>
      <w:r w:rsidR="00581CF7">
        <w:rPr>
          <w:rFonts w:eastAsia="Times New Roman" w:cs="Times New Roman"/>
        </w:rPr>
        <w:t>) were assessed. Multivariable logistic regression analysis was conducted to assess the association between chronic physical conditions, multimorbidity (i.e., ≥2 chronic conditions), and MCI.</w:t>
      </w:r>
    </w:p>
    <w:p w14:paraId="6EAE82EC" w14:textId="446E57D4" w:rsidR="00CF2BA6" w:rsidRPr="00F4399A" w:rsidRDefault="00CF2BA6" w:rsidP="00203D67">
      <w:pPr>
        <w:spacing w:line="480" w:lineRule="auto"/>
      </w:pPr>
      <w:r>
        <w:rPr>
          <w:b/>
        </w:rPr>
        <w:t>Results</w:t>
      </w:r>
      <w:r w:rsidR="000018E2">
        <w:rPr>
          <w:b/>
        </w:rPr>
        <w:t xml:space="preserve">: </w:t>
      </w:r>
      <w:r w:rsidR="00CA2421">
        <w:t>T</w:t>
      </w:r>
      <w:r w:rsidR="00F4399A">
        <w:t xml:space="preserve">he prevalence (95%CI) of multimorbidity and MCI were 49.8% (48.1%-51.5%) and </w:t>
      </w:r>
      <w:r w:rsidR="006E4B9D">
        <w:t>15.3</w:t>
      </w:r>
      <w:r w:rsidR="00F4399A">
        <w:t>% (1</w:t>
      </w:r>
      <w:r w:rsidR="006E4B9D">
        <w:t>4.4</w:t>
      </w:r>
      <w:r w:rsidR="00F4399A">
        <w:t>%-16.</w:t>
      </w:r>
      <w:r w:rsidR="006E4B9D">
        <w:t>3</w:t>
      </w:r>
      <w:r w:rsidR="00F4399A">
        <w:t>%), respectively.</w:t>
      </w:r>
      <w:r w:rsidR="00D95447">
        <w:t xml:space="preserve"> After adjustment for potential confounders, e</w:t>
      </w:r>
      <w:r w:rsidR="00DA4302">
        <w:t>dentulism (OR=1.24), arthritis (OR=</w:t>
      </w:r>
      <w:r w:rsidR="007071E3">
        <w:t>1.24), chronic lung disease</w:t>
      </w:r>
      <w:r w:rsidR="00D95447">
        <w:t xml:space="preserve"> (OR=1.29), cataract (OR=1.33), stroke (OR=1.94), hearing problems (OR=2.27), and multimorbidity (OR=1.40) were </w:t>
      </w:r>
      <w:r w:rsidR="007C06A8">
        <w:t xml:space="preserve">significantly </w:t>
      </w:r>
      <w:r w:rsidR="00D95447">
        <w:t xml:space="preserve">associated </w:t>
      </w:r>
      <w:r w:rsidR="00605985">
        <w:t xml:space="preserve">with </w:t>
      </w:r>
      <w:r w:rsidR="00D95447">
        <w:t xml:space="preserve">higher odds for MCI. </w:t>
      </w:r>
      <w:r w:rsidR="00F81EFB">
        <w:t xml:space="preserve">Compared to those with no chronic conditions, </w:t>
      </w:r>
      <w:r w:rsidR="005E0918">
        <w:t xml:space="preserve">there was a gradual increase in the odds for MCI ranging from one condition (OR=1.21; 95%CI=1.03-1.42) to </w:t>
      </w:r>
      <w:r w:rsidR="005E0918">
        <w:rPr>
          <w:rFonts w:cs="Times New Roman"/>
        </w:rPr>
        <w:t>≥</w:t>
      </w:r>
      <w:r w:rsidR="005E0918">
        <w:t xml:space="preserve">4 conditions (OR=2.07; 95%CI=1.70-2.52). </w:t>
      </w:r>
    </w:p>
    <w:p w14:paraId="3D345448" w14:textId="676B6716" w:rsidR="005314D7" w:rsidRPr="005158DD" w:rsidRDefault="000F7DA1" w:rsidP="00203D67">
      <w:pPr>
        <w:spacing w:line="480" w:lineRule="auto"/>
      </w:pPr>
      <w:r>
        <w:rPr>
          <w:b/>
        </w:rPr>
        <w:t>Conclusion</w:t>
      </w:r>
      <w:r w:rsidR="000018E2">
        <w:rPr>
          <w:b/>
        </w:rPr>
        <w:t>:</w:t>
      </w:r>
      <w:r w:rsidR="00252D78">
        <w:rPr>
          <w:b/>
        </w:rPr>
        <w:t xml:space="preserve"> </w:t>
      </w:r>
      <w:r w:rsidR="00664133">
        <w:t>These results highlight the need to investigate the underlying mechanisms linking chronic conditions and MCI, and whether the prevention or treatment of chronic conditions or multimorbidity can reduce the onset of cognitive decline and subsequent dementia especially in LMICs.</w:t>
      </w:r>
    </w:p>
    <w:p w14:paraId="417E25A7" w14:textId="77777777" w:rsidR="005314D7" w:rsidRDefault="005314D7" w:rsidP="00203D67">
      <w:pPr>
        <w:spacing w:line="480" w:lineRule="auto"/>
      </w:pPr>
    </w:p>
    <w:p w14:paraId="70126A30" w14:textId="77777777" w:rsidR="005D5C65" w:rsidRDefault="005D5C65" w:rsidP="00203D67">
      <w:pPr>
        <w:spacing w:line="480" w:lineRule="auto"/>
      </w:pPr>
    </w:p>
    <w:p w14:paraId="3F480ED5" w14:textId="77777777" w:rsidR="00E129D6" w:rsidRDefault="00E129D6" w:rsidP="00203D67">
      <w:pPr>
        <w:spacing w:line="480" w:lineRule="auto"/>
        <w:sectPr w:rsidR="00E129D6" w:rsidSect="00B60871">
          <w:pgSz w:w="11900" w:h="16840"/>
          <w:pgMar w:top="1440" w:right="1440" w:bottom="1440" w:left="1440" w:header="720" w:footer="720" w:gutter="0"/>
          <w:lnNumType w:countBy="1" w:restart="continuous"/>
          <w:cols w:space="720"/>
          <w:docGrid w:linePitch="360"/>
        </w:sectPr>
      </w:pPr>
    </w:p>
    <w:p w14:paraId="1F7A3161" w14:textId="03632EC3" w:rsidR="005314D7" w:rsidRPr="009D558B" w:rsidRDefault="009D558B" w:rsidP="00203D67">
      <w:pPr>
        <w:spacing w:line="480" w:lineRule="auto"/>
        <w:rPr>
          <w:b/>
        </w:rPr>
      </w:pPr>
      <w:r w:rsidRPr="009D558B">
        <w:rPr>
          <w:b/>
        </w:rPr>
        <w:t>Introduction</w:t>
      </w:r>
    </w:p>
    <w:p w14:paraId="43ACE2E4" w14:textId="4821DF0F" w:rsidR="00896CEF" w:rsidRDefault="00EF2192" w:rsidP="00B706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pPr>
      <w:r>
        <w:t>The world population is ag</w:t>
      </w:r>
      <w:r w:rsidR="00D3670E">
        <w:t>ing at an unprecedented speed</w:t>
      </w:r>
      <w:r w:rsidR="00B3582B">
        <w:t xml:space="preserve"> due</w:t>
      </w:r>
      <w:r w:rsidR="00761984">
        <w:t xml:space="preserve"> to increasing life expectancy</w:t>
      </w:r>
      <w:r w:rsidR="00D3670E">
        <w:t xml:space="preserve">. </w:t>
      </w:r>
      <w:r>
        <w:t xml:space="preserve">The number of individuals aged </w:t>
      </w:r>
      <w:r>
        <w:rPr>
          <w:rFonts w:cs="Times New Roman"/>
        </w:rPr>
        <w:t>≥</w:t>
      </w:r>
      <w:r>
        <w:t xml:space="preserve">65 years is projected </w:t>
      </w:r>
      <w:r w:rsidR="00EE3433">
        <w:t xml:space="preserve">to </w:t>
      </w:r>
      <w:r>
        <w:t>increase f</w:t>
      </w:r>
      <w:r w:rsidR="00070914">
        <w:t>rom 524 million in 2010 to 1.5 b</w:t>
      </w:r>
      <w:r>
        <w:t>illion by 2050, with most of the increase occurring in low</w:t>
      </w:r>
      <w:r w:rsidR="008D4B05">
        <w:t>-</w:t>
      </w:r>
      <w:r>
        <w:t xml:space="preserve"> and m</w:t>
      </w:r>
      <w:r w:rsidR="008D4B05">
        <w:t>iddle-</w:t>
      </w:r>
      <w:r>
        <w:t>income countries</w:t>
      </w:r>
      <w:r w:rsidR="008332BF">
        <w:t xml:space="preserve"> </w:t>
      </w:r>
      <w:r w:rsidR="006324CF">
        <w:t>(LMICs)</w:t>
      </w:r>
      <w:r w:rsidR="00104723">
        <w:t>.</w:t>
      </w:r>
      <w:r w:rsidR="00D5409F">
        <w:fldChar w:fldCharType="begin"/>
      </w:r>
      <w:r w:rsidR="00D5409F">
        <w:instrText xml:space="preserve"> ADDIN EN.CITE &lt;EndNote&gt;&lt;Cite&gt;&lt;Author&gt;World Health Organization&lt;/Author&gt;&lt;Year&gt;2011&lt;/Year&gt;&lt;RecNum&gt;11126&lt;/RecNum&gt;&lt;DisplayText&gt;&lt;style face="superscript"&gt;1&lt;/style&gt;&lt;/DisplayText&gt;&lt;record&gt;&lt;rec-number&gt;11126&lt;/rec-number&gt;&lt;foreign-keys&gt;&lt;key app="EN" db-id="av2px5paiv9psse599xpdtrptzaferevtwxz" timestamp="1499714872"&gt;11126&lt;/key&gt;&lt;/foreign-keys&gt;&lt;ref-type name="Report"&gt;27&lt;/ref-type&gt;&lt;contributors&gt;&lt;authors&gt;&lt;author&gt;World Health Organization,&lt;/author&gt;&lt;/authors&gt;&lt;/contributors&gt;&lt;titles&gt;&lt;title&gt;Global health and ageing&lt;/title&gt;&lt;/titles&gt;&lt;dates&gt;&lt;year&gt;2011&lt;/year&gt;&lt;/dates&gt;&lt;urls&gt;&lt;/urls&gt;&lt;/record&gt;&lt;/Cite&gt;&lt;/EndNote&gt;</w:instrText>
      </w:r>
      <w:r w:rsidR="00D5409F">
        <w:fldChar w:fldCharType="separate"/>
      </w:r>
      <w:r w:rsidR="00D5409F" w:rsidRPr="00D5409F">
        <w:rPr>
          <w:noProof/>
          <w:vertAlign w:val="superscript"/>
        </w:rPr>
        <w:t>1</w:t>
      </w:r>
      <w:r w:rsidR="00D5409F">
        <w:fldChar w:fldCharType="end"/>
      </w:r>
      <w:r w:rsidR="008D4B05">
        <w:t xml:space="preserve"> </w:t>
      </w:r>
      <w:r w:rsidR="00825F76">
        <w:t xml:space="preserve">This demographic change will inevitably be accompanied by increases in non-communicable diseases </w:t>
      </w:r>
      <w:r w:rsidR="008332BF">
        <w:t xml:space="preserve">(NCDs) </w:t>
      </w:r>
      <w:r w:rsidR="00825F76">
        <w:t xml:space="preserve">such as </w:t>
      </w:r>
      <w:r w:rsidR="001E6E5F">
        <w:t>heart disease, cancer, and diabetes</w:t>
      </w:r>
      <w:r w:rsidR="00104723">
        <w:t>,</w:t>
      </w:r>
      <w:r w:rsidR="00D5409F">
        <w:fldChar w:fldCharType="begin"/>
      </w:r>
      <w:r w:rsidR="00D5409F">
        <w:instrText xml:space="preserve"> ADDIN EN.CITE &lt;EndNote&gt;&lt;Cite&gt;&lt;Author&gt;World Health Organization&lt;/Author&gt;&lt;Year&gt;2011&lt;/Year&gt;&lt;RecNum&gt;11126&lt;/RecNum&gt;&lt;DisplayText&gt;&lt;style face="superscript"&gt;1&lt;/style&gt;&lt;/DisplayText&gt;&lt;record&gt;&lt;rec-number&gt;11126&lt;/rec-number&gt;&lt;foreign-keys&gt;&lt;key app="EN" db-id="av2px5paiv9psse599xpdtrptzaferevtwxz" timestamp="1499714872"&gt;11126&lt;/key&gt;&lt;/foreign-keys&gt;&lt;ref-type name="Report"&gt;27&lt;/ref-type&gt;&lt;contributors&gt;&lt;authors&gt;&lt;author&gt;World Health Organization,&lt;/author&gt;&lt;/authors&gt;&lt;/contributors&gt;&lt;titles&gt;&lt;title&gt;Global health and ageing&lt;/title&gt;&lt;/titles&gt;&lt;dates&gt;&lt;year&gt;2011&lt;/year&gt;&lt;/dates&gt;&lt;urls&gt;&lt;/urls&gt;&lt;/record&gt;&lt;/Cite&gt;&lt;/EndNote&gt;</w:instrText>
      </w:r>
      <w:r w:rsidR="00D5409F">
        <w:fldChar w:fldCharType="separate"/>
      </w:r>
      <w:r w:rsidR="00D5409F" w:rsidRPr="00D5409F">
        <w:rPr>
          <w:noProof/>
          <w:vertAlign w:val="superscript"/>
        </w:rPr>
        <w:t>1</w:t>
      </w:r>
      <w:r w:rsidR="00D5409F">
        <w:fldChar w:fldCharType="end"/>
      </w:r>
      <w:r w:rsidR="005A5653">
        <w:t xml:space="preserve"> as </w:t>
      </w:r>
      <w:r w:rsidR="003E6E2F">
        <w:t>well as neuropsychiatric disorders such as dementia</w:t>
      </w:r>
      <w:r w:rsidR="00104723">
        <w:t>.</w:t>
      </w:r>
      <w:r w:rsidR="00D5409F">
        <w:fldChar w:fldCharType="begin"/>
      </w:r>
      <w:r w:rsidR="00D5409F">
        <w:instrText xml:space="preserve"> ADDIN EN.CITE &lt;EndNote&gt;&lt;Cite&gt;&lt;Author&gt;Mathers&lt;/Author&gt;&lt;Year&gt;2006&lt;/Year&gt;&lt;RecNum&gt;11127&lt;/RecNum&gt;&lt;DisplayText&gt;&lt;style face="superscript"&gt;2&lt;/style&gt;&lt;/DisplayText&gt;&lt;record&gt;&lt;rec-number&gt;11127&lt;/rec-number&gt;&lt;foreign-keys&gt;&lt;key app="EN" db-id="av2px5paiv9psse599xpdtrptzaferevtwxz" timestamp="1499715190"&gt;11127&lt;/key&gt;&lt;/foreign-keys&gt;&lt;ref-type name="Journal Article"&gt;17&lt;/ref-type&gt;&lt;contributors&gt;&lt;authors&gt;&lt;author&gt;Mathers, C. D.&lt;/author&gt;&lt;author&gt;Loncar, D.&lt;/author&gt;&lt;/authors&gt;&lt;/contributors&gt;&lt;auth-address&gt;Evidence and Information for Policy Cluster, World Health Organization, Geneva, Switzerland. mathersc@who.int&lt;/auth-address&gt;&lt;titles&gt;&lt;title&gt;Projections of global mortality and burden of disease from 2002 to 2030&lt;/title&gt;&lt;secondary-title&gt;PLoS Med&lt;/secondary-title&gt;&lt;alt-title&gt;PLoS medicine&lt;/alt-title&gt;&lt;/titles&gt;&lt;periodical&gt;&lt;full-title&gt;PLoS Med&lt;/full-title&gt;&lt;abbr-1&gt;PLoS medicine&lt;/abbr-1&gt;&lt;/periodical&gt;&lt;alt-periodical&gt;&lt;full-title&gt;PLoS Med&lt;/full-title&gt;&lt;abbr-1&gt;PLoS medicine&lt;/abbr-1&gt;&lt;/alt-periodical&gt;&lt;pages&gt;e442&lt;/pages&gt;&lt;volume&gt;3&lt;/volume&gt;&lt;number&gt;11&lt;/number&gt;&lt;edition&gt;2006/11/30&lt;/edition&gt;&lt;keywords&gt;&lt;keyword&gt;Acquired Immunodeficiency Syndrome/mortality&lt;/keyword&gt;&lt;keyword&gt;Adolescent&lt;/keyword&gt;&lt;keyword&gt;Adult&lt;/keyword&gt;&lt;keyword&gt;Aged&lt;/keyword&gt;&lt;keyword&gt;Cause of Death&lt;/keyword&gt;&lt;keyword&gt;Child&lt;/keyword&gt;&lt;keyword&gt;Child, Preschool&lt;/keyword&gt;&lt;keyword&gt;Developing Countries&lt;/keyword&gt;&lt;keyword&gt;Epidemiology/*trends&lt;/keyword&gt;&lt;keyword&gt;*Global Health&lt;/keyword&gt;&lt;keyword&gt;HIV Infections/mortality&lt;/keyword&gt;&lt;keyword&gt;Humans&lt;/keyword&gt;&lt;keyword&gt;Infant&lt;/keyword&gt;&lt;keyword&gt;Infant, Newborn&lt;/keyword&gt;&lt;keyword&gt;Middle Aged&lt;/keyword&gt;&lt;keyword&gt;Mortality/*trends&lt;/keyword&gt;&lt;keyword&gt;Smoking/mortality&lt;/keyword&gt;&lt;/keywords&gt;&lt;dates&gt;&lt;year&gt;2006&lt;/year&gt;&lt;pub-dates&gt;&lt;date&gt;Nov&lt;/date&gt;&lt;/pub-dates&gt;&lt;/dates&gt;&lt;isbn&gt;1549-1277&lt;/isbn&gt;&lt;accession-num&gt;17132052&lt;/accession-num&gt;&lt;urls&gt;&lt;/urls&gt;&lt;custom2&gt;PMC1664601&lt;/custom2&gt;&lt;electronic-resource-num&gt;10.1371/journal.pmed.0030442&lt;/electronic-resource-num&gt;&lt;remote-database-provider&gt;NLM&lt;/remote-database-provider&gt;&lt;language&gt;eng&lt;/language&gt;&lt;/record&gt;&lt;/Cite&gt;&lt;/EndNote&gt;</w:instrText>
      </w:r>
      <w:r w:rsidR="00D5409F">
        <w:fldChar w:fldCharType="separate"/>
      </w:r>
      <w:r w:rsidR="00D5409F" w:rsidRPr="00D5409F">
        <w:rPr>
          <w:noProof/>
          <w:vertAlign w:val="superscript"/>
        </w:rPr>
        <w:t>2</w:t>
      </w:r>
      <w:r w:rsidR="00D5409F">
        <w:fldChar w:fldCharType="end"/>
      </w:r>
      <w:r w:rsidR="008A3A6B">
        <w:t xml:space="preserve"> </w:t>
      </w:r>
      <w:r w:rsidR="005657A7">
        <w:t xml:space="preserve">In particular, </w:t>
      </w:r>
      <w:r w:rsidR="00896CEF">
        <w:t xml:space="preserve">dementia is projected to increase </w:t>
      </w:r>
      <w:r w:rsidR="00DD4138">
        <w:t xml:space="preserve">sharply as the incidence of dementia doubles </w:t>
      </w:r>
      <w:r w:rsidR="008E2414">
        <w:t xml:space="preserve">with </w:t>
      </w:r>
      <w:r w:rsidR="00DD4138">
        <w:t xml:space="preserve">every 6.3 years increase in </w:t>
      </w:r>
      <w:r w:rsidR="00927094">
        <w:t>age in the older population</w:t>
      </w:r>
      <w:r w:rsidR="00104723">
        <w:t>.</w:t>
      </w:r>
      <w:r w:rsidR="00D5409F">
        <w:rPr>
          <w:rFonts w:eastAsia="Times New Roman" w:cs="Times New Roman"/>
        </w:rPr>
        <w:fldChar w:fldCharType="begin"/>
      </w:r>
      <w:r w:rsidR="00D5409F">
        <w:rPr>
          <w:rFonts w:eastAsia="Times New Roman" w:cs="Times New Roman"/>
        </w:rPr>
        <w:instrText xml:space="preserve"> ADDIN EN.CITE &lt;EndNote&gt;&lt;Cite&gt;&lt;Author&gt;Alzheimer&amp;apos;s Disease International&lt;/Author&gt;&lt;Year&gt;2015&lt;/Year&gt;&lt;RecNum&gt;11175&lt;/RecNum&gt;&lt;DisplayText&gt;&lt;style face="superscript"&gt;3&lt;/style&gt;&lt;/DisplayText&gt;&lt;record&gt;&lt;rec-number&gt;11175&lt;/rec-number&gt;&lt;foreign-keys&gt;&lt;key app="EN" db-id="av2px5paiv9psse599xpdtrptzaferevtwxz" timestamp="1499933039"&gt;11175&lt;/key&gt;&lt;/foreign-keys&gt;&lt;ref-type name="Report"&gt;27&lt;/ref-type&gt;&lt;contributors&gt;&lt;authors&gt;&lt;author&gt;Alzheimer&amp;apos;s Disease International,&lt;/author&gt;&lt;/authors&gt;&lt;/contributors&gt;&lt;titles&gt;&lt;title&gt;World Alzheimer Report&lt;/title&gt;&lt;/titles&gt;&lt;dates&gt;&lt;year&gt;2015&lt;/year&gt;&lt;/dates&gt;&lt;urls&gt;&lt;/urls&gt;&lt;/record&gt;&lt;/Cite&gt;&lt;/EndNote&gt;</w:instrText>
      </w:r>
      <w:r w:rsidR="00D5409F">
        <w:rPr>
          <w:rFonts w:eastAsia="Times New Roman" w:cs="Times New Roman"/>
        </w:rPr>
        <w:fldChar w:fldCharType="separate"/>
      </w:r>
      <w:r w:rsidR="00D5409F" w:rsidRPr="00D5409F">
        <w:rPr>
          <w:rFonts w:eastAsia="Times New Roman" w:cs="Times New Roman"/>
          <w:noProof/>
          <w:vertAlign w:val="superscript"/>
        </w:rPr>
        <w:t>3</w:t>
      </w:r>
      <w:r w:rsidR="00D5409F">
        <w:rPr>
          <w:rFonts w:eastAsia="Times New Roman" w:cs="Times New Roman"/>
        </w:rPr>
        <w:fldChar w:fldCharType="end"/>
      </w:r>
      <w:r w:rsidR="00927094">
        <w:t xml:space="preserve"> Indeed, the number of people living with dementia is projected to increase </w:t>
      </w:r>
      <w:r w:rsidR="00896CEF">
        <w:t>from current figures of 46 million to 131.5 million by 2050</w:t>
      </w:r>
      <w:r w:rsidR="00104723">
        <w:t>.</w:t>
      </w:r>
      <w:r w:rsidR="00D5409F">
        <w:rPr>
          <w:rFonts w:eastAsia="Times New Roman" w:cs="Times New Roman"/>
        </w:rPr>
        <w:fldChar w:fldCharType="begin"/>
      </w:r>
      <w:r w:rsidR="00D5409F">
        <w:rPr>
          <w:rFonts w:eastAsia="Times New Roman" w:cs="Times New Roman"/>
        </w:rPr>
        <w:instrText xml:space="preserve"> ADDIN EN.CITE &lt;EndNote&gt;&lt;Cite&gt;&lt;Author&gt;Alzheimer&amp;apos;s Disease International&lt;/Author&gt;&lt;Year&gt;2015&lt;/Year&gt;&lt;RecNum&gt;11175&lt;/RecNum&gt;&lt;DisplayText&gt;&lt;style face="superscript"&gt;3&lt;/style&gt;&lt;/DisplayText&gt;&lt;record&gt;&lt;rec-number&gt;11175&lt;/rec-number&gt;&lt;foreign-keys&gt;&lt;key app="EN" db-id="av2px5paiv9psse599xpdtrptzaferevtwxz" timestamp="1499933039"&gt;11175&lt;/key&gt;&lt;/foreign-keys&gt;&lt;ref-type name="Report"&gt;27&lt;/ref-type&gt;&lt;contributors&gt;&lt;authors&gt;&lt;author&gt;Alzheimer&amp;apos;s Disease International,&lt;/author&gt;&lt;/authors&gt;&lt;/contributors&gt;&lt;titles&gt;&lt;title&gt;World Alzheimer Report&lt;/title&gt;&lt;/titles&gt;&lt;dates&gt;&lt;year&gt;2015&lt;/year&gt;&lt;/dates&gt;&lt;urls&gt;&lt;/urls&gt;&lt;/record&gt;&lt;/Cite&gt;&lt;/EndNote&gt;</w:instrText>
      </w:r>
      <w:r w:rsidR="00D5409F">
        <w:rPr>
          <w:rFonts w:eastAsia="Times New Roman" w:cs="Times New Roman"/>
        </w:rPr>
        <w:fldChar w:fldCharType="separate"/>
      </w:r>
      <w:r w:rsidR="00D5409F" w:rsidRPr="00D5409F">
        <w:rPr>
          <w:rFonts w:eastAsia="Times New Roman" w:cs="Times New Roman"/>
          <w:noProof/>
          <w:vertAlign w:val="superscript"/>
        </w:rPr>
        <w:t>3</w:t>
      </w:r>
      <w:r w:rsidR="00D5409F">
        <w:rPr>
          <w:rFonts w:eastAsia="Times New Roman" w:cs="Times New Roman"/>
        </w:rPr>
        <w:fldChar w:fldCharType="end"/>
      </w:r>
      <w:r w:rsidR="003E4469">
        <w:t xml:space="preserve"> </w:t>
      </w:r>
      <w:r w:rsidR="0042404B">
        <w:t>A</w:t>
      </w:r>
      <w:r w:rsidR="003E4469">
        <w:t xml:space="preserve">mong people with dementia, the proportion of those </w:t>
      </w:r>
      <w:r w:rsidR="00AC0102">
        <w:t xml:space="preserve">residing </w:t>
      </w:r>
      <w:r w:rsidR="003E4469">
        <w:t xml:space="preserve">in LMICs are expected to increase from current </w:t>
      </w:r>
      <w:r w:rsidR="00A7505E">
        <w:t xml:space="preserve">rates </w:t>
      </w:r>
      <w:r w:rsidR="003E4469">
        <w:t>of 58% to 68% in 2050</w:t>
      </w:r>
      <w:r w:rsidR="00104723">
        <w:t>.</w:t>
      </w:r>
      <w:r w:rsidR="00D5409F">
        <w:rPr>
          <w:rFonts w:eastAsia="Times New Roman" w:cs="Times New Roman"/>
        </w:rPr>
        <w:fldChar w:fldCharType="begin"/>
      </w:r>
      <w:r w:rsidR="00D5409F">
        <w:rPr>
          <w:rFonts w:eastAsia="Times New Roman" w:cs="Times New Roman"/>
        </w:rPr>
        <w:instrText xml:space="preserve"> ADDIN EN.CITE &lt;EndNote&gt;&lt;Cite&gt;&lt;Author&gt;Alzheimer&amp;apos;s Disease International&lt;/Author&gt;&lt;Year&gt;2015&lt;/Year&gt;&lt;RecNum&gt;11175&lt;/RecNum&gt;&lt;DisplayText&gt;&lt;style face="superscript"&gt;3&lt;/style&gt;&lt;/DisplayText&gt;&lt;record&gt;&lt;rec-number&gt;11175&lt;/rec-number&gt;&lt;foreign-keys&gt;&lt;key app="EN" db-id="av2px5paiv9psse599xpdtrptzaferevtwxz" timestamp="1499933039"&gt;11175&lt;/key&gt;&lt;/foreign-keys&gt;&lt;ref-type name="Report"&gt;27&lt;/ref-type&gt;&lt;contributors&gt;&lt;authors&gt;&lt;author&gt;Alzheimer&amp;apos;s Disease International,&lt;/author&gt;&lt;/authors&gt;&lt;/contributors&gt;&lt;titles&gt;&lt;title&gt;World Alzheimer Report&lt;/title&gt;&lt;/titles&gt;&lt;dates&gt;&lt;year&gt;2015&lt;/year&gt;&lt;/dates&gt;&lt;urls&gt;&lt;/urls&gt;&lt;/record&gt;&lt;/Cite&gt;&lt;/EndNote&gt;</w:instrText>
      </w:r>
      <w:r w:rsidR="00D5409F">
        <w:rPr>
          <w:rFonts w:eastAsia="Times New Roman" w:cs="Times New Roman"/>
        </w:rPr>
        <w:fldChar w:fldCharType="separate"/>
      </w:r>
      <w:r w:rsidR="00D5409F" w:rsidRPr="00D5409F">
        <w:rPr>
          <w:rFonts w:eastAsia="Times New Roman" w:cs="Times New Roman"/>
          <w:noProof/>
          <w:vertAlign w:val="superscript"/>
        </w:rPr>
        <w:t>3</w:t>
      </w:r>
      <w:r w:rsidR="00D5409F">
        <w:rPr>
          <w:rFonts w:eastAsia="Times New Roman" w:cs="Times New Roman"/>
        </w:rPr>
        <w:fldChar w:fldCharType="end"/>
      </w:r>
      <w:r w:rsidR="00896CEF">
        <w:t xml:space="preserve"> </w:t>
      </w:r>
    </w:p>
    <w:p w14:paraId="60C05005" w14:textId="17DE8FB2" w:rsidR="0087387A" w:rsidRDefault="00896CEF" w:rsidP="00F427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pPr>
      <w:r>
        <w:tab/>
      </w:r>
      <w:r w:rsidR="00B63FFE">
        <w:t xml:space="preserve">Dementia is one of the major causes of disability and dependency in </w:t>
      </w:r>
      <w:r w:rsidR="008C203E">
        <w:t xml:space="preserve">the older population and also has significant social and economic </w:t>
      </w:r>
      <w:r w:rsidR="006F2B81">
        <w:t>impacts</w:t>
      </w:r>
      <w:r w:rsidR="00104723">
        <w:t>.</w:t>
      </w:r>
      <w:r w:rsidR="00D5409F">
        <w:fldChar w:fldCharType="begin">
          <w:fldData xml:space="preserve">PEVuZE5vdGU+PENpdGU+PEF1dGhvcj5XaW1vPC9BdXRob3I+PFllYXI+MjAxNzwvWWVhcj48UmVj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</w:fldData>
        </w:fldChar>
      </w:r>
      <w:r w:rsidR="00D5409F">
        <w:instrText xml:space="preserve"> ADDIN EN.CITE </w:instrText>
      </w:r>
      <w:r w:rsidR="00D5409F">
        <w:fldChar w:fldCharType="begin">
          <w:fldData xml:space="preserve">PEVuZE5vdGU+PENpdGU+PEF1dGhvcj5XaW1vPC9BdXRob3I+PFllYXI+MjAxNzwvWWVhcj48UmVj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</w:fldData>
        </w:fldChar>
      </w:r>
      <w:r w:rsidR="00D5409F">
        <w:instrText xml:space="preserve"> ADDIN EN.CITE.DATA </w:instrText>
      </w:r>
      <w:r w:rsidR="00D5409F">
        <w:fldChar w:fldCharType="end"/>
      </w:r>
      <w:r w:rsidR="00D5409F">
        <w:fldChar w:fldCharType="separate"/>
      </w:r>
      <w:r w:rsidR="00D5409F" w:rsidRPr="00D5409F">
        <w:rPr>
          <w:noProof/>
          <w:vertAlign w:val="superscript"/>
        </w:rPr>
        <w:t>4</w:t>
      </w:r>
      <w:r w:rsidR="00D5409F">
        <w:fldChar w:fldCharType="end"/>
      </w:r>
      <w:r w:rsidR="00104723">
        <w:t xml:space="preserve"> </w:t>
      </w:r>
      <w:r w:rsidR="005158DD">
        <w:t xml:space="preserve">However, </w:t>
      </w:r>
      <w:r w:rsidR="00225078">
        <w:t>there</w:t>
      </w:r>
      <w:r w:rsidR="00B7061D">
        <w:t xml:space="preserve"> are currently no drugs to cure</w:t>
      </w:r>
      <w:r w:rsidR="00225078">
        <w:t xml:space="preserve"> dementia</w:t>
      </w:r>
      <w:r w:rsidR="00926CFC">
        <w:t xml:space="preserve"> or to modify its clinical course</w:t>
      </w:r>
      <w:r w:rsidR="007C0BFA">
        <w:t>,</w:t>
      </w:r>
      <w:r w:rsidR="00225078">
        <w:t xml:space="preserve"> and symptomatic medication only has modest effects</w:t>
      </w:r>
      <w:r w:rsidR="00104723">
        <w:t>.</w:t>
      </w:r>
      <w:r w:rsidR="00D5409F">
        <w:fldChar w:fldCharType="begin">
          <w:fldData xml:space="preserve">PEVuZE5vdGU+PENpdGU+PEF1dGhvcj5DdW1taW5nczwvQXV0aG9yPjxZZWFyPjIwMDQ8L1llYXI+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</w:fldData>
        </w:fldChar>
      </w:r>
      <w:r w:rsidR="00D5409F">
        <w:instrText xml:space="preserve"> ADDIN EN.CITE </w:instrText>
      </w:r>
      <w:r w:rsidR="00D5409F">
        <w:fldChar w:fldCharType="begin">
          <w:fldData xml:space="preserve">PEVuZE5vdGU+PENpdGU+PEF1dGhvcj5DdW1taW5nczwvQXV0aG9yPjxZZWFyPjIwMDQ8L1llYXI+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</w:fldData>
        </w:fldChar>
      </w:r>
      <w:r w:rsidR="00D5409F">
        <w:instrText xml:space="preserve"> ADDIN EN.CITE.DATA </w:instrText>
      </w:r>
      <w:r w:rsidR="00D5409F">
        <w:fldChar w:fldCharType="end"/>
      </w:r>
      <w:r w:rsidR="00D5409F">
        <w:fldChar w:fldCharType="separate"/>
      </w:r>
      <w:r w:rsidR="00D5409F" w:rsidRPr="00D5409F">
        <w:rPr>
          <w:noProof/>
          <w:vertAlign w:val="superscript"/>
        </w:rPr>
        <w:t>5, 6</w:t>
      </w:r>
      <w:r w:rsidR="00D5409F">
        <w:fldChar w:fldCharType="end"/>
      </w:r>
      <w:r w:rsidR="00B7061D">
        <w:t xml:space="preserve"> </w:t>
      </w:r>
      <w:r w:rsidR="00DC6E16">
        <w:t xml:space="preserve">Thus, </w:t>
      </w:r>
      <w:r w:rsidR="00AC0102">
        <w:t xml:space="preserve">identifying </w:t>
      </w:r>
      <w:r w:rsidR="00537293">
        <w:t xml:space="preserve">modifiable risk </w:t>
      </w:r>
      <w:r w:rsidR="005158DD">
        <w:t xml:space="preserve">factors </w:t>
      </w:r>
      <w:r w:rsidR="00622F01">
        <w:t xml:space="preserve">of the </w:t>
      </w:r>
      <w:r w:rsidR="00AA3830">
        <w:t>precursory stage</w:t>
      </w:r>
      <w:r w:rsidR="005158DD">
        <w:t xml:space="preserve"> of dementia </w:t>
      </w:r>
      <w:r w:rsidR="008210A1">
        <w:t xml:space="preserve">to establish </w:t>
      </w:r>
      <w:r w:rsidR="005158DD">
        <w:t xml:space="preserve">interventions to prevent </w:t>
      </w:r>
      <w:r w:rsidR="00622F01">
        <w:t xml:space="preserve">or delay </w:t>
      </w:r>
      <w:r w:rsidR="005158DD">
        <w:t xml:space="preserve">the </w:t>
      </w:r>
      <w:r w:rsidR="00622F01">
        <w:t xml:space="preserve">onset </w:t>
      </w:r>
      <w:r w:rsidR="005158DD">
        <w:t>of dementia</w:t>
      </w:r>
      <w:r w:rsidR="002218DA">
        <w:t xml:space="preserve"> is a priority</w:t>
      </w:r>
      <w:r w:rsidR="005158DD">
        <w:t xml:space="preserve">. </w:t>
      </w:r>
      <w:r w:rsidR="00FE7F2A">
        <w:t>Specifically, m</w:t>
      </w:r>
      <w:r w:rsidR="005158DD">
        <w:t xml:space="preserve">ild cognitive impairment </w:t>
      </w:r>
      <w:r w:rsidR="00897FF4">
        <w:t xml:space="preserve">(MCI) </w:t>
      </w:r>
      <w:r w:rsidR="005158DD">
        <w:t>is considered to be</w:t>
      </w:r>
      <w:r w:rsidR="00DA5047">
        <w:t xml:space="preserve"> a </w:t>
      </w:r>
      <w:r w:rsidR="00486A5E">
        <w:t xml:space="preserve">preclinical transitional state </w:t>
      </w:r>
      <w:r w:rsidR="00DA5047">
        <w:t>of dementia</w:t>
      </w:r>
      <w:r w:rsidR="00D5409F">
        <w:fldChar w:fldCharType="begin"/>
      </w:r>
      <w:r w:rsidR="00D5409F">
        <w:instrText xml:space="preserve"> ADDIN EN.CITE &lt;EndNote&gt;&lt;Cite&gt;&lt;Author&gt;Petersen&lt;/Author&gt;&lt;Year&gt;1999&lt;/Year&gt;&lt;RecNum&gt;11113&lt;/RecNum&gt;&lt;DisplayText&gt;&lt;style face="superscript"&gt;7&lt;/style&gt;&lt;/DisplayText&gt;&lt;record&gt;&lt;rec-number&gt;11113&lt;/rec-number&gt;&lt;foreign-keys&gt;&lt;key app="EN" db-id="av2px5paiv9psse599xpdtrptzaferevtwxz" timestamp="1499696287"&gt;11113&lt;/key&gt;&lt;/foreign-keys&gt;&lt;ref-type name="Journal Article"&gt;17&lt;/ref-type&gt;&lt;contributors&gt;&lt;authors&gt;&lt;author&gt;Petersen, R. C.&lt;/author&gt;&lt;author&gt;Smith, G. E.&lt;/author&gt;&lt;author&gt;Waring, S. C.&lt;/author&gt;&lt;author&gt;Ivnik, R. J.&lt;/author&gt;&lt;author&gt;Tangalos, E. G.&lt;/author&gt;&lt;author&gt;Kokmen, E.&lt;/author&gt;&lt;/authors&gt;&lt;/contributors&gt;&lt;auth-address&gt;Department of Neurology, Mayo Clinic, Rochester, Minn 55905, USA.&lt;/auth-address&gt;&lt;titles&gt;&lt;title&gt;Mild cognitive impairment: clinical characterization and outcome&lt;/title&gt;&lt;secondary-title&gt;Arch Neurol&lt;/secondary-title&gt;&lt;alt-title&gt;Archives of neurology&lt;/alt-title&gt;&lt;/titles&gt;&lt;periodical&gt;&lt;full-title&gt;Arch Neurol&lt;/full-title&gt;&lt;abbr-1&gt;Archives of neurology&lt;/abbr-1&gt;&lt;/periodical&gt;&lt;alt-periodical&gt;&lt;full-title&gt;Arch Neurol&lt;/full-title&gt;&lt;abbr-1&gt;Archives of neurology&lt;/abbr-1&gt;&lt;/alt-periodical&gt;&lt;pages&gt;303-8&lt;/pages&gt;&lt;volume&gt;56&lt;/volume&gt;&lt;number&gt;3&lt;/number&gt;&lt;edition&gt;1999/04/06&lt;/edition&gt;&lt;keywords&gt;&lt;keyword&gt;Aged&lt;/keyword&gt;&lt;keyword&gt;Alzheimer Disease/diagnosis/pathology/*psychology&lt;/keyword&gt;&lt;keyword&gt;Cognition Disorders/classification/diagnosis/*psychology&lt;/keyword&gt;&lt;keyword&gt;Demography&lt;/keyword&gt;&lt;keyword&gt;Diagnosis, Differential&lt;/keyword&gt;&lt;keyword&gt;Disease Progression&lt;/keyword&gt;&lt;keyword&gt;Female&lt;/keyword&gt;&lt;keyword&gt;Humans&lt;/keyword&gt;&lt;keyword&gt;Longitudinal Studies&lt;/keyword&gt;&lt;keyword&gt;Male&lt;/keyword&gt;&lt;keyword&gt;*Memory&lt;/keyword&gt;&lt;keyword&gt;Prospective Studies&lt;/keyword&gt;&lt;/keywords&gt;&lt;dates&gt;&lt;year&gt;1999&lt;/year&gt;&lt;pub-dates&gt;&lt;date&gt;Mar&lt;/date&gt;&lt;/pub-dates&gt;&lt;/dates&gt;&lt;isbn&gt;0003-9942 (Print)&amp;#xD;0003-9942&lt;/isbn&gt;&lt;accession-num&gt;10190820&lt;/accession-num&gt;&lt;urls&gt;&lt;/urls&gt;&lt;remote-database-provider&gt;NLM&lt;/remote-database-provider&gt;&lt;language&gt;eng&lt;/language&gt;&lt;/record&gt;&lt;/Cite&gt;&lt;/EndNote&gt;</w:instrText>
      </w:r>
      <w:r w:rsidR="00D5409F">
        <w:fldChar w:fldCharType="separate"/>
      </w:r>
      <w:r w:rsidR="00D5409F" w:rsidRPr="00D5409F">
        <w:rPr>
          <w:noProof/>
          <w:vertAlign w:val="superscript"/>
        </w:rPr>
        <w:t>7</w:t>
      </w:r>
      <w:r w:rsidR="00D5409F">
        <w:fldChar w:fldCharType="end"/>
      </w:r>
      <w:r w:rsidR="0059415A">
        <w:t xml:space="preserve"> for which targeted interventions may be </w:t>
      </w:r>
      <w:r w:rsidR="0059415A" w:rsidRPr="004B7F77">
        <w:t xml:space="preserve">feasible. </w:t>
      </w:r>
      <w:r w:rsidR="004B7F77" w:rsidRPr="00F42757">
        <w:rPr>
          <w:rFonts w:cs="Times New Roman"/>
        </w:rPr>
        <w:t>The conversion rate of MCI to dementia has been estimated to be 12%, 20%, and 50% at 1, 3, and 5 years, respectively</w:t>
      </w:r>
      <w:r w:rsidR="00581EE0">
        <w:rPr>
          <w:rFonts w:cs="Times New Roman"/>
        </w:rPr>
        <w:t>.</w:t>
      </w:r>
      <w:r w:rsidR="00D5409F">
        <w:rPr>
          <w:rFonts w:cs="Times New Roman"/>
        </w:rPr>
        <w:fldChar w:fldCharType="begin">
          <w:fldData xml:space="preserve">PEVuZE5vdGU+PENpdGU+PEF1dGhvcj5Tb2xmcml6emk8L0F1dGhvcj48WWVhcj4yMDA0PC9ZZWFy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</w:fldData>
        </w:fldChar>
      </w:r>
      <w:r w:rsidR="00D5409F">
        <w:rPr>
          <w:rFonts w:cs="Times New Roman"/>
        </w:rPr>
        <w:instrText xml:space="preserve"> ADDIN EN.CITE </w:instrText>
      </w:r>
      <w:r w:rsidR="00D5409F">
        <w:rPr>
          <w:rFonts w:cs="Times New Roman"/>
        </w:rPr>
        <w:fldChar w:fldCharType="begin">
          <w:fldData xml:space="preserve">PEVuZE5vdGU+PENpdGU+PEF1dGhvcj5Tb2xmcml6emk8L0F1dGhvcj48WWVhcj4yMDA0PC9ZZWFy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</w:fldData>
        </w:fldChar>
      </w:r>
      <w:r w:rsidR="00D5409F">
        <w:rPr>
          <w:rFonts w:cs="Times New Roman"/>
        </w:rPr>
        <w:instrText xml:space="preserve"> ADDIN EN.CITE.DATA </w:instrText>
      </w:r>
      <w:r w:rsidR="00D5409F">
        <w:rPr>
          <w:rFonts w:cs="Times New Roman"/>
        </w:rPr>
      </w:r>
      <w:r w:rsidR="00D5409F">
        <w:rPr>
          <w:rFonts w:cs="Times New Roman"/>
        </w:rPr>
        <w:fldChar w:fldCharType="end"/>
      </w:r>
      <w:r w:rsidR="00D5409F">
        <w:rPr>
          <w:rFonts w:cs="Times New Roman"/>
        </w:rPr>
      </w:r>
      <w:r w:rsidR="00D5409F">
        <w:rPr>
          <w:rFonts w:cs="Times New Roman"/>
        </w:rPr>
        <w:fldChar w:fldCharType="separate"/>
      </w:r>
      <w:r w:rsidR="00D5409F" w:rsidRPr="00D5409F">
        <w:rPr>
          <w:rFonts w:cs="Times New Roman"/>
          <w:noProof/>
          <w:vertAlign w:val="superscript"/>
        </w:rPr>
        <w:t>8</w:t>
      </w:r>
      <w:r w:rsidR="00D5409F">
        <w:rPr>
          <w:rFonts w:cs="Times New Roman"/>
        </w:rPr>
        <w:fldChar w:fldCharType="end"/>
      </w:r>
      <w:r w:rsidR="004B7F77">
        <w:t xml:space="preserve"> </w:t>
      </w:r>
      <w:r w:rsidR="003117C9">
        <w:t xml:space="preserve">Previously reported </w:t>
      </w:r>
      <w:r w:rsidR="00BB7664">
        <w:t xml:space="preserve">potentially modifiable </w:t>
      </w:r>
      <w:r w:rsidR="003117C9">
        <w:t xml:space="preserve">risk factors for MCI include factors such as low </w:t>
      </w:r>
      <w:r w:rsidR="003117C9" w:rsidRPr="003B06F7">
        <w:t xml:space="preserve">physical activity, </w:t>
      </w:r>
      <w:r w:rsidR="006270A5">
        <w:t>obesity,</w:t>
      </w:r>
      <w:r w:rsidR="003117C9" w:rsidRPr="003B06F7">
        <w:t xml:space="preserve"> </w:t>
      </w:r>
      <w:r w:rsidR="00A6387D" w:rsidRPr="003B06F7">
        <w:t>diabetes</w:t>
      </w:r>
      <w:r w:rsidR="00FE1B33">
        <w:t xml:space="preserve">, </w:t>
      </w:r>
      <w:r w:rsidR="000409DD">
        <w:t xml:space="preserve">and </w:t>
      </w:r>
      <w:r w:rsidR="004B3ABC">
        <w:t>hypertension</w:t>
      </w:r>
      <w:r w:rsidR="00104723">
        <w:t>.</w:t>
      </w:r>
      <w:r w:rsidR="00D5409F">
        <w:fldChar w:fldCharType="begin">
          <w:fldData xml:space="preserve">PEVuZE5vdGU+PENpdGU+PEF1dGhvcj5MYXJhPC9BdXRob3I+PFllYXI+MjAxNjwvWWVhcj48UmVj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</w:fldData>
        </w:fldChar>
      </w:r>
      <w:r w:rsidR="00D5409F">
        <w:instrText xml:space="preserve"> ADDIN EN.CITE </w:instrText>
      </w:r>
      <w:r w:rsidR="00D5409F">
        <w:fldChar w:fldCharType="begin">
          <w:fldData xml:space="preserve">PEVuZE5vdGU+PENpdGU+PEF1dGhvcj5MYXJhPC9BdXRob3I+PFllYXI+MjAxNjwvWWVhcj48UmVj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</w:fldData>
        </w:fldChar>
      </w:r>
      <w:r w:rsidR="00D5409F">
        <w:instrText xml:space="preserve"> ADDIN EN.CITE.DATA </w:instrText>
      </w:r>
      <w:r w:rsidR="00D5409F">
        <w:fldChar w:fldCharType="end"/>
      </w:r>
      <w:r w:rsidR="00D5409F">
        <w:fldChar w:fldCharType="separate"/>
      </w:r>
      <w:r w:rsidR="00D5409F" w:rsidRPr="00D5409F">
        <w:rPr>
          <w:noProof/>
          <w:vertAlign w:val="superscript"/>
        </w:rPr>
        <w:t>9</w:t>
      </w:r>
      <w:r w:rsidR="00D5409F">
        <w:fldChar w:fldCharType="end"/>
      </w:r>
      <w:r w:rsidR="003117C9" w:rsidRPr="003B06F7">
        <w:t xml:space="preserve"> </w:t>
      </w:r>
    </w:p>
    <w:p w14:paraId="118DAD2F" w14:textId="7646E21F" w:rsidR="00C7200E" w:rsidRPr="00D42100" w:rsidRDefault="00896CEF" w:rsidP="00203D67">
      <w:pPr>
        <w:spacing w:line="480" w:lineRule="auto"/>
      </w:pPr>
      <w:r>
        <w:tab/>
      </w:r>
      <w:r w:rsidR="005113CE">
        <w:t>In terms of</w:t>
      </w:r>
      <w:r w:rsidR="007E0582">
        <w:t xml:space="preserve"> </w:t>
      </w:r>
      <w:r w:rsidR="00EB523D">
        <w:t xml:space="preserve">single </w:t>
      </w:r>
      <w:r w:rsidR="007E0582">
        <w:t>chronic physical diseases</w:t>
      </w:r>
      <w:r w:rsidR="005113CE">
        <w:t>, m</w:t>
      </w:r>
      <w:r w:rsidR="00C45603">
        <w:t xml:space="preserve">ost previous studies have focused on </w:t>
      </w:r>
      <w:r w:rsidR="00013185">
        <w:t>cardio</w:t>
      </w:r>
      <w:r w:rsidR="000C31D4">
        <w:t>-</w:t>
      </w:r>
      <w:r w:rsidR="00013185">
        <w:t>metabolic diseases,</w:t>
      </w:r>
      <w:r w:rsidR="00D5409F">
        <w:fldChar w:fldCharType="begin"/>
      </w:r>
      <w:r w:rsidR="00D5409F">
        <w:instrText xml:space="preserve"> ADDIN EN.CITE &lt;EndNote&gt;&lt;Cite&gt;&lt;Author&gt;Biessels&lt;/Author&gt;&lt;Year&gt;2006&lt;/Year&gt;&lt;RecNum&gt;11062&lt;/RecNum&gt;&lt;DisplayText&gt;&lt;style face="superscript"&gt;10&lt;/style&gt;&lt;/DisplayText&gt;&lt;record&gt;&lt;rec-number&gt;11062&lt;/rec-number&gt;&lt;foreign-keys&gt;&lt;key app="EN" db-id="av2px5paiv9psse599xpdtrptzaferevtwxz" timestamp="1499607396"&gt;11062&lt;/key&gt;&lt;key app="ENWeb" db-id=""&gt;0&lt;/key&gt;&lt;/foreign-keys&gt;&lt;ref-type name="Journal Article"&gt;17&lt;/ref-type&gt;&lt;contributors&gt;&lt;authors&gt;&lt;author&gt;Biessels, Geert Jan&lt;/author&gt;&lt;author&gt;Staekenborg, Salka&lt;/author&gt;&lt;author&gt;Brunner, Eric&lt;/author&gt;&lt;author&gt;Brayne, Carol&lt;/author&gt;&lt;author&gt;Scheltens, Philip&lt;/author&gt;&lt;/authors&gt;&lt;/contributors&gt;&lt;titles&gt;&lt;title&gt;Risk of dementia in diabetes mellitus: a systematic review&lt;/title&gt;&lt;secondary-title&gt;The Lancet Neurology&lt;/secondary-title&gt;&lt;/titles&gt;&lt;periodical&gt;&lt;full-title&gt;The Lancet Neurology&lt;/full-title&gt;&lt;/periodical&gt;&lt;pages&gt;64-74&lt;/pages&gt;&lt;volume&gt;5&lt;/volume&gt;&lt;number&gt;1&lt;/number&gt;&lt;dates&gt;&lt;year&gt;2006&lt;/year&gt;&lt;/dates&gt;&lt;isbn&gt;14744422&lt;/isbn&gt;&lt;urls&gt;&lt;/urls&gt;&lt;electronic-resource-num&gt;10.1016/s1474-4422(05)70284-2&lt;/electronic-resource-num&gt;&lt;/record&gt;&lt;/Cite&gt;&lt;/EndNote&gt;</w:instrText>
      </w:r>
      <w:r w:rsidR="00D5409F">
        <w:fldChar w:fldCharType="separate"/>
      </w:r>
      <w:r w:rsidR="00D5409F" w:rsidRPr="00D5409F">
        <w:rPr>
          <w:noProof/>
          <w:vertAlign w:val="superscript"/>
        </w:rPr>
        <w:t>10</w:t>
      </w:r>
      <w:r w:rsidR="00D5409F">
        <w:fldChar w:fldCharType="end"/>
      </w:r>
      <w:r w:rsidR="00013185">
        <w:t xml:space="preserve"> but  </w:t>
      </w:r>
      <w:r w:rsidR="00C45603">
        <w:t xml:space="preserve">studies on other chronic conditions are limited. Furthermore, </w:t>
      </w:r>
      <w:r w:rsidR="006437AF">
        <w:t xml:space="preserve">there is a notable paucity of data on the association between multimorbidity (i.e., coexistence of </w:t>
      </w:r>
      <w:r w:rsidR="006437AF">
        <w:rPr>
          <w:rFonts w:cs="Times New Roman"/>
        </w:rPr>
        <w:t>≥</w:t>
      </w:r>
      <w:r w:rsidR="006437AF">
        <w:t>2 chronic conditions)</w:t>
      </w:r>
      <w:r w:rsidR="001E6330">
        <w:t xml:space="preserve"> and MCI</w:t>
      </w:r>
      <w:r w:rsidR="006437AF">
        <w:t xml:space="preserve">. </w:t>
      </w:r>
      <w:r w:rsidR="00E67650">
        <w:t>Multimorbidity i</w:t>
      </w:r>
      <w:r w:rsidR="00552B38">
        <w:t xml:space="preserve">s </w:t>
      </w:r>
      <w:r w:rsidR="006B00F4">
        <w:t xml:space="preserve">highly prevalent in the older population, and is </w:t>
      </w:r>
      <w:r w:rsidR="00552B38">
        <w:t xml:space="preserve">an important risk concept as it is associated with increased disability, poorer quality of life, polypharmacy, premature mortality, </w:t>
      </w:r>
      <w:r w:rsidR="006B00F4">
        <w:t xml:space="preserve">and </w:t>
      </w:r>
      <w:r w:rsidR="00552B38">
        <w:t xml:space="preserve">increased </w:t>
      </w:r>
      <w:r w:rsidR="00B96AD4">
        <w:t>health care costs</w:t>
      </w:r>
      <w:r w:rsidR="00104723">
        <w:t>.</w:t>
      </w:r>
      <w:r w:rsidR="00D5409F">
        <w:fldChar w:fldCharType="begin">
          <w:fldData xml:space="preserve">PEVuZE5vdGU+PENpdGU+PEF1dGhvcj5NYXJlbmdvbmk8L0F1dGhvcj48WWVhcj4yMDExPC9ZZWFy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==
</w:fldData>
        </w:fldChar>
      </w:r>
      <w:r w:rsidR="007A3A46">
        <w:instrText xml:space="preserve"> ADDIN EN.CITE </w:instrText>
      </w:r>
      <w:r w:rsidR="007A3A46">
        <w:fldChar w:fldCharType="begin">
          <w:fldData xml:space="preserve">PEVuZE5vdGU+PENpdGU+PEF1dGhvcj5NYXJlbmdvbmk8L0F1dGhvcj48WWVhcj4yMDExPC9ZZWFy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==
</w:fldData>
        </w:fldChar>
      </w:r>
      <w:r w:rsidR="007A3A46">
        <w:instrText xml:space="preserve"> ADDIN EN.CITE.DATA </w:instrText>
      </w:r>
      <w:r w:rsidR="007A3A46">
        <w:fldChar w:fldCharType="end"/>
      </w:r>
      <w:r w:rsidR="00D5409F">
        <w:fldChar w:fldCharType="separate"/>
      </w:r>
      <w:r w:rsidR="007A3A46" w:rsidRPr="007A3A46">
        <w:rPr>
          <w:noProof/>
          <w:vertAlign w:val="superscript"/>
        </w:rPr>
        <w:t>11,12</w:t>
      </w:r>
      <w:r w:rsidR="00D5409F">
        <w:fldChar w:fldCharType="end"/>
      </w:r>
      <w:r w:rsidR="00280E51">
        <w:t xml:space="preserve"> </w:t>
      </w:r>
    </w:p>
    <w:p w14:paraId="4FE38983" w14:textId="135EE1BC" w:rsidR="00C56538" w:rsidRPr="0072248D" w:rsidRDefault="003C36B3" w:rsidP="00203D67">
      <w:pPr>
        <w:spacing w:line="480" w:lineRule="auto"/>
      </w:pPr>
      <w:r>
        <w:tab/>
      </w:r>
      <w:r w:rsidR="00CD3542">
        <w:t xml:space="preserve">To our knowledge, </w:t>
      </w:r>
      <w:r w:rsidR="00FA0706">
        <w:t xml:space="preserve">as yet, </w:t>
      </w:r>
      <w:r w:rsidR="0038034B">
        <w:t xml:space="preserve">only a </w:t>
      </w:r>
      <w:r w:rsidR="00123861">
        <w:t xml:space="preserve">few </w:t>
      </w:r>
      <w:r w:rsidR="00CD3542">
        <w:t xml:space="preserve">studies </w:t>
      </w:r>
      <w:r w:rsidR="00FA0706">
        <w:t xml:space="preserve">have </w:t>
      </w:r>
      <w:r w:rsidR="009E0E91">
        <w:t xml:space="preserve">specifically </w:t>
      </w:r>
      <w:r w:rsidR="00FA0706">
        <w:t xml:space="preserve">focused </w:t>
      </w:r>
      <w:r w:rsidR="009E0E91">
        <w:t xml:space="preserve">on </w:t>
      </w:r>
      <w:r w:rsidR="00D43947">
        <w:t xml:space="preserve">the association between </w:t>
      </w:r>
      <w:r w:rsidR="009E0E91">
        <w:t xml:space="preserve">multimorbidity and </w:t>
      </w:r>
      <w:r w:rsidR="00D43947">
        <w:t>MCI in the general population</w:t>
      </w:r>
      <w:r w:rsidR="00104723">
        <w:t>.</w:t>
      </w:r>
      <w:r w:rsidR="00D5409F">
        <w:fldChar w:fldCharType="begin">
          <w:fldData xml:space="preserve">PEVuZE5vdGU+PENpdGU+PEF1dGhvcj5WYXNzaWxha2k8L0F1dGhvcj48WWVhcj4yMDE1PC9ZZWFy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</w:fldData>
        </w:fldChar>
      </w:r>
      <w:r w:rsidR="00D5409F">
        <w:instrText xml:space="preserve"> ADDIN EN.CITE </w:instrText>
      </w:r>
      <w:r w:rsidR="00D5409F">
        <w:fldChar w:fldCharType="begin">
          <w:fldData xml:space="preserve">PEVuZE5vdGU+PENpdGU+PEF1dGhvcj5WYXNzaWxha2k8L0F1dGhvcj48WWVhcj4yMDE1PC9ZZWFy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</w:fldData>
        </w:fldChar>
      </w:r>
      <w:r w:rsidR="00D5409F">
        <w:instrText xml:space="preserve"> ADDIN EN.CITE.DATA </w:instrText>
      </w:r>
      <w:r w:rsidR="00D5409F">
        <w:fldChar w:fldCharType="end"/>
      </w:r>
      <w:r w:rsidR="00D5409F">
        <w:fldChar w:fldCharType="separate"/>
      </w:r>
      <w:r w:rsidR="00D5409F" w:rsidRPr="00D5409F">
        <w:rPr>
          <w:noProof/>
          <w:vertAlign w:val="superscript"/>
        </w:rPr>
        <w:t>13, 14</w:t>
      </w:r>
      <w:r w:rsidR="00D5409F">
        <w:fldChar w:fldCharType="end"/>
      </w:r>
      <w:r w:rsidR="00D43947">
        <w:t xml:space="preserve"> </w:t>
      </w:r>
      <w:r w:rsidR="00CD3542">
        <w:t>One U.S.</w:t>
      </w:r>
      <w:r w:rsidR="00AE1D92">
        <w:t xml:space="preserve"> longitudinal </w:t>
      </w:r>
      <w:r w:rsidR="00E95785">
        <w:t xml:space="preserve">study found that </w:t>
      </w:r>
      <w:r w:rsidR="003915D7">
        <w:t>multimorbidity is associated with a 1.38 (95%CI=1.05-1.82) tim</w:t>
      </w:r>
      <w:r w:rsidR="00941539">
        <w:t xml:space="preserve">es higher risk for MCI or </w:t>
      </w:r>
      <w:r w:rsidR="00E95785">
        <w:t>dementia</w:t>
      </w:r>
      <w:r w:rsidR="00C72BED">
        <w:t xml:space="preserve"> among individuals aged </w:t>
      </w:r>
      <w:r w:rsidR="00C72BED">
        <w:rPr>
          <w:rFonts w:cs="Times New Roman"/>
        </w:rPr>
        <w:t>≥</w:t>
      </w:r>
      <w:r w:rsidR="00C72BED">
        <w:t>70 years</w:t>
      </w:r>
      <w:r w:rsidR="0040711B">
        <w:t xml:space="preserve"> (n=2176)</w:t>
      </w:r>
      <w:r w:rsidR="00E95785">
        <w:t xml:space="preserve">. </w:t>
      </w:r>
      <w:r w:rsidR="0040711B">
        <w:t xml:space="preserve">Another </w:t>
      </w:r>
      <w:r w:rsidR="006A38A4">
        <w:t xml:space="preserve">cross-sectional </w:t>
      </w:r>
      <w:r w:rsidR="0040711B">
        <w:t xml:space="preserve">study from Sweden found that compared to no chronic conditions, </w:t>
      </w:r>
      <w:r w:rsidR="005853EB">
        <w:t>2-3 conditions are</w:t>
      </w:r>
      <w:r w:rsidR="00C56538">
        <w:t xml:space="preserve"> associated with 3.03 (95%CI=1.20-7.64) </w:t>
      </w:r>
      <w:r w:rsidR="00873F42">
        <w:t xml:space="preserve">times </w:t>
      </w:r>
      <w:r w:rsidR="00C56538">
        <w:t xml:space="preserve">higher odds for MCI among individuals </w:t>
      </w:r>
      <w:r w:rsidR="00E82503">
        <w:t xml:space="preserve">aged </w:t>
      </w:r>
      <w:r w:rsidR="00E82503">
        <w:rPr>
          <w:rFonts w:cs="Times New Roman"/>
        </w:rPr>
        <w:t>≥</w:t>
      </w:r>
      <w:r w:rsidR="00E82503">
        <w:t>75 years</w:t>
      </w:r>
      <w:r w:rsidR="00B00BD9">
        <w:t xml:space="preserve"> (n=1435)</w:t>
      </w:r>
      <w:r w:rsidR="00104723">
        <w:t>.</w:t>
      </w:r>
      <w:r w:rsidR="00D5409F">
        <w:fldChar w:fldCharType="begin">
          <w:fldData xml:space="preserve">PEVuZE5vdGU+PENpdGU+PEF1dGhvcj5Gcmlzb25pPC9BdXRob3I+PFllYXI+MjAwMDwvWWVhcj48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</w:fldData>
        </w:fldChar>
      </w:r>
      <w:r w:rsidR="00D5409F">
        <w:instrText xml:space="preserve"> ADDIN EN.CITE </w:instrText>
      </w:r>
      <w:r w:rsidR="00D5409F">
        <w:fldChar w:fldCharType="begin">
          <w:fldData xml:space="preserve">PEVuZE5vdGU+PENpdGU+PEF1dGhvcj5Gcmlzb25pPC9BdXRob3I+PFllYXI+MjAwMDwvWWVhcj48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</w:fldData>
        </w:fldChar>
      </w:r>
      <w:r w:rsidR="00D5409F">
        <w:instrText xml:space="preserve"> ADDIN EN.CITE.DATA </w:instrText>
      </w:r>
      <w:r w:rsidR="00D5409F">
        <w:fldChar w:fldCharType="end"/>
      </w:r>
      <w:r w:rsidR="00D5409F">
        <w:fldChar w:fldCharType="separate"/>
      </w:r>
      <w:r w:rsidR="00D5409F" w:rsidRPr="00D5409F">
        <w:rPr>
          <w:noProof/>
          <w:vertAlign w:val="superscript"/>
        </w:rPr>
        <w:t>14</w:t>
      </w:r>
      <w:r w:rsidR="00D5409F">
        <w:fldChar w:fldCharType="end"/>
      </w:r>
      <w:r w:rsidR="00C56538">
        <w:t xml:space="preserve"> </w:t>
      </w:r>
      <w:r w:rsidR="00315EF6">
        <w:t xml:space="preserve">However, these studies were conducted in </w:t>
      </w:r>
      <w:r w:rsidR="00744ACE">
        <w:t>a limited location</w:t>
      </w:r>
      <w:r w:rsidR="00CB258C">
        <w:t xml:space="preserve"> in </w:t>
      </w:r>
      <w:r w:rsidR="00164DB6">
        <w:t xml:space="preserve">single </w:t>
      </w:r>
      <w:r w:rsidR="00315EF6">
        <w:t xml:space="preserve">high-income countries with a focus only on the elderly. </w:t>
      </w:r>
      <w:r w:rsidR="00124068">
        <w:t>Thus,</w:t>
      </w:r>
      <w:r w:rsidR="00C126D6">
        <w:t xml:space="preserve"> it is unknown whether the</w:t>
      </w:r>
      <w:r w:rsidR="00367D0C">
        <w:t>se</w:t>
      </w:r>
      <w:r w:rsidR="00C126D6">
        <w:t xml:space="preserve"> results are applicable to other </w:t>
      </w:r>
      <w:r w:rsidR="00124068">
        <w:t>age groups</w:t>
      </w:r>
      <w:r w:rsidR="0019183A">
        <w:t xml:space="preserve"> or settings</w:t>
      </w:r>
      <w:r w:rsidR="00C126D6">
        <w:t xml:space="preserve">. </w:t>
      </w:r>
      <w:r w:rsidR="00025856" w:rsidRPr="00025856">
        <w:rPr>
          <w:rFonts w:cs="Times New Roman"/>
        </w:rPr>
        <w:t>Assessment of cognitive function and its risk factors at earlier ages is important from the point of view of prevention of dementia as cognitive dysfunction appears up to 10 years before the actual dementia diagnosis</w:t>
      </w:r>
      <w:r w:rsidR="00576310">
        <w:rPr>
          <w:rFonts w:cs="Times New Roman"/>
        </w:rPr>
        <w:t>,</w:t>
      </w:r>
      <w:r w:rsidR="00025856" w:rsidRPr="00025856">
        <w:rPr>
          <w:rFonts w:cs="Times New Roman"/>
        </w:rPr>
        <w:fldChar w:fldCharType="begin">
          <w:fldData xml:space="preserve">PEVuZE5vdGU+PENpdGU+PEF1dGhvcj5BbWlldmE8L0F1dGhvcj48WWVhcj4yMDA1PC9ZZWFyPjxS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</w:fldData>
        </w:fldChar>
      </w:r>
      <w:r w:rsidR="0064161A">
        <w:rPr>
          <w:rFonts w:cs="Times New Roman"/>
        </w:rPr>
        <w:instrText xml:space="preserve"> ADDIN EN.CITE </w:instrText>
      </w:r>
      <w:r w:rsidR="0064161A">
        <w:rPr>
          <w:rFonts w:cs="Times New Roman"/>
        </w:rPr>
        <w:fldChar w:fldCharType="begin">
          <w:fldData xml:space="preserve">PEVuZE5vdGU+PENpdGU+PEF1dGhvcj5BbWlldmE8L0F1dGhvcj48WWVhcj4yMDA1PC9ZZWFyPjxS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</w:fldData>
        </w:fldChar>
      </w:r>
      <w:r w:rsidR="0064161A">
        <w:rPr>
          <w:rFonts w:cs="Times New Roman"/>
        </w:rPr>
        <w:instrText xml:space="preserve"> ADDIN EN.CITE.DATA </w:instrText>
      </w:r>
      <w:r w:rsidR="0064161A">
        <w:rPr>
          <w:rFonts w:cs="Times New Roman"/>
        </w:rPr>
      </w:r>
      <w:r w:rsidR="0064161A">
        <w:rPr>
          <w:rFonts w:cs="Times New Roman"/>
        </w:rPr>
        <w:fldChar w:fldCharType="end"/>
      </w:r>
      <w:r w:rsidR="00025856" w:rsidRPr="00025856">
        <w:rPr>
          <w:rFonts w:cs="Times New Roman"/>
        </w:rPr>
      </w:r>
      <w:r w:rsidR="00025856" w:rsidRPr="00025856">
        <w:rPr>
          <w:rFonts w:cs="Times New Roman"/>
        </w:rPr>
        <w:fldChar w:fldCharType="separate"/>
      </w:r>
      <w:r w:rsidR="0064161A" w:rsidRPr="0064161A">
        <w:rPr>
          <w:rFonts w:cs="Times New Roman"/>
          <w:noProof/>
          <w:vertAlign w:val="superscript"/>
        </w:rPr>
        <w:t>15</w:t>
      </w:r>
      <w:r w:rsidR="00025856" w:rsidRPr="00025856">
        <w:rPr>
          <w:rFonts w:cs="Times New Roman"/>
        </w:rPr>
        <w:fldChar w:fldCharType="end"/>
      </w:r>
      <w:r w:rsidR="00025856" w:rsidRPr="00025856">
        <w:rPr>
          <w:rFonts w:cs="Times New Roman"/>
        </w:rPr>
        <w:t xml:space="preserve"> and the importance of intervening in mid-life</w:t>
      </w:r>
      <w:r w:rsidR="00A04565">
        <w:rPr>
          <w:rFonts w:cs="Times New Roman"/>
        </w:rPr>
        <w:t xml:space="preserve"> has been emphasized</w:t>
      </w:r>
      <w:r w:rsidR="00576310">
        <w:rPr>
          <w:rFonts w:cs="Times New Roman"/>
        </w:rPr>
        <w:t>.</w:t>
      </w:r>
      <w:r w:rsidR="00025856" w:rsidRPr="00025856">
        <w:rPr>
          <w:rFonts w:cs="Times New Roman"/>
        </w:rPr>
        <w:fldChar w:fldCharType="begin">
          <w:fldData xml:space="preserve">PEVuZE5vdGU+PENpdGU+PEF1dGhvcj5BbHpoZWltZXImYXBvcztzIERpc2Vhc2UgSW50ZXJuYXRp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</w:fldData>
        </w:fldChar>
      </w:r>
      <w:r w:rsidR="0064161A">
        <w:rPr>
          <w:rFonts w:cs="Times New Roman"/>
        </w:rPr>
        <w:instrText xml:space="preserve"> ADDIN EN.CITE </w:instrText>
      </w:r>
      <w:r w:rsidR="0064161A">
        <w:rPr>
          <w:rFonts w:cs="Times New Roman"/>
        </w:rPr>
        <w:fldChar w:fldCharType="begin">
          <w:fldData xml:space="preserve">PEVuZE5vdGU+PENpdGU+PEF1dGhvcj5BbHpoZWltZXImYXBvcztzIERpc2Vhc2UgSW50ZXJuYXRp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</w:fldData>
        </w:fldChar>
      </w:r>
      <w:r w:rsidR="0064161A">
        <w:rPr>
          <w:rFonts w:cs="Times New Roman"/>
        </w:rPr>
        <w:instrText xml:space="preserve"> ADDIN EN.CITE.DATA </w:instrText>
      </w:r>
      <w:r w:rsidR="0064161A">
        <w:rPr>
          <w:rFonts w:cs="Times New Roman"/>
        </w:rPr>
      </w:r>
      <w:r w:rsidR="0064161A">
        <w:rPr>
          <w:rFonts w:cs="Times New Roman"/>
        </w:rPr>
        <w:fldChar w:fldCharType="end"/>
      </w:r>
      <w:r w:rsidR="00025856" w:rsidRPr="00025856">
        <w:rPr>
          <w:rFonts w:cs="Times New Roman"/>
        </w:rPr>
      </w:r>
      <w:r w:rsidR="00025856" w:rsidRPr="00025856">
        <w:rPr>
          <w:rFonts w:cs="Times New Roman"/>
        </w:rPr>
        <w:fldChar w:fldCharType="separate"/>
      </w:r>
      <w:r w:rsidR="0064161A" w:rsidRPr="0064161A">
        <w:rPr>
          <w:rFonts w:cs="Times New Roman"/>
          <w:noProof/>
          <w:vertAlign w:val="superscript"/>
        </w:rPr>
        <w:t>16-18</w:t>
      </w:r>
      <w:r w:rsidR="00025856" w:rsidRPr="00025856">
        <w:rPr>
          <w:rFonts w:cs="Times New Roman"/>
        </w:rPr>
        <w:fldChar w:fldCharType="end"/>
      </w:r>
      <w:r w:rsidR="00025856" w:rsidRPr="00025856">
        <w:rPr>
          <w:rFonts w:cs="Times New Roman"/>
        </w:rPr>
        <w:t xml:space="preserve"> </w:t>
      </w:r>
      <w:r w:rsidR="00362119" w:rsidRPr="00025856">
        <w:rPr>
          <w:rFonts w:cs="Times New Roman"/>
        </w:rPr>
        <w:t>Also</w:t>
      </w:r>
      <w:r w:rsidR="00362119">
        <w:rPr>
          <w:rFonts w:cs="Times New Roman"/>
        </w:rPr>
        <w:t>, d</w:t>
      </w:r>
      <w:r w:rsidR="00261D52">
        <w:t>ata on this topic from LMICs are pa</w:t>
      </w:r>
      <w:r w:rsidR="002E4A8C">
        <w:t>rticularly important given</w:t>
      </w:r>
      <w:r w:rsidR="00C56538">
        <w:t xml:space="preserve"> that increasing trends in cardiovascular diseases coupled with epidemics of obesity and increasing hypertension can result in upward trends in </w:t>
      </w:r>
      <w:r w:rsidR="00C56538" w:rsidRPr="002724F4">
        <w:t>dementia prevalence and incidence in this setting</w:t>
      </w:r>
      <w:r w:rsidR="00104723" w:rsidRPr="00DA4ED5">
        <w:t>.</w:t>
      </w:r>
      <w:r w:rsidR="00D5409F" w:rsidRPr="00DA4ED5">
        <w:fldChar w:fldCharType="begin"/>
      </w:r>
      <w:r w:rsidR="00D5409F" w:rsidRPr="002724F4">
        <w:instrText xml:space="preserve"> ADDIN EN.CITE &lt;EndNote&gt;&lt;Cite&gt;&lt;Author&gt;Alzheimer&amp;apos;s Disease International&lt;/Author&gt;&lt;Year&gt;2015&lt;/Year&gt;&lt;RecNum&gt;11175&lt;/RecNum&gt;&lt;DisplayText&gt;&lt;style face="superscript"&gt;3&lt;/style&gt;&lt;/DisplayText&gt;&lt;record&gt;&lt;rec-number&gt;11175&lt;/rec-number&gt;&lt;foreign-keys&gt;&lt;key app="EN" db-id="av2px5paiv9psse599xpdtrptzaferevtwxz" timestamp="1499933039"&gt;11175&lt;/key&gt;&lt;/foreign-keys&gt;&lt;ref-type name="Report"&gt;27&lt;/ref-type&gt;&lt;contributors&gt;&lt;authors&gt;&lt;author&gt;Alzheimer&amp;apos;s Disease International,&lt;/author&gt;&lt;/authors&gt;&lt;/contributors&gt;&lt;titles&gt;&lt;title&gt;World Alzheimer Report&lt;/title&gt;&lt;/titles&gt;&lt;dates&gt;&lt;year&gt;2015&lt;/year&gt;&lt;/dates&gt;&lt;urls&gt;&lt;/urls&gt;&lt;/record&gt;&lt;/Cite&gt;&lt;/EndNote&gt;</w:instrText>
      </w:r>
      <w:r w:rsidR="00D5409F" w:rsidRPr="00DA4ED5">
        <w:fldChar w:fldCharType="separate"/>
      </w:r>
      <w:r w:rsidR="00D5409F" w:rsidRPr="00DA4ED5">
        <w:rPr>
          <w:noProof/>
          <w:vertAlign w:val="superscript"/>
        </w:rPr>
        <w:t>3</w:t>
      </w:r>
      <w:r w:rsidR="00D5409F" w:rsidRPr="00DA4ED5">
        <w:fldChar w:fldCharType="end"/>
      </w:r>
      <w:r w:rsidR="0094638B" w:rsidRPr="002724F4">
        <w:t xml:space="preserve"> </w:t>
      </w:r>
      <w:r w:rsidR="0094638B" w:rsidRPr="00DA4ED5">
        <w:t xml:space="preserve">Furthermore, the association between </w:t>
      </w:r>
      <w:r w:rsidR="0094638B" w:rsidRPr="002724F4">
        <w:t>multimorbidity and MCI may differ in LMICs due to different disease profi</w:t>
      </w:r>
      <w:r w:rsidR="008B008E" w:rsidRPr="002724F4">
        <w:t>les</w:t>
      </w:r>
      <w:r w:rsidR="00C14BB4" w:rsidRPr="002724F4">
        <w:t>, population age structure, and health care systems as well as higher prevalence of poverty and low education</w:t>
      </w:r>
      <w:r w:rsidR="00CF484D" w:rsidRPr="002724F4">
        <w:t>,</w:t>
      </w:r>
      <w:r w:rsidR="0094638B" w:rsidRPr="002724F4">
        <w:t xml:space="preserve"> and suboptimal treatment for chronic conditions</w:t>
      </w:r>
      <w:r w:rsidR="0084380C">
        <w:t>.</w:t>
      </w:r>
      <w:r w:rsidR="005E585D" w:rsidRPr="00DA4ED5">
        <w:rPr>
          <w:rFonts w:cs="Times New Roman"/>
        </w:rPr>
        <w:fldChar w:fldCharType="begin"/>
      </w:r>
      <w:r w:rsidR="005E585D" w:rsidRPr="002724F4">
        <w:rPr>
          <w:rFonts w:cs="Times New Roman"/>
        </w:rPr>
        <w:instrText xml:space="preserve"> ADDIN EN.CITE &lt;EndNote&gt;&lt;Cite&gt;&lt;Author&gt;G. B. D. Healthcare Access Quality Collaborators&lt;/Author&gt;&lt;Year&gt;2017&lt;/Year&gt;&lt;RecNum&gt;10994&lt;/RecNum&gt;&lt;DisplayText&gt;&lt;style face="superscript"&gt;19&lt;/style&gt;&lt;/DisplayText&gt;&lt;record&gt;&lt;rec-number&gt;10994&lt;/rec-number&gt;&lt;foreign-keys&gt;&lt;key app="EN" db-id="av2px5paiv9psse599xpdtrptzaferevtwxz" timestamp="1495813443"&gt;10994&lt;/key&gt;&lt;/foreign-keys&gt;&lt;ref-type name="Journal Article"&gt;17&lt;/ref-type&gt;&lt;contributors&gt;&lt;authors&gt;&lt;author&gt;G. B. D. Healthcare Access Quality Collaborators,&lt;/author&gt;&lt;/authors&gt;&lt;/contributors&gt;&lt;titles&gt;&lt;title&gt;Healthcare Access and Quality Index based on mortality from causes amenable to personal health care in 195 countries and territories, 1990-2015: a novel analysis from the Global Burden of Disease Study 2015&lt;/title&gt;&lt;secondary-title&gt;Lancet&lt;/secondary-title&gt;&lt;alt-title&gt;Lancet (London, England)&lt;/alt-title&gt;&lt;/titles&gt;&lt;periodical&gt;&lt;full-title&gt;Lancet&lt;/full-title&gt;&lt;abbr-1&gt;Lancet&lt;/abbr-1&gt;&lt;/periodical&gt;&lt;pages&gt;231-266&lt;/pages&gt;&lt;volume&gt;390&lt;/volume&gt;&lt;number&gt;10091&lt;/number&gt;&lt;edition&gt;2017/05/23&lt;/edition&gt;&lt;dates&gt;&lt;year&gt;2017&lt;/year&gt;&lt;pub-dates&gt;&lt;date&gt;Jul 15&lt;/date&gt;&lt;/pub-dates&gt;&lt;/dates&gt;&lt;isbn&gt;1474-547X (Electronic)&amp;#xD;0140-6736 (Linking)&lt;/isbn&gt;&lt;accession-num&gt;28528753&lt;/accession-num&gt;&lt;urls&gt;&lt;related-urls&gt;&lt;url&gt;https://www.ncbi.nlm.nih.gov/pubmed/28528753&lt;/url&gt;&lt;/related-urls&gt;&lt;/urls&gt;&lt;custom2&gt;PMC5528124&lt;/custom2&gt;&lt;electronic-resource-num&gt;10.1016/S0140-6736(17)30818-8&lt;/electronic-resource-num&gt;&lt;remote-database-provider&gt;NLM&lt;/remote-database-provider&gt;&lt;language&gt;eng&lt;/language&gt;&lt;/record&gt;&lt;/Cite&gt;&lt;/EndNote&gt;</w:instrText>
      </w:r>
      <w:r w:rsidR="005E585D" w:rsidRPr="00DA4ED5">
        <w:rPr>
          <w:rFonts w:cs="Times New Roman"/>
        </w:rPr>
        <w:fldChar w:fldCharType="separate"/>
      </w:r>
      <w:r w:rsidR="005E585D" w:rsidRPr="00DA4ED5">
        <w:rPr>
          <w:rFonts w:cs="Times New Roman"/>
          <w:noProof/>
          <w:vertAlign w:val="superscript"/>
        </w:rPr>
        <w:t>19</w:t>
      </w:r>
      <w:r w:rsidR="005E585D" w:rsidRPr="00DA4ED5">
        <w:rPr>
          <w:rFonts w:cs="Times New Roman"/>
        </w:rPr>
        <w:fldChar w:fldCharType="end"/>
      </w:r>
      <w:r w:rsidR="00C14BB4" w:rsidRPr="00DA4ED5">
        <w:rPr>
          <w:rFonts w:cs="Times New Roman"/>
          <w:i/>
        </w:rPr>
        <w:t xml:space="preserve"> </w:t>
      </w:r>
    </w:p>
    <w:p w14:paraId="315AF774" w14:textId="51F77DFA" w:rsidR="00410382" w:rsidRDefault="001D123C" w:rsidP="00203D67">
      <w:pPr>
        <w:spacing w:line="480" w:lineRule="auto"/>
      </w:pPr>
      <w:r w:rsidRPr="002724F4">
        <w:tab/>
      </w:r>
      <w:r w:rsidR="00410382" w:rsidRPr="002724F4">
        <w:t xml:space="preserve">Thus, the </w:t>
      </w:r>
      <w:r w:rsidR="00590A30" w:rsidRPr="002724F4">
        <w:t xml:space="preserve">main </w:t>
      </w:r>
      <w:r w:rsidR="00410382" w:rsidRPr="002724F4">
        <w:t>aim of the current study</w:t>
      </w:r>
      <w:r w:rsidR="00410382">
        <w:t xml:space="preserve"> was to assess the association between multimorbidity</w:t>
      </w:r>
      <w:r w:rsidR="0064225C">
        <w:t xml:space="preserve"> and MCI</w:t>
      </w:r>
      <w:r w:rsidR="00410382">
        <w:t xml:space="preserve"> </w:t>
      </w:r>
      <w:r w:rsidR="00124068">
        <w:t xml:space="preserve">among adults aged </w:t>
      </w:r>
      <w:r w:rsidR="00124068">
        <w:rPr>
          <w:rFonts w:cs="Times New Roman"/>
        </w:rPr>
        <w:t>≥</w:t>
      </w:r>
      <w:r w:rsidR="00124068">
        <w:t xml:space="preserve">50 years </w:t>
      </w:r>
      <w:r w:rsidR="00410382">
        <w:t>in six LMICs</w:t>
      </w:r>
      <w:r w:rsidR="00E76896">
        <w:t xml:space="preserve"> using data from the WHO </w:t>
      </w:r>
      <w:r w:rsidR="00E76896" w:rsidRPr="006D51F9">
        <w:rPr>
          <w:rFonts w:cs="Times New Roman"/>
        </w:rPr>
        <w:t xml:space="preserve">Global Ageing and Adult Health </w:t>
      </w:r>
      <w:r w:rsidR="001026DD">
        <w:rPr>
          <w:rFonts w:cs="Times New Roman"/>
        </w:rPr>
        <w:t xml:space="preserve">study </w:t>
      </w:r>
      <w:r w:rsidR="00E76896" w:rsidRPr="006D51F9">
        <w:rPr>
          <w:rFonts w:cs="Times New Roman"/>
        </w:rPr>
        <w:t>(SAGE)</w:t>
      </w:r>
      <w:r w:rsidR="00410382">
        <w:t>.</w:t>
      </w:r>
    </w:p>
    <w:p w14:paraId="7B5C18C2" w14:textId="77777777" w:rsidR="00060F2B" w:rsidRDefault="00060F2B" w:rsidP="00203D67">
      <w:pPr>
        <w:spacing w:line="480" w:lineRule="auto"/>
      </w:pPr>
    </w:p>
    <w:p w14:paraId="036AAEAC" w14:textId="64B5602B" w:rsidR="007A7ADE" w:rsidRPr="009D558B" w:rsidRDefault="009D558B" w:rsidP="00203D67">
      <w:pPr>
        <w:spacing w:line="480" w:lineRule="auto"/>
        <w:rPr>
          <w:b/>
        </w:rPr>
      </w:pPr>
      <w:r w:rsidRPr="009D558B">
        <w:rPr>
          <w:b/>
        </w:rPr>
        <w:t>Methods</w:t>
      </w:r>
    </w:p>
    <w:p w14:paraId="27A400AE" w14:textId="77777777" w:rsidR="003123AD" w:rsidRPr="006D51F9" w:rsidRDefault="003123AD" w:rsidP="00203D67">
      <w:pPr>
        <w:spacing w:line="480" w:lineRule="auto"/>
        <w:rPr>
          <w:rFonts w:cs="Times New Roman"/>
          <w:b/>
          <w:i/>
        </w:rPr>
      </w:pPr>
      <w:r w:rsidRPr="006D51F9">
        <w:rPr>
          <w:rFonts w:cs="Times New Roman"/>
          <w:b/>
          <w:i/>
        </w:rPr>
        <w:t>The survey</w:t>
      </w:r>
    </w:p>
    <w:p w14:paraId="70DA77C6" w14:textId="2330C93B" w:rsidR="003123AD" w:rsidRPr="007C1E33" w:rsidRDefault="003123AD" w:rsidP="00203D67">
      <w:pPr>
        <w:spacing w:line="480" w:lineRule="auto"/>
        <w:rPr>
          <w:rFonts w:cs="Times New Roman"/>
          <w:color w:val="000000"/>
        </w:rPr>
      </w:pPr>
      <w:r w:rsidRPr="006D51F9">
        <w:rPr>
          <w:rFonts w:cs="Times New Roman"/>
          <w:color w:val="000000"/>
        </w:rPr>
        <w:t xml:space="preserve">Data from the </w:t>
      </w:r>
      <w:r w:rsidR="00E76896">
        <w:rPr>
          <w:rFonts w:cs="Times New Roman"/>
        </w:rPr>
        <w:t xml:space="preserve">SAGE </w:t>
      </w:r>
      <w:r w:rsidR="006941CE">
        <w:rPr>
          <w:rFonts w:cs="Times New Roman"/>
          <w:color w:val="000000"/>
        </w:rPr>
        <w:t>were</w:t>
      </w:r>
      <w:r w:rsidR="00FC1CC2">
        <w:rPr>
          <w:rFonts w:cs="Times New Roman"/>
          <w:color w:val="000000"/>
        </w:rPr>
        <w:t xml:space="preserve"> analyzed</w:t>
      </w:r>
      <w:r w:rsidR="00EF68DA">
        <w:rPr>
          <w:rFonts w:cs="Times New Roman"/>
          <w:color w:val="000000"/>
        </w:rPr>
        <w:t xml:space="preserve">. </w:t>
      </w:r>
      <w:r w:rsidR="00D937AB">
        <w:rPr>
          <w:rFonts w:cs="Times New Roman"/>
          <w:color w:val="000000"/>
        </w:rPr>
        <w:t>This</w:t>
      </w:r>
      <w:r w:rsidRPr="006D51F9">
        <w:rPr>
          <w:rFonts w:cs="Times New Roman"/>
          <w:color w:val="000000"/>
        </w:rPr>
        <w:t xml:space="preserve"> survey was undertaken in China, Ghana, India, Mexico, Russia, and South Africa between 2007 and 2010. </w:t>
      </w:r>
      <w:r>
        <w:rPr>
          <w:rFonts w:cs="Times New Roman"/>
          <w:color w:val="000000"/>
        </w:rPr>
        <w:t xml:space="preserve">Based on the World Bank classification at the time of the survey, </w:t>
      </w:r>
      <w:r w:rsidR="0011409A">
        <w:rPr>
          <w:rFonts w:cs="Times New Roman"/>
          <w:color w:val="000000"/>
        </w:rPr>
        <w:t xml:space="preserve">all of these countries were LMICs. </w:t>
      </w:r>
      <w:r w:rsidRPr="006D51F9">
        <w:rPr>
          <w:rFonts w:cs="Times New Roman"/>
          <w:color w:val="000000"/>
        </w:rPr>
        <w:t>Details of the survey methodology have been published elsewhere</w:t>
      </w:r>
      <w:r w:rsidR="00104723">
        <w:rPr>
          <w:rFonts w:cs="Times New Roman"/>
          <w:color w:val="000000"/>
        </w:rPr>
        <w:t>.</w:t>
      </w:r>
      <w:r w:rsidR="00D5409F">
        <w:rPr>
          <w:rFonts w:cs="Times New Roman"/>
          <w:color w:val="000000"/>
        </w:rPr>
        <w:fldChar w:fldCharType="begin">
          <w:fldData xml:space="preserve">PEVuZE5vdGU+PENpdGU+PEF1dGhvcj5Lb3dhbDwvQXV0aG9yPjxZZWFyPjIwMTI8L1llYXI+PFJl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</w:fldData>
        </w:fldChar>
      </w:r>
      <w:r w:rsidR="005E585D">
        <w:rPr>
          <w:rFonts w:cs="Times New Roman"/>
          <w:color w:val="000000"/>
        </w:rPr>
        <w:instrText xml:space="preserve"> ADDIN EN.CITE </w:instrText>
      </w:r>
      <w:r w:rsidR="005E585D">
        <w:rPr>
          <w:rFonts w:cs="Times New Roman"/>
          <w:color w:val="000000"/>
        </w:rPr>
        <w:fldChar w:fldCharType="begin">
          <w:fldData xml:space="preserve">PEVuZE5vdGU+PENpdGU+PEF1dGhvcj5Lb3dhbDwvQXV0aG9yPjxZZWFyPjIwMTI8L1llYXI+PFJl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</w:fldData>
        </w:fldChar>
      </w:r>
      <w:r w:rsidR="005E585D">
        <w:rPr>
          <w:rFonts w:cs="Times New Roman"/>
          <w:color w:val="000000"/>
        </w:rPr>
        <w:instrText xml:space="preserve"> ADDIN EN.CITE.DATA </w:instrText>
      </w:r>
      <w:r w:rsidR="005E585D">
        <w:rPr>
          <w:rFonts w:cs="Times New Roman"/>
          <w:color w:val="000000"/>
        </w:rPr>
      </w:r>
      <w:r w:rsidR="005E585D">
        <w:rPr>
          <w:rFonts w:cs="Times New Roman"/>
          <w:color w:val="000000"/>
        </w:rPr>
        <w:fldChar w:fldCharType="end"/>
      </w:r>
      <w:r w:rsidR="00D5409F">
        <w:rPr>
          <w:rFonts w:cs="Times New Roman"/>
          <w:color w:val="000000"/>
        </w:rPr>
      </w:r>
      <w:r w:rsidR="00D5409F">
        <w:rPr>
          <w:rFonts w:cs="Times New Roman"/>
          <w:color w:val="000000"/>
        </w:rPr>
        <w:fldChar w:fldCharType="separate"/>
      </w:r>
      <w:r w:rsidR="005E585D" w:rsidRPr="005E585D">
        <w:rPr>
          <w:rFonts w:cs="Times New Roman"/>
          <w:noProof/>
          <w:color w:val="000000"/>
          <w:vertAlign w:val="superscript"/>
        </w:rPr>
        <w:t>20</w:t>
      </w:r>
      <w:r w:rsidR="00D5409F">
        <w:rPr>
          <w:rFonts w:cs="Times New Roman"/>
          <w:color w:val="000000"/>
        </w:rPr>
        <w:fldChar w:fldCharType="end"/>
      </w:r>
      <w:r w:rsidRPr="006D51F9">
        <w:rPr>
          <w:rFonts w:cs="Times New Roman"/>
          <w:color w:val="000000"/>
        </w:rPr>
        <w:t xml:space="preserve"> In brief, in order to obtain nationally representative samples, a multistage clustered sampling design method was used. The sample consisted of adults aged </w:t>
      </w:r>
      <w:r w:rsidR="00616A9C" w:rsidRPr="000C5149">
        <w:rPr>
          <w:rFonts w:cs="Times New Roman"/>
          <w:color w:val="000000"/>
        </w:rPr>
        <w:t>≥</w:t>
      </w:r>
      <w:r w:rsidRPr="006D51F9">
        <w:rPr>
          <w:rFonts w:cs="Times New Roman"/>
          <w:color w:val="000000"/>
        </w:rPr>
        <w:t xml:space="preserve">18 years with oversampling of those aged </w:t>
      </w:r>
      <w:r w:rsidR="002F66AC" w:rsidRPr="002F66AC">
        <w:rPr>
          <w:rFonts w:cs="Times New Roman"/>
          <w:color w:val="000000"/>
        </w:rPr>
        <w:t>≥</w:t>
      </w:r>
      <w:r w:rsidRPr="006D51F9">
        <w:rPr>
          <w:rFonts w:cs="Times New Roman"/>
          <w:color w:val="000000"/>
        </w:rPr>
        <w:t xml:space="preserve">50 years. </w:t>
      </w:r>
      <w:r w:rsidR="00FC1CC2">
        <w:rPr>
          <w:rFonts w:cs="Times New Roman"/>
          <w:color w:val="000000"/>
        </w:rPr>
        <w:t>T</w:t>
      </w:r>
      <w:r w:rsidRPr="006D51F9">
        <w:rPr>
          <w:rFonts w:cs="Times New Roman"/>
          <w:color w:val="000000"/>
        </w:rPr>
        <w:t xml:space="preserve">rained interviewers conducted face-to-face interviews using a standard questionnaire. </w:t>
      </w:r>
      <w:r w:rsidR="00FC1CC2">
        <w:rPr>
          <w:rFonts w:cs="Times New Roman"/>
          <w:color w:val="000000"/>
        </w:rPr>
        <w:t xml:space="preserve">Standard translation procedures were undertaken to ensure comparability between countries. </w:t>
      </w:r>
      <w:r w:rsidR="0072248D">
        <w:rPr>
          <w:rFonts w:cs="Times New Roman"/>
          <w:color w:val="000000"/>
        </w:rPr>
        <w:t xml:space="preserve">Those who were </w:t>
      </w:r>
      <w:r w:rsidRPr="006D51F9">
        <w:rPr>
          <w:rFonts w:cs="Times New Roman"/>
          <w:color w:val="000000"/>
        </w:rPr>
        <w:t>unable to undertake the interview because of limited cognitive function were not included in the current study. The survey response rate</w:t>
      </w:r>
      <w:r w:rsidR="00BF215A">
        <w:rPr>
          <w:rFonts w:cs="Times New Roman"/>
          <w:color w:val="000000"/>
        </w:rPr>
        <w:t>s</w:t>
      </w:r>
      <w:r w:rsidRPr="006D51F9">
        <w:rPr>
          <w:rFonts w:cs="Times New Roman"/>
          <w:color w:val="000000"/>
        </w:rPr>
        <w:t xml:space="preserve"> </w:t>
      </w:r>
      <w:r w:rsidR="00BF215A">
        <w:rPr>
          <w:rFonts w:cs="Times New Roman"/>
          <w:color w:val="000000"/>
        </w:rPr>
        <w:t xml:space="preserve">were: </w:t>
      </w:r>
      <w:r w:rsidR="00BF215A" w:rsidRPr="007C1E33">
        <w:rPr>
          <w:rFonts w:cs="Times New Roman"/>
        </w:rPr>
        <w:t xml:space="preserve">China 93%; Ghana 81%; India 68%; Mexico 53%; Russia 83%; </w:t>
      </w:r>
      <w:r w:rsidR="00BF215A">
        <w:rPr>
          <w:rFonts w:cs="Times New Roman"/>
        </w:rPr>
        <w:t xml:space="preserve">and </w:t>
      </w:r>
      <w:r w:rsidR="00BF215A" w:rsidRPr="007C1E33">
        <w:rPr>
          <w:rFonts w:cs="Times New Roman"/>
        </w:rPr>
        <w:t>South Africa 75%.</w:t>
      </w:r>
      <w:r w:rsidR="00BF215A">
        <w:rPr>
          <w:rFonts w:cs="Times New Roman"/>
          <w:i/>
        </w:rPr>
        <w:t xml:space="preserve"> </w:t>
      </w:r>
      <w:r w:rsidRPr="00365243">
        <w:rPr>
          <w:rFonts w:cs="Times New Roman"/>
          <w:color w:val="000000"/>
        </w:rPr>
        <w:t>S</w:t>
      </w:r>
      <w:r w:rsidRPr="00365243">
        <w:rPr>
          <w:rFonts w:cs="Times New Roman"/>
        </w:rPr>
        <w:t>ampling weights were constructed to adjust for the population structure as reported by the United Nations Statistical Division. Ethical</w:t>
      </w:r>
      <w:r w:rsidRPr="006D51F9">
        <w:rPr>
          <w:rFonts w:cs="Times New Roman"/>
        </w:rPr>
        <w:t xml:space="preserve"> approval was obtained from the WHO Ethical Review Committee and local ethics research review boards. Written informed consent was obtained from all participants.</w:t>
      </w:r>
    </w:p>
    <w:p w14:paraId="1783D005" w14:textId="77777777" w:rsidR="00703762" w:rsidRPr="006D51F9" w:rsidRDefault="00703762" w:rsidP="00203D67">
      <w:pPr>
        <w:spacing w:line="480" w:lineRule="auto"/>
        <w:rPr>
          <w:rFonts w:cs="Times New Roman"/>
          <w:color w:val="000000"/>
        </w:rPr>
      </w:pPr>
    </w:p>
    <w:p w14:paraId="7CED1B90" w14:textId="767AD68E" w:rsidR="003123AD" w:rsidRPr="006D51F9" w:rsidRDefault="00696F67" w:rsidP="00203D67">
      <w:pPr>
        <w:spacing w:line="480" w:lineRule="auto"/>
        <w:rPr>
          <w:rFonts w:cs="Times New Roman"/>
          <w:b/>
          <w:i/>
        </w:rPr>
      </w:pPr>
      <w:r>
        <w:rPr>
          <w:rFonts w:cs="Times New Roman"/>
          <w:b/>
          <w:i/>
        </w:rPr>
        <w:t>Mild cognitive impairment (MCI)</w:t>
      </w:r>
      <w:r w:rsidR="003123AD">
        <w:rPr>
          <w:rFonts w:cs="Times New Roman"/>
          <w:b/>
          <w:i/>
        </w:rPr>
        <w:t xml:space="preserve"> (Outcome)</w:t>
      </w:r>
    </w:p>
    <w:p w14:paraId="3658BA44" w14:textId="0B9C471F" w:rsidR="00951416" w:rsidRDefault="00951416" w:rsidP="00203D67">
      <w:pPr>
        <w:autoSpaceDE w:val="0"/>
        <w:autoSpaceDN w:val="0"/>
        <w:adjustRightInd w:val="0"/>
        <w:spacing w:line="480" w:lineRule="auto"/>
        <w:rPr>
          <w:lang w:eastAsia="es-ES"/>
        </w:rPr>
      </w:pPr>
      <w:r w:rsidRPr="005E5856">
        <w:rPr>
          <w:lang w:eastAsia="es-ES"/>
        </w:rPr>
        <w:t xml:space="preserve">MCI was ascertained </w:t>
      </w:r>
      <w:r w:rsidRPr="005E5856">
        <w:t>based on the recommendations of the National Inst</w:t>
      </w:r>
      <w:r>
        <w:t>itute on Aging-Alzheimer’</w:t>
      </w:r>
      <w:r w:rsidRPr="005E5856">
        <w:t>s Association</w:t>
      </w:r>
      <w:r w:rsidR="00B63280">
        <w:t>.</w:t>
      </w:r>
      <w:r w:rsidR="00D5409F">
        <w:fldChar w:fldCharType="begin">
          <w:fldData xml:space="preserve">PEVuZE5vdGU+PENpdGU+PEF1dGhvcj5BbGJlcnQ8L0F1dGhvcj48WWVhcj4yMDExPC9ZZWFyPjxS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</w:fldData>
        </w:fldChar>
      </w:r>
      <w:r w:rsidR="005E585D">
        <w:instrText xml:space="preserve"> ADDIN EN.CITE </w:instrText>
      </w:r>
      <w:r w:rsidR="005E585D">
        <w:fldChar w:fldCharType="begin">
          <w:fldData xml:space="preserve">PEVuZE5vdGU+PENpdGU+PEF1dGhvcj5BbGJlcnQ8L0F1dGhvcj48WWVhcj4yMDExPC9ZZWFyPjxS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</w:fldData>
        </w:fldChar>
      </w:r>
      <w:r w:rsidR="005E585D">
        <w:instrText xml:space="preserve"> ADDIN EN.CITE.DATA </w:instrText>
      </w:r>
      <w:r w:rsidR="005E585D">
        <w:fldChar w:fldCharType="end"/>
      </w:r>
      <w:r w:rsidR="00D5409F">
        <w:fldChar w:fldCharType="separate"/>
      </w:r>
      <w:r w:rsidR="005E585D" w:rsidRPr="005E585D">
        <w:rPr>
          <w:noProof/>
          <w:vertAlign w:val="superscript"/>
        </w:rPr>
        <w:t>21</w:t>
      </w:r>
      <w:r w:rsidR="00D5409F">
        <w:fldChar w:fldCharType="end"/>
      </w:r>
      <w:r>
        <w:t xml:space="preserve"> We applied the identical algorithms used in previous publications using a dataset with the same survey questions to identify MCI</w:t>
      </w:r>
      <w:r w:rsidR="00B63280">
        <w:t>.</w:t>
      </w:r>
      <w:r w:rsidR="00D5409F">
        <w:rPr>
          <w:lang w:eastAsia="es-ES"/>
        </w:rPr>
        <w:fldChar w:fldCharType="begin">
          <w:fldData xml:space="preserve">PEVuZE5vdGU+PENpdGU+PEF1dGhvcj5MYXJhPC9BdXRob3I+PFllYXI+MjAxNzwvWWVhcj48UmVj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</w:fldData>
        </w:fldChar>
      </w:r>
      <w:r w:rsidR="005E585D">
        <w:rPr>
          <w:lang w:eastAsia="es-ES"/>
        </w:rPr>
        <w:instrText xml:space="preserve"> ADDIN EN.CITE </w:instrText>
      </w:r>
      <w:r w:rsidR="005E585D">
        <w:rPr>
          <w:lang w:eastAsia="es-ES"/>
        </w:rPr>
        <w:fldChar w:fldCharType="begin">
          <w:fldData xml:space="preserve">PEVuZE5vdGU+PENpdGU+PEF1dGhvcj5MYXJhPC9BdXRob3I+PFllYXI+MjAxNzwvWWVhcj48UmVj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</w:fldData>
        </w:fldChar>
      </w:r>
      <w:r w:rsidR="005E585D">
        <w:rPr>
          <w:lang w:eastAsia="es-ES"/>
        </w:rPr>
        <w:instrText xml:space="preserve"> ADDIN EN.CITE.DATA </w:instrText>
      </w:r>
      <w:r w:rsidR="005E585D">
        <w:rPr>
          <w:lang w:eastAsia="es-ES"/>
        </w:rPr>
      </w:r>
      <w:r w:rsidR="005E585D">
        <w:rPr>
          <w:lang w:eastAsia="es-ES"/>
        </w:rPr>
        <w:fldChar w:fldCharType="end"/>
      </w:r>
      <w:r w:rsidR="00D5409F">
        <w:rPr>
          <w:lang w:eastAsia="es-ES"/>
        </w:rPr>
      </w:r>
      <w:r w:rsidR="00D5409F">
        <w:rPr>
          <w:lang w:eastAsia="es-ES"/>
        </w:rPr>
        <w:fldChar w:fldCharType="separate"/>
      </w:r>
      <w:r w:rsidR="005E585D" w:rsidRPr="005E585D">
        <w:rPr>
          <w:noProof/>
          <w:vertAlign w:val="superscript"/>
          <w:lang w:eastAsia="es-ES"/>
        </w:rPr>
        <w:t>9, 22</w:t>
      </w:r>
      <w:r w:rsidR="00D5409F">
        <w:rPr>
          <w:lang w:eastAsia="es-ES"/>
        </w:rPr>
        <w:fldChar w:fldCharType="end"/>
      </w:r>
      <w:r w:rsidRPr="00B61E1C">
        <w:rPr>
          <w:lang w:eastAsia="es-ES"/>
        </w:rPr>
        <w:t xml:space="preserve"> </w:t>
      </w:r>
      <w:r>
        <w:rPr>
          <w:lang w:eastAsia="es-ES"/>
        </w:rPr>
        <w:t>Briefly, i</w:t>
      </w:r>
      <w:r w:rsidRPr="00B61E1C">
        <w:rPr>
          <w:lang w:eastAsia="es-ES"/>
        </w:rPr>
        <w:t xml:space="preserve">ndividuals </w:t>
      </w:r>
      <w:r>
        <w:rPr>
          <w:lang w:eastAsia="es-ES"/>
        </w:rPr>
        <w:t xml:space="preserve">fulfilling all of the following conditions were </w:t>
      </w:r>
      <w:r w:rsidRPr="00B61E1C">
        <w:rPr>
          <w:lang w:eastAsia="es-ES"/>
        </w:rPr>
        <w:t xml:space="preserve">considered </w:t>
      </w:r>
      <w:r>
        <w:rPr>
          <w:lang w:eastAsia="es-ES"/>
        </w:rPr>
        <w:t xml:space="preserve">to have </w:t>
      </w:r>
      <w:r w:rsidRPr="00B61E1C">
        <w:rPr>
          <w:lang w:eastAsia="es-ES"/>
        </w:rPr>
        <w:t xml:space="preserve">MCI: </w:t>
      </w:r>
    </w:p>
    <w:p w14:paraId="04EE8D7C" w14:textId="77777777" w:rsidR="00951416" w:rsidRDefault="00951416" w:rsidP="00203D67">
      <w:pPr>
        <w:autoSpaceDE w:val="0"/>
        <w:autoSpaceDN w:val="0"/>
        <w:adjustRightInd w:val="0"/>
        <w:spacing w:line="480" w:lineRule="auto"/>
        <w:rPr>
          <w:color w:val="000000"/>
        </w:rPr>
      </w:pPr>
      <w:r>
        <w:rPr>
          <w:lang w:eastAsia="es-ES"/>
        </w:rPr>
        <w:t>(</w:t>
      </w:r>
      <w:r w:rsidRPr="00B61E1C">
        <w:rPr>
          <w:lang w:eastAsia="es-ES"/>
        </w:rPr>
        <w:t xml:space="preserve">a) </w:t>
      </w:r>
      <w:r w:rsidRPr="005220F3">
        <w:rPr>
          <w:color w:val="000000"/>
          <w:u w:val="single"/>
        </w:rPr>
        <w:t>Concern about a change in cognition</w:t>
      </w:r>
      <w:r>
        <w:rPr>
          <w:color w:val="000000"/>
        </w:rPr>
        <w:t>: Individuals who replied ‘bad’ or ‘very bad’ to the question “How would you best describe your memory at present?” and/or those who answered ‘worse’ to the question “Compared to 12 months ago, would you say your memory is now better, the same or worse then it was then?” were considered to have this condition.</w:t>
      </w:r>
    </w:p>
    <w:p w14:paraId="4EB68C29" w14:textId="03AB0AF5" w:rsidR="00951416" w:rsidRDefault="00951416" w:rsidP="00203D67">
      <w:pPr>
        <w:autoSpaceDE w:val="0"/>
        <w:autoSpaceDN w:val="0"/>
        <w:adjustRightInd w:val="0"/>
        <w:spacing w:line="480" w:lineRule="auto"/>
      </w:pPr>
      <w:r>
        <w:rPr>
          <w:color w:val="000000"/>
        </w:rPr>
        <w:t>(</w:t>
      </w:r>
      <w:r w:rsidRPr="00B61E1C">
        <w:rPr>
          <w:color w:val="000000"/>
        </w:rPr>
        <w:t xml:space="preserve">b) </w:t>
      </w:r>
      <w:r w:rsidRPr="005220F3">
        <w:rPr>
          <w:u w:val="single"/>
        </w:rPr>
        <w:t>Objective evidence of impairment in one or more cognitive domains</w:t>
      </w:r>
      <w:r>
        <w:rPr>
          <w:u w:val="single"/>
        </w:rPr>
        <w:t>:</w:t>
      </w:r>
      <w:r w:rsidRPr="007F526A">
        <w:t xml:space="preserve"> was</w:t>
      </w:r>
      <w:r w:rsidRPr="00363AEE">
        <w:t xml:space="preserve"> </w:t>
      </w:r>
      <w:r w:rsidRPr="00363AEE">
        <w:rPr>
          <w:shd w:val="clear" w:color="auto" w:fill="FFFFFF"/>
        </w:rPr>
        <w:t xml:space="preserve">based on a </w:t>
      </w:r>
      <w:r>
        <w:rPr>
          <w:shd w:val="clear" w:color="auto" w:fill="FFFFFF"/>
        </w:rPr>
        <w:t>&lt;-</w:t>
      </w:r>
      <w:r w:rsidRPr="00363AEE">
        <w:rPr>
          <w:shd w:val="clear" w:color="auto" w:fill="FFFFFF"/>
        </w:rPr>
        <w:t xml:space="preserve">1 SD cut-off </w:t>
      </w:r>
      <w:r w:rsidRPr="00363AEE">
        <w:rPr>
          <w:bCs/>
          <w:lang w:eastAsia="es-ES"/>
        </w:rPr>
        <w:t>after adjustment for level of education</w:t>
      </w:r>
      <w:r>
        <w:rPr>
          <w:bCs/>
          <w:lang w:eastAsia="es-ES"/>
        </w:rPr>
        <w:t>,</w:t>
      </w:r>
      <w:r w:rsidRPr="00363AEE">
        <w:rPr>
          <w:bCs/>
          <w:lang w:eastAsia="es-ES"/>
        </w:rPr>
        <w:t xml:space="preserve"> age</w:t>
      </w:r>
      <w:r>
        <w:rPr>
          <w:bCs/>
          <w:lang w:eastAsia="es-ES"/>
        </w:rPr>
        <w:t>, and country</w:t>
      </w:r>
      <w:r w:rsidRPr="00363AEE">
        <w:t xml:space="preserve">. </w:t>
      </w:r>
      <w:r w:rsidRPr="00F64855">
        <w:rPr>
          <w:color w:val="000000"/>
          <w:lang w:eastAsia="es-ES"/>
        </w:rPr>
        <w:t>Cognitive function was assessed through</w:t>
      </w:r>
      <w:r>
        <w:rPr>
          <w:color w:val="000000"/>
          <w:lang w:eastAsia="es-ES"/>
        </w:rPr>
        <w:t xml:space="preserve"> the following </w:t>
      </w:r>
      <w:r w:rsidRPr="00363AEE">
        <w:t>performance tests: word list immediate</w:t>
      </w:r>
      <w:r w:rsidRPr="00B61E1C">
        <w:t xml:space="preserve"> and delayed verbal recall from the Consortium to Establish a Registry for Alzheimer's Disease</w:t>
      </w:r>
      <w:r w:rsidR="00B72CA2">
        <w:t>,</w:t>
      </w:r>
      <w:r w:rsidR="00D5409F">
        <w:fldChar w:fldCharType="begin"/>
      </w:r>
      <w:r w:rsidR="005E585D">
        <w:instrText xml:space="preserve"> ADDIN EN.CITE &lt;EndNote&gt;&lt;Cite&gt;&lt;Author&gt;Morris&lt;/Author&gt;&lt;Year&gt;1989&lt;/Year&gt;&lt;RecNum&gt;11005&lt;/RecNum&gt;&lt;DisplayText&gt;&lt;style face="superscript"&gt;23&lt;/style&gt;&lt;/DisplayText&gt;&lt;record&gt;&lt;rec-number&gt;11005&lt;/rec-number&gt;&lt;foreign-keys&gt;&lt;key app="EN" db-id="av2px5paiv9psse599xpdtrptzaferevtwxz" timestamp="1497698852"&gt;11005&lt;/key&gt;&lt;/foreign-keys&gt;&lt;ref-type name="Journal Article"&gt;17&lt;/ref-type&gt;&lt;contributors&gt;&lt;authors&gt;&lt;author&gt;Morris, J. C.&lt;/author&gt;&lt;author&gt;Heyman, A.&lt;/author&gt;&lt;author&gt;Mohs, R. C.&lt;/author&gt;&lt;author&gt;Hughes, J. P.&lt;/author&gt;&lt;author&gt;van Belle, G.&lt;/author&gt;&lt;author&gt;Fillenbaum, G.&lt;/author&gt;&lt;author&gt;Mellits, E. D.&lt;/author&gt;&lt;author&gt;Clark, C.&lt;/author&gt;&lt;/authors&gt;&lt;/contributors&gt;&lt;auth-address&gt;Department of Neurology, Washington University School of Medicine, St. Louis, MO 63110.&lt;/auth-address&gt;&lt;titles&gt;&lt;title&gt;The Consortium to Establish a Registry for Alzheimer&amp;apos;s Disease (CERAD). Part I. Clinical and neuropsychological assessment of Alzheimer&amp;apos;s disease&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1159-65&lt;/pages&gt;&lt;volume&gt;39&lt;/volume&gt;&lt;number&gt;9&lt;/number&gt;&lt;edition&gt;1989/09/01&lt;/edition&gt;&lt;keywords&gt;&lt;keyword&gt;*Alzheimer Disease/physiopathology/psychology&lt;/keyword&gt;&lt;keyword&gt;Demography&lt;/keyword&gt;&lt;keyword&gt;Follow-Up Studies&lt;/keyword&gt;&lt;keyword&gt;Humans&lt;/keyword&gt;&lt;keyword&gt;*Neuropsychological Tests&lt;/keyword&gt;&lt;keyword&gt;*Registries&lt;/keyword&gt;&lt;/keywords&gt;&lt;dates&gt;&lt;year&gt;1989&lt;/year&gt;&lt;pub-dates&gt;&lt;date&gt;Sep&lt;/date&gt;&lt;/pub-dates&gt;&lt;/dates&gt;&lt;isbn&gt;0028-3878 (Print)&amp;#xD;0028-3878&lt;/isbn&gt;&lt;accession-num&gt;2771064&lt;/accession-num&gt;&lt;urls&gt;&lt;/urls&gt;&lt;remote-database-provider&gt;NLM&lt;/remote-database-provider&gt;&lt;language&gt;eng&lt;/language&gt;&lt;/record&gt;&lt;/Cite&gt;&lt;/EndNote&gt;</w:instrText>
      </w:r>
      <w:r w:rsidR="00D5409F">
        <w:fldChar w:fldCharType="separate"/>
      </w:r>
      <w:r w:rsidR="005E585D" w:rsidRPr="005E585D">
        <w:rPr>
          <w:noProof/>
          <w:vertAlign w:val="superscript"/>
        </w:rPr>
        <w:t>23</w:t>
      </w:r>
      <w:r w:rsidR="00D5409F">
        <w:fldChar w:fldCharType="end"/>
      </w:r>
      <w:r w:rsidRPr="00B61E1C">
        <w:t xml:space="preserve"> which assessed </w:t>
      </w:r>
      <w:r>
        <w:t>learning</w:t>
      </w:r>
      <w:r w:rsidRPr="00B61E1C">
        <w:t xml:space="preserve"> and </w:t>
      </w:r>
      <w:r>
        <w:t>episodic</w:t>
      </w:r>
      <w:r w:rsidRPr="00B61E1C">
        <w:t xml:space="preserve"> memory; digit span forward and backwards from the Weschler Adult Intelligence Scale</w:t>
      </w:r>
      <w:r w:rsidR="00B72CA2">
        <w:t>,</w:t>
      </w:r>
      <w:r w:rsidR="00D5409F">
        <w:fldChar w:fldCharType="begin"/>
      </w:r>
      <w:r w:rsidR="005E585D">
        <w:instrText xml:space="preserve"> ADDIN EN.CITE &lt;EndNote&gt;&lt;Cite&gt;&lt;Author&gt;The Psychological Corporation&lt;/Author&gt;&lt;Year&gt;2002&lt;/Year&gt;&lt;RecNum&gt;11006&lt;/RecNum&gt;&lt;DisplayText&gt;&lt;style face="superscript"&gt;24&lt;/style&gt;&lt;/DisplayText&gt;&lt;record&gt;&lt;rec-number&gt;11006&lt;/rec-number&gt;&lt;foreign-keys&gt;&lt;key app="EN" db-id="av2px5paiv9psse599xpdtrptzaferevtwxz" timestamp="1497699025"&gt;11006&lt;/key&gt;&lt;/foreign-keys&gt;&lt;ref-type name="Report"&gt;27&lt;/ref-type&gt;&lt;contributors&gt;&lt;authors&gt;&lt;author&gt;The Psychological Corporation,&lt;/author&gt;&lt;/authors&gt;&lt;/contributors&gt;&lt;titles&gt;&lt;title&gt;The Psychological Corporation: The WAIS III-WMS III Updated Technical Manual&lt;/title&gt;&lt;/titles&gt;&lt;dates&gt;&lt;year&gt;2002&lt;/year&gt;&lt;/dates&gt;&lt;pub-location&gt;San Antonio&lt;/pub-location&gt;&lt;urls&gt;&lt;/urls&gt;&lt;/record&gt;&lt;/Cite&gt;&lt;/EndNote&gt;</w:instrText>
      </w:r>
      <w:r w:rsidR="00D5409F">
        <w:fldChar w:fldCharType="separate"/>
      </w:r>
      <w:r w:rsidR="005E585D" w:rsidRPr="005E585D">
        <w:rPr>
          <w:noProof/>
          <w:vertAlign w:val="superscript"/>
        </w:rPr>
        <w:t>24</w:t>
      </w:r>
      <w:r w:rsidR="00D5409F">
        <w:fldChar w:fldCharType="end"/>
      </w:r>
      <w:r w:rsidRPr="00B61E1C">
        <w:t xml:space="preserve"> that evaluated attention and working memory</w:t>
      </w:r>
      <w:r>
        <w:t>;</w:t>
      </w:r>
      <w:r w:rsidRPr="00B61E1C">
        <w:t xml:space="preserve"> and the animal naming task</w:t>
      </w:r>
      <w:r w:rsidR="00B72CA2">
        <w:t>,</w:t>
      </w:r>
      <w:r w:rsidR="00D5409F">
        <w:fldChar w:fldCharType="begin"/>
      </w:r>
      <w:r w:rsidR="005E585D">
        <w:instrText xml:space="preserve"> ADDIN EN.CITE &lt;EndNote&gt;&lt;Cite&gt;&lt;Author&gt;Morris&lt;/Author&gt;&lt;Year&gt;1989&lt;/Year&gt;&lt;RecNum&gt;11005&lt;/RecNum&gt;&lt;DisplayText&gt;&lt;style face="superscript"&gt;23&lt;/style&gt;&lt;/DisplayText&gt;&lt;record&gt;&lt;rec-number&gt;11005&lt;/rec-number&gt;&lt;foreign-keys&gt;&lt;key app="EN" db-id="av2px5paiv9psse599xpdtrptzaferevtwxz" timestamp="1497698852"&gt;11005&lt;/key&gt;&lt;/foreign-keys&gt;&lt;ref-type name="Journal Article"&gt;17&lt;/ref-type&gt;&lt;contributors&gt;&lt;authors&gt;&lt;author&gt;Morris, J. C.&lt;/author&gt;&lt;author&gt;Heyman, A.&lt;/author&gt;&lt;author&gt;Mohs, R. C.&lt;/author&gt;&lt;author&gt;Hughes, J. P.&lt;/author&gt;&lt;author&gt;van Belle, G.&lt;/author&gt;&lt;author&gt;Fillenbaum, G.&lt;/author&gt;&lt;author&gt;Mellits, E. D.&lt;/author&gt;&lt;author&gt;Clark, C.&lt;/author&gt;&lt;/authors&gt;&lt;/contributors&gt;&lt;auth-address&gt;Department of Neurology, Washington University School of Medicine, St. Louis, MO 63110.&lt;/auth-address&gt;&lt;titles&gt;&lt;title&gt;The Consortium to Establish a Registry for Alzheimer&amp;apos;s Disease (CERAD). Part I. Clinical and neuropsychological assessment of Alzheimer&amp;apos;s disease&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1159-65&lt;/pages&gt;&lt;volume&gt;39&lt;/volume&gt;&lt;number&gt;9&lt;/number&gt;&lt;edition&gt;1989/09/01&lt;/edition&gt;&lt;keywords&gt;&lt;keyword&gt;*Alzheimer Disease/physiopathology/psychology&lt;/keyword&gt;&lt;keyword&gt;Demography&lt;/keyword&gt;&lt;keyword&gt;Follow-Up Studies&lt;/keyword&gt;&lt;keyword&gt;Humans&lt;/keyword&gt;&lt;keyword&gt;*Neuropsychological Tests&lt;/keyword&gt;&lt;keyword&gt;*Registries&lt;/keyword&gt;&lt;/keywords&gt;&lt;dates&gt;&lt;year&gt;1989&lt;/year&gt;&lt;pub-dates&gt;&lt;date&gt;Sep&lt;/date&gt;&lt;/pub-dates&gt;&lt;/dates&gt;&lt;isbn&gt;0028-3878 (Print)&amp;#xD;0028-3878&lt;/isbn&gt;&lt;accession-num&gt;2771064&lt;/accession-num&gt;&lt;urls&gt;&lt;/urls&gt;&lt;remote-database-provider&gt;NLM&lt;/remote-database-provider&gt;&lt;language&gt;eng&lt;/language&gt;&lt;/record&gt;&lt;/Cite&gt;&lt;/EndNote&gt;</w:instrText>
      </w:r>
      <w:r w:rsidR="00D5409F">
        <w:fldChar w:fldCharType="separate"/>
      </w:r>
      <w:r w:rsidR="005E585D" w:rsidRPr="005E585D">
        <w:rPr>
          <w:noProof/>
          <w:vertAlign w:val="superscript"/>
        </w:rPr>
        <w:t>23</w:t>
      </w:r>
      <w:r w:rsidR="00D5409F">
        <w:fldChar w:fldCharType="end"/>
      </w:r>
      <w:r w:rsidR="00B72CA2">
        <w:t xml:space="preserve"> </w:t>
      </w:r>
      <w:r w:rsidRPr="00B61E1C">
        <w:t>which assessed verbal flue</w:t>
      </w:r>
      <w:r>
        <w:t>ncy.</w:t>
      </w:r>
    </w:p>
    <w:p w14:paraId="4C2BF0FD" w14:textId="7666BD3E" w:rsidR="00951416" w:rsidRPr="007707A0" w:rsidRDefault="00951416" w:rsidP="00F033F5">
      <w:pPr>
        <w:spacing w:line="480" w:lineRule="auto"/>
        <w:rPr>
          <w:color w:val="000000"/>
        </w:rPr>
      </w:pPr>
      <w:r w:rsidRPr="00C60574">
        <w:rPr>
          <w:color w:val="000000"/>
        </w:rPr>
        <w:t xml:space="preserve">(c) </w:t>
      </w:r>
      <w:r w:rsidRPr="00C60574">
        <w:rPr>
          <w:color w:val="000000"/>
          <w:u w:val="single"/>
        </w:rPr>
        <w:t>Preservation of independence in</w:t>
      </w:r>
      <w:r w:rsidR="00880210">
        <w:rPr>
          <w:color w:val="000000"/>
          <w:u w:val="single"/>
        </w:rPr>
        <w:t xml:space="preserve"> </w:t>
      </w:r>
      <w:r w:rsidR="00B12B27">
        <w:rPr>
          <w:color w:val="000000"/>
          <w:u w:val="single"/>
        </w:rPr>
        <w:t xml:space="preserve">select </w:t>
      </w:r>
      <w:r w:rsidRPr="00C60574">
        <w:rPr>
          <w:color w:val="000000"/>
          <w:u w:val="single"/>
        </w:rPr>
        <w:t>functional abilities</w:t>
      </w:r>
      <w:r w:rsidR="00F23D1D">
        <w:rPr>
          <w:color w:val="000000"/>
          <w:u w:val="single"/>
        </w:rPr>
        <w:t xml:space="preserve"> [</w:t>
      </w:r>
      <w:r w:rsidR="00F02B18">
        <w:rPr>
          <w:color w:val="000000"/>
          <w:u w:val="single"/>
        </w:rPr>
        <w:t>absence of severe/extreme difficulties in performing activities of daily living</w:t>
      </w:r>
      <w:r w:rsidR="00F23D1D">
        <w:rPr>
          <w:color w:val="000000"/>
          <w:u w:val="single"/>
        </w:rPr>
        <w:t xml:space="preserve"> (ADL)]</w:t>
      </w:r>
      <w:r w:rsidRPr="00C60574">
        <w:rPr>
          <w:color w:val="000000"/>
          <w:u w:val="single"/>
        </w:rPr>
        <w:t>:</w:t>
      </w:r>
      <w:r w:rsidRPr="00C60574">
        <w:rPr>
          <w:color w:val="000000"/>
        </w:rPr>
        <w:t xml:space="preserve"> was assessed by questions on self-reported difficulties with basic ADL</w:t>
      </w:r>
      <w:r w:rsidR="00F23D1D">
        <w:rPr>
          <w:color w:val="000000"/>
        </w:rPr>
        <w:t xml:space="preserve">, </w:t>
      </w:r>
      <w:r w:rsidR="00875C8E">
        <w:t xml:space="preserve">which has been suggested to </w:t>
      </w:r>
      <w:r w:rsidR="006175E9">
        <w:t>be a measure</w:t>
      </w:r>
      <w:r w:rsidR="00875C8E">
        <w:t xml:space="preserve"> of individuals’ functional status,</w:t>
      </w:r>
      <w:r w:rsidRPr="00C60574">
        <w:rPr>
          <w:color w:val="000000"/>
        </w:rPr>
        <w:t xml:space="preserve"> in the past 30 days</w:t>
      </w:r>
      <w:r w:rsidR="00B72CA2" w:rsidRPr="00C60574">
        <w:rPr>
          <w:color w:val="000000"/>
        </w:rPr>
        <w:t>.</w:t>
      </w:r>
      <w:r w:rsidR="00D5409F" w:rsidRPr="00C60574">
        <w:rPr>
          <w:color w:val="000000"/>
        </w:rPr>
        <w:fldChar w:fldCharType="begin"/>
      </w:r>
      <w:r w:rsidR="005E585D">
        <w:rPr>
          <w:color w:val="000000"/>
        </w:rPr>
        <w:instrText xml:space="preserve"> ADDIN EN.CITE &lt;EndNote&gt;&lt;Cite&gt;&lt;Author&gt;Katz&lt;/Author&gt;&lt;Year&gt;1963&lt;/Year&gt;&lt;RecNum&gt;220&lt;/RecNum&gt;&lt;DisplayText&gt;&lt;style face="superscript"&gt;25&lt;/style&gt;&lt;/DisplayText&gt;&lt;record&gt;&lt;rec-number&gt;220&lt;/rec-number&gt;&lt;foreign-keys&gt;&lt;key app="EN" db-id="av2px5paiv9psse599xpdtrptzaferevtwxz" timestamp="1450271709"&gt;220&lt;/key&gt;&lt;/foreign-keys&gt;&lt;ref-type name="Journal Article"&gt;17&lt;/ref-type&gt;&lt;contributors&gt;&lt;authors&gt;&lt;author&gt;Katz, S.&lt;/author&gt;&lt;author&gt;Ford, A. B.&lt;/author&gt;&lt;author&gt;Moskowitz, R. W.&lt;/author&gt;&lt;author&gt;Jackson, B. A.&lt;/author&gt;&lt;author&gt;Jaffe, M. W.&lt;/author&gt;&lt;/authors&gt;&lt;/contributors&gt;&lt;titles&gt;&lt;title&gt;Studies of illness in the aged. The index of ADL: A standardized measure of biological and psychosocial function&lt;/title&gt;&lt;secondary-title&gt;Jama&lt;/secondary-title&gt;&lt;alt-title&gt;JAMA : the journal of the American Medical Association&lt;/alt-title&gt;&lt;/titles&gt;&lt;periodical&gt;&lt;full-title&gt;JAMA&lt;/full-title&gt;&lt;/periodical&gt;&lt;pages&gt;914-9&lt;/pages&gt;&lt;volume&gt;185&lt;/volume&gt;&lt;edition&gt;1963/09/21&lt;/edition&gt;&lt;keywords&gt;&lt;keyword&gt;*Adaptation, Psychological&lt;/keyword&gt;&lt;keyword&gt;*Chronic Disease&lt;/keyword&gt;&lt;keyword&gt;*Geriatrics&lt;/keyword&gt;&lt;keyword&gt;*Physical Fitness&lt;/keyword&gt;&lt;keyword&gt;*Rehabilitation&lt;/keyword&gt;&lt;/keywords&gt;&lt;dates&gt;&lt;year&gt;1963&lt;/year&gt;&lt;pub-dates&gt;&lt;date&gt;Sep 21&lt;/date&gt;&lt;/pub-dates&gt;&lt;/dates&gt;&lt;isbn&gt;0098-7484 (Print)&amp;#xD;0098-7484&lt;/isbn&gt;&lt;accession-num&gt;14044222&lt;/accession-num&gt;&lt;urls&gt;&lt;/urls&gt;&lt;remote-database-provider&gt;NLM&lt;/remote-database-provider&gt;&lt;language&gt;eng&lt;/language&gt;&lt;/record&gt;&lt;/Cite&gt;&lt;/EndNote&gt;</w:instrText>
      </w:r>
      <w:r w:rsidR="00D5409F" w:rsidRPr="00C60574">
        <w:rPr>
          <w:color w:val="000000"/>
        </w:rPr>
        <w:fldChar w:fldCharType="separate"/>
      </w:r>
      <w:r w:rsidR="005E585D" w:rsidRPr="005E585D">
        <w:rPr>
          <w:noProof/>
          <w:color w:val="000000"/>
          <w:vertAlign w:val="superscript"/>
        </w:rPr>
        <w:t>25</w:t>
      </w:r>
      <w:r w:rsidR="00D5409F" w:rsidRPr="00C60574">
        <w:rPr>
          <w:color w:val="000000"/>
        </w:rPr>
        <w:fldChar w:fldCharType="end"/>
      </w:r>
      <w:r w:rsidRPr="00C60574">
        <w:rPr>
          <w:color w:val="000000"/>
        </w:rPr>
        <w:t xml:space="preserve"> Specific questions were: “How much difficulty did you have in getting dressed?” and “How much difficulty did you have with eating (including cutting up your food)?” </w:t>
      </w:r>
      <w:r w:rsidR="00C56853" w:rsidRPr="00C60574">
        <w:rPr>
          <w:color w:val="000000"/>
        </w:rPr>
        <w:t xml:space="preserve">The answer options were </w:t>
      </w:r>
      <w:r w:rsidR="007477D6" w:rsidRPr="00C60574">
        <w:rPr>
          <w:color w:val="000000"/>
        </w:rPr>
        <w:t>none, mild, moderate, severe,</w:t>
      </w:r>
      <w:r w:rsidR="007477D6">
        <w:rPr>
          <w:color w:val="000000"/>
        </w:rPr>
        <w:t xml:space="preserve"> and extreme (cannot do). </w:t>
      </w:r>
      <w:r w:rsidR="00F85747">
        <w:rPr>
          <w:color w:val="000000"/>
        </w:rPr>
        <w:t xml:space="preserve">Those who answered either none, mild, or moderate to both of these questions were considered to have </w:t>
      </w:r>
      <w:r w:rsidR="00F85747" w:rsidRPr="000504AB">
        <w:rPr>
          <w:color w:val="000000"/>
        </w:rPr>
        <w:t>preservation of independence in</w:t>
      </w:r>
      <w:r w:rsidR="00BF40BC" w:rsidRPr="000504AB">
        <w:rPr>
          <w:color w:val="000000"/>
        </w:rPr>
        <w:t xml:space="preserve"> ADL</w:t>
      </w:r>
      <w:r w:rsidR="00F85747" w:rsidRPr="000504AB">
        <w:rPr>
          <w:color w:val="000000"/>
        </w:rPr>
        <w:t xml:space="preserve">. </w:t>
      </w:r>
      <w:r w:rsidR="00542797" w:rsidRPr="000504AB">
        <w:rPr>
          <w:color w:val="000000"/>
        </w:rPr>
        <w:t xml:space="preserve">Although </w:t>
      </w:r>
      <w:r w:rsidR="00620BD9" w:rsidRPr="000504AB">
        <w:rPr>
          <w:color w:val="000000"/>
        </w:rPr>
        <w:t>these questions</w:t>
      </w:r>
      <w:r w:rsidR="008E7881" w:rsidRPr="000504AB">
        <w:rPr>
          <w:color w:val="000000"/>
        </w:rPr>
        <w:t xml:space="preserve"> were on difficulty </w:t>
      </w:r>
      <w:r w:rsidR="000504AB">
        <w:rPr>
          <w:color w:val="000000"/>
        </w:rPr>
        <w:t xml:space="preserve">with ADL </w:t>
      </w:r>
      <w:r w:rsidR="008E7881" w:rsidRPr="000504AB">
        <w:rPr>
          <w:color w:val="000000"/>
        </w:rPr>
        <w:t xml:space="preserve">rather than dependence, we assumed that those with severe or extreme levels of difficulty in performing these tasks are highly unlikely to </w:t>
      </w:r>
      <w:r w:rsidR="001E15A6" w:rsidRPr="00F033F5">
        <w:rPr>
          <w:color w:val="000000"/>
        </w:rPr>
        <w:t>have preservation of independence in functional abilities</w:t>
      </w:r>
      <w:r w:rsidR="00FD46BF" w:rsidRPr="00F033F5">
        <w:rPr>
          <w:color w:val="000000"/>
        </w:rPr>
        <w:t>.</w:t>
      </w:r>
      <w:r w:rsidR="007707A0" w:rsidRPr="000504AB">
        <w:rPr>
          <w:color w:val="000000"/>
        </w:rPr>
        <w:t xml:space="preserve"> </w:t>
      </w:r>
      <w:r w:rsidRPr="000504AB">
        <w:rPr>
          <w:color w:val="000000"/>
        </w:rPr>
        <w:t>All other</w:t>
      </w:r>
      <w:r>
        <w:rPr>
          <w:color w:val="000000"/>
        </w:rPr>
        <w:t xml:space="preserve"> individuals were deleted from the analysis</w:t>
      </w:r>
      <w:r w:rsidR="00B922A9">
        <w:rPr>
          <w:color w:val="000000"/>
        </w:rPr>
        <w:t xml:space="preserve"> (</w:t>
      </w:r>
      <w:r w:rsidR="00252037" w:rsidRPr="00252037">
        <w:rPr>
          <w:color w:val="000000"/>
        </w:rPr>
        <w:t>935</w:t>
      </w:r>
      <w:r w:rsidR="00B922A9">
        <w:rPr>
          <w:color w:val="000000"/>
        </w:rPr>
        <w:t xml:space="preserve"> individuals aged </w:t>
      </w:r>
      <w:r w:rsidR="00B922A9">
        <w:rPr>
          <w:rFonts w:cs="Times New Roman"/>
          <w:color w:val="000000"/>
        </w:rPr>
        <w:t>≥</w:t>
      </w:r>
      <w:r w:rsidR="00B922A9">
        <w:rPr>
          <w:color w:val="000000"/>
        </w:rPr>
        <w:t>50 years</w:t>
      </w:r>
      <w:r w:rsidR="00252037">
        <w:rPr>
          <w:color w:val="000000"/>
        </w:rPr>
        <w:t>)</w:t>
      </w:r>
      <w:r>
        <w:rPr>
          <w:color w:val="000000"/>
        </w:rPr>
        <w:t>.</w:t>
      </w:r>
    </w:p>
    <w:p w14:paraId="4CC8E98F" w14:textId="4B970A2E" w:rsidR="00951416" w:rsidRPr="00121292" w:rsidRDefault="00951416" w:rsidP="00203D67">
      <w:pPr>
        <w:autoSpaceDE w:val="0"/>
        <w:autoSpaceDN w:val="0"/>
        <w:adjustRightInd w:val="0"/>
        <w:spacing w:line="480" w:lineRule="auto"/>
        <w:rPr>
          <w:color w:val="000000"/>
        </w:rPr>
      </w:pPr>
      <w:r>
        <w:rPr>
          <w:color w:val="000000"/>
        </w:rPr>
        <w:t xml:space="preserve"> (</w:t>
      </w:r>
      <w:r w:rsidRPr="0027093E">
        <w:rPr>
          <w:color w:val="000000"/>
        </w:rPr>
        <w:t xml:space="preserve">d) </w:t>
      </w:r>
      <w:r w:rsidRPr="00E57D86">
        <w:rPr>
          <w:color w:val="000000"/>
          <w:u w:val="single"/>
        </w:rPr>
        <w:t>No dementia</w:t>
      </w:r>
      <w:r>
        <w:rPr>
          <w:color w:val="000000"/>
          <w:u w:val="single"/>
        </w:rPr>
        <w:t>:</w:t>
      </w:r>
      <w:r>
        <w:rPr>
          <w:color w:val="000000"/>
        </w:rPr>
        <w:t xml:space="preserve"> Individuals with a level of cognitive impairment severe enough to preclude the possibility to undertake the survey were not included in the</w:t>
      </w:r>
      <w:r w:rsidR="00B959E9">
        <w:rPr>
          <w:color w:val="000000"/>
        </w:rPr>
        <w:t xml:space="preserve"> current study</w:t>
      </w:r>
      <w:r>
        <w:rPr>
          <w:color w:val="000000"/>
        </w:rPr>
        <w:t>.</w:t>
      </w:r>
    </w:p>
    <w:p w14:paraId="662AA78E" w14:textId="77777777" w:rsidR="00F25ADC" w:rsidRPr="006D51F9" w:rsidRDefault="00F25ADC" w:rsidP="00203D67">
      <w:pPr>
        <w:spacing w:line="480" w:lineRule="auto"/>
        <w:rPr>
          <w:rFonts w:cs="Times New Roman"/>
        </w:rPr>
      </w:pPr>
    </w:p>
    <w:p w14:paraId="4232EF35" w14:textId="77777777" w:rsidR="003123AD" w:rsidRPr="006D51F9" w:rsidRDefault="003123AD" w:rsidP="00203D67">
      <w:pPr>
        <w:spacing w:line="480" w:lineRule="auto"/>
        <w:rPr>
          <w:rFonts w:cs="Times New Roman"/>
          <w:b/>
          <w:i/>
        </w:rPr>
      </w:pPr>
      <w:r w:rsidRPr="006D51F9">
        <w:rPr>
          <w:rFonts w:cs="Times New Roman"/>
          <w:b/>
          <w:i/>
        </w:rPr>
        <w:t>Chronic conditions and multimorbidity</w:t>
      </w:r>
      <w:r>
        <w:rPr>
          <w:rFonts w:cs="Times New Roman"/>
          <w:b/>
          <w:i/>
        </w:rPr>
        <w:t xml:space="preserve"> (Exposures)</w:t>
      </w:r>
    </w:p>
    <w:p w14:paraId="6F80F5BF" w14:textId="3236AFE1" w:rsidR="003123AD" w:rsidRDefault="005B0B43" w:rsidP="00203D67">
      <w:pPr>
        <w:spacing w:line="480" w:lineRule="auto"/>
        <w:rPr>
          <w:rFonts w:cs="Times New Roman"/>
        </w:rPr>
      </w:pPr>
      <w:r>
        <w:rPr>
          <w:rFonts w:cs="Times New Roman"/>
        </w:rPr>
        <w:t>We included all t</w:t>
      </w:r>
      <w:r w:rsidR="00233EDD" w:rsidRPr="00D64FE6">
        <w:rPr>
          <w:rFonts w:cs="Times New Roman"/>
        </w:rPr>
        <w:t xml:space="preserve">en </w:t>
      </w:r>
      <w:r w:rsidR="003123AD" w:rsidRPr="00D64FE6">
        <w:rPr>
          <w:rFonts w:cs="Times New Roman"/>
        </w:rPr>
        <w:t xml:space="preserve">chronic </w:t>
      </w:r>
      <w:r w:rsidR="000758A8" w:rsidRPr="00D64FE6">
        <w:rPr>
          <w:rFonts w:cs="Times New Roman"/>
        </w:rPr>
        <w:t xml:space="preserve">physical </w:t>
      </w:r>
      <w:r w:rsidR="003123AD" w:rsidRPr="00D64FE6">
        <w:rPr>
          <w:rFonts w:cs="Times New Roman"/>
        </w:rPr>
        <w:t>conditions (angina, a</w:t>
      </w:r>
      <w:r w:rsidR="007071E3">
        <w:rPr>
          <w:rFonts w:cs="Times New Roman"/>
        </w:rPr>
        <w:t>rthritis, asthma, cataract, chronic lung disease</w:t>
      </w:r>
      <w:r w:rsidR="003123AD" w:rsidRPr="00D64FE6">
        <w:rPr>
          <w:rFonts w:cs="Times New Roman"/>
        </w:rPr>
        <w:t>, diabetes, edentulism, hearing problems, hypertension, stroke)</w:t>
      </w:r>
      <w:r w:rsidR="00115046">
        <w:rPr>
          <w:rFonts w:cs="Times New Roman"/>
        </w:rPr>
        <w:t xml:space="preserve">, </w:t>
      </w:r>
      <w:r w:rsidR="00115046">
        <w:rPr>
          <w:rFonts w:eastAsia="Times New Roman" w:cs="Times New Roman"/>
        </w:rPr>
        <w:t xml:space="preserve">assessed by self-report of diagnosis, symptoms, </w:t>
      </w:r>
      <w:r w:rsidR="00C56FBA">
        <w:rPr>
          <w:rFonts w:eastAsia="Times New Roman" w:cs="Times New Roman"/>
        </w:rPr>
        <w:t xml:space="preserve">interviewer observation, </w:t>
      </w:r>
      <w:r w:rsidR="00115046">
        <w:rPr>
          <w:rFonts w:eastAsia="Times New Roman" w:cs="Times New Roman"/>
        </w:rPr>
        <w:t>or blood pressure measurement</w:t>
      </w:r>
      <w:r w:rsidR="0050785C">
        <w:rPr>
          <w:rFonts w:eastAsia="Times New Roman" w:cs="Times New Roman"/>
        </w:rPr>
        <w:t xml:space="preserve"> (See </w:t>
      </w:r>
      <w:r w:rsidR="00D57848">
        <w:rPr>
          <w:rFonts w:eastAsia="Times New Roman" w:cs="Times New Roman"/>
        </w:rPr>
        <w:t>Supplementary Table S</w:t>
      </w:r>
      <w:r w:rsidR="0050785C" w:rsidRPr="007C1E33">
        <w:rPr>
          <w:rFonts w:eastAsia="Times New Roman" w:cs="Times New Roman"/>
          <w:b/>
        </w:rPr>
        <w:t>1</w:t>
      </w:r>
      <w:r w:rsidR="0050785C">
        <w:rPr>
          <w:rFonts w:eastAsia="Times New Roman" w:cs="Times New Roman"/>
        </w:rPr>
        <w:t xml:space="preserve"> for details)</w:t>
      </w:r>
      <w:r w:rsidR="00115046">
        <w:rPr>
          <w:rFonts w:eastAsia="Times New Roman" w:cs="Times New Roman"/>
        </w:rPr>
        <w:t>,</w:t>
      </w:r>
      <w:r>
        <w:rPr>
          <w:rFonts w:cs="Times New Roman"/>
        </w:rPr>
        <w:t xml:space="preserve"> for which data were available in the SAGE. These conditions </w:t>
      </w:r>
      <w:r w:rsidR="00C67C29" w:rsidRPr="00D64FE6">
        <w:rPr>
          <w:rFonts w:cs="Times New Roman"/>
        </w:rPr>
        <w:t>have been reported to be associa</w:t>
      </w:r>
      <w:r w:rsidR="004566E8" w:rsidRPr="00D64FE6">
        <w:rPr>
          <w:rFonts w:cs="Times New Roman"/>
        </w:rPr>
        <w:t xml:space="preserve">ted with </w:t>
      </w:r>
      <w:r w:rsidR="001665ED" w:rsidRPr="00D64FE6">
        <w:rPr>
          <w:rFonts w:cs="Times New Roman"/>
        </w:rPr>
        <w:t xml:space="preserve">poor cognitive </w:t>
      </w:r>
      <w:r w:rsidR="001665ED" w:rsidRPr="004A1293">
        <w:rPr>
          <w:rFonts w:cs="Times New Roman"/>
        </w:rPr>
        <w:t>performance</w:t>
      </w:r>
      <w:r>
        <w:rPr>
          <w:rFonts w:cs="Times New Roman"/>
        </w:rPr>
        <w:t>.</w:t>
      </w:r>
      <w:r w:rsidR="00D5409F">
        <w:fldChar w:fldCharType="begin">
          <w:fldData xml:space="preserve">PEVuZE5vdGU+PENpdGU+PEF1dGhvcj5Gb3J0dW5hdG88L0F1dGhvcj48WWVhcj4yMDE2PC9ZZWFy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</w:fldData>
        </w:fldChar>
      </w:r>
      <w:r w:rsidR="005E585D">
        <w:instrText xml:space="preserve"> ADDIN EN.CITE </w:instrText>
      </w:r>
      <w:r w:rsidR="005E585D">
        <w:fldChar w:fldCharType="begin">
          <w:fldData xml:space="preserve">PEVuZE5vdGU+PENpdGU+PEF1dGhvcj5Gb3J0dW5hdG88L0F1dGhvcj48WWVhcj4yMDE2PC9ZZWFy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</w:fldData>
        </w:fldChar>
      </w:r>
      <w:r w:rsidR="005E585D">
        <w:instrText xml:space="preserve"> ADDIN EN.CITE.DATA </w:instrText>
      </w:r>
      <w:r w:rsidR="005E585D">
        <w:fldChar w:fldCharType="end"/>
      </w:r>
      <w:r w:rsidR="00D5409F">
        <w:fldChar w:fldCharType="separate"/>
      </w:r>
      <w:r w:rsidR="005E585D" w:rsidRPr="005E585D">
        <w:rPr>
          <w:noProof/>
          <w:vertAlign w:val="superscript"/>
        </w:rPr>
        <w:t>9, 26-33</w:t>
      </w:r>
      <w:r w:rsidR="00D5409F">
        <w:fldChar w:fldCharType="end"/>
      </w:r>
      <w:r w:rsidR="00472E46" w:rsidRPr="004A1293">
        <w:rPr>
          <w:rFonts w:cs="Times New Roman"/>
        </w:rPr>
        <w:t xml:space="preserve"> </w:t>
      </w:r>
      <w:r w:rsidR="003123AD" w:rsidRPr="007A4076">
        <w:rPr>
          <w:rFonts w:cs="Times New Roman"/>
          <w:color w:val="000000"/>
        </w:rPr>
        <w:t>The total</w:t>
      </w:r>
      <w:r w:rsidR="003123AD">
        <w:rPr>
          <w:rFonts w:cs="Times New Roman"/>
          <w:color w:val="000000"/>
        </w:rPr>
        <w:t xml:space="preserve"> </w:t>
      </w:r>
      <w:r w:rsidR="003123AD" w:rsidRPr="003C29EC">
        <w:rPr>
          <w:rFonts w:cs="Times New Roman"/>
          <w:color w:val="000000"/>
        </w:rPr>
        <w:t xml:space="preserve">number of chronic conditions was </w:t>
      </w:r>
      <w:r w:rsidR="003123AD">
        <w:rPr>
          <w:rFonts w:cs="Times New Roman"/>
          <w:color w:val="000000"/>
        </w:rPr>
        <w:t>calculated and categorized as 0, 1, 2, 3, and ≥4. Multimorbidity was d</w:t>
      </w:r>
      <w:r w:rsidR="000114DD">
        <w:rPr>
          <w:rFonts w:cs="Times New Roman"/>
          <w:color w:val="000000"/>
        </w:rPr>
        <w:t>efined as ≥2 chronic conditions</w:t>
      </w:r>
      <w:r w:rsidR="00472E46">
        <w:rPr>
          <w:rFonts w:cs="Times New Roman"/>
          <w:color w:val="000000"/>
        </w:rPr>
        <w:t>.</w:t>
      </w:r>
      <w:r w:rsidR="00D5409F">
        <w:rPr>
          <w:rFonts w:cs="Times New Roman"/>
          <w:color w:val="000000"/>
        </w:rPr>
        <w:fldChar w:fldCharType="begin">
          <w:fldData xml:space="preserve">PEVuZE5vdGU+PENpdGU+PEF1dGhvcj5HYXJpbjwvQXV0aG9yPjxZZWFyPjIwMTY8L1llYXI+PFJl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</w:fldData>
        </w:fldChar>
      </w:r>
      <w:r w:rsidR="005E585D">
        <w:rPr>
          <w:rFonts w:cs="Times New Roman"/>
          <w:color w:val="000000"/>
        </w:rPr>
        <w:instrText xml:space="preserve"> ADDIN EN.CITE </w:instrText>
      </w:r>
      <w:r w:rsidR="005E585D">
        <w:rPr>
          <w:rFonts w:cs="Times New Roman"/>
          <w:color w:val="000000"/>
        </w:rPr>
        <w:fldChar w:fldCharType="begin">
          <w:fldData xml:space="preserve">PEVuZE5vdGU+PENpdGU+PEF1dGhvcj5HYXJpbjwvQXV0aG9yPjxZZWFyPjIwMTY8L1llYXI+PFJl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</w:fldData>
        </w:fldChar>
      </w:r>
      <w:r w:rsidR="005E585D">
        <w:rPr>
          <w:rFonts w:cs="Times New Roman"/>
          <w:color w:val="000000"/>
        </w:rPr>
        <w:instrText xml:space="preserve"> ADDIN EN.CITE.DATA </w:instrText>
      </w:r>
      <w:r w:rsidR="005E585D">
        <w:rPr>
          <w:rFonts w:cs="Times New Roman"/>
          <w:color w:val="000000"/>
        </w:rPr>
      </w:r>
      <w:r w:rsidR="005E585D">
        <w:rPr>
          <w:rFonts w:cs="Times New Roman"/>
          <w:color w:val="000000"/>
        </w:rPr>
        <w:fldChar w:fldCharType="end"/>
      </w:r>
      <w:r w:rsidR="00D5409F">
        <w:rPr>
          <w:rFonts w:cs="Times New Roman"/>
          <w:color w:val="000000"/>
        </w:rPr>
      </w:r>
      <w:r w:rsidR="00D5409F">
        <w:rPr>
          <w:rFonts w:cs="Times New Roman"/>
          <w:color w:val="000000"/>
        </w:rPr>
        <w:fldChar w:fldCharType="separate"/>
      </w:r>
      <w:r w:rsidR="005E585D" w:rsidRPr="005E585D">
        <w:rPr>
          <w:rFonts w:cs="Times New Roman"/>
          <w:noProof/>
          <w:color w:val="000000"/>
          <w:vertAlign w:val="superscript"/>
        </w:rPr>
        <w:t>34</w:t>
      </w:r>
      <w:r w:rsidR="00D5409F">
        <w:rPr>
          <w:rFonts w:cs="Times New Roman"/>
          <w:color w:val="000000"/>
        </w:rPr>
        <w:fldChar w:fldCharType="end"/>
      </w:r>
      <w:r w:rsidR="003123AD">
        <w:rPr>
          <w:rFonts w:cs="Times New Roman"/>
        </w:rPr>
        <w:t xml:space="preserve"> </w:t>
      </w:r>
    </w:p>
    <w:p w14:paraId="0917DA17" w14:textId="77777777" w:rsidR="00E7082B" w:rsidRDefault="00E7082B" w:rsidP="00203D67">
      <w:pPr>
        <w:spacing w:line="480" w:lineRule="auto"/>
        <w:rPr>
          <w:rFonts w:cs="Times New Roman"/>
        </w:rPr>
      </w:pPr>
    </w:p>
    <w:p w14:paraId="322E9BEA" w14:textId="77777777" w:rsidR="003123AD" w:rsidRDefault="003123AD" w:rsidP="00203D67">
      <w:pPr>
        <w:spacing w:line="480" w:lineRule="auto"/>
        <w:rPr>
          <w:rFonts w:cs="Times New Roman"/>
          <w:b/>
          <w:i/>
        </w:rPr>
      </w:pPr>
      <w:r w:rsidRPr="0064328C">
        <w:rPr>
          <w:rFonts w:cs="Times New Roman"/>
          <w:b/>
          <w:i/>
        </w:rPr>
        <w:t>Control variables</w:t>
      </w:r>
    </w:p>
    <w:p w14:paraId="38669B14" w14:textId="37FEF4D0" w:rsidR="007B6AAE" w:rsidRDefault="00077B95" w:rsidP="00203D67">
      <w:pPr>
        <w:spacing w:line="480" w:lineRule="auto"/>
        <w:rPr>
          <w:rFonts w:cs="Times New Roman"/>
          <w:color w:val="000000"/>
        </w:rPr>
      </w:pPr>
      <w:r>
        <w:rPr>
          <w:rFonts w:cs="Times New Roman"/>
        </w:rPr>
        <w:t>The analysis adjusted for a number of potential confounders which have been rep</w:t>
      </w:r>
      <w:r w:rsidR="00645424">
        <w:rPr>
          <w:rFonts w:cs="Times New Roman"/>
        </w:rPr>
        <w:t>orted to be linked with both MCI</w:t>
      </w:r>
      <w:r>
        <w:rPr>
          <w:rFonts w:cs="Times New Roman"/>
        </w:rPr>
        <w:t xml:space="preserve"> a</w:t>
      </w:r>
      <w:r w:rsidR="00EE0339">
        <w:rPr>
          <w:rFonts w:cs="Times New Roman"/>
        </w:rPr>
        <w:t>nd chronic physical conditions.</w:t>
      </w:r>
      <w:r w:rsidR="00D5409F">
        <w:rPr>
          <w:rFonts w:cs="Times New Roman"/>
        </w:rPr>
        <w:fldChar w:fldCharType="begin">
          <w:fldData xml:space="preserve">PEVuZE5vdGU+PENpdGU+PEF1dGhvcj5MYXJhPC9BdXRob3I+PFllYXI+MjAxNjwvWWVhcj48UmVj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</w:fldData>
        </w:fldChar>
      </w:r>
      <w:r w:rsidR="005E585D">
        <w:rPr>
          <w:rFonts w:cs="Times New Roman"/>
        </w:rPr>
        <w:instrText xml:space="preserve"> ADDIN EN.CITE </w:instrText>
      </w:r>
      <w:r w:rsidR="005E585D">
        <w:rPr>
          <w:rFonts w:cs="Times New Roman"/>
        </w:rPr>
        <w:fldChar w:fldCharType="begin">
          <w:fldData xml:space="preserve">PEVuZE5vdGU+PENpdGU+PEF1dGhvcj5MYXJhPC9BdXRob3I+PFllYXI+MjAxNjwvWWVhcj48UmVj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</w:fldData>
        </w:fldChar>
      </w:r>
      <w:r w:rsidR="005E585D">
        <w:rPr>
          <w:rFonts w:cs="Times New Roman"/>
        </w:rPr>
        <w:instrText xml:space="preserve"> ADDIN EN.CITE.DATA </w:instrText>
      </w:r>
      <w:r w:rsidR="005E585D">
        <w:rPr>
          <w:rFonts w:cs="Times New Roman"/>
        </w:rPr>
      </w:r>
      <w:r w:rsidR="005E585D">
        <w:rPr>
          <w:rFonts w:cs="Times New Roman"/>
        </w:rPr>
        <w:fldChar w:fldCharType="end"/>
      </w:r>
      <w:r w:rsidR="00D5409F">
        <w:rPr>
          <w:rFonts w:cs="Times New Roman"/>
        </w:rPr>
      </w:r>
      <w:r w:rsidR="00D5409F">
        <w:rPr>
          <w:rFonts w:cs="Times New Roman"/>
        </w:rPr>
        <w:fldChar w:fldCharType="separate"/>
      </w:r>
      <w:r w:rsidR="005E585D" w:rsidRPr="005E585D">
        <w:rPr>
          <w:rFonts w:cs="Times New Roman"/>
          <w:noProof/>
          <w:vertAlign w:val="superscript"/>
        </w:rPr>
        <w:t>9, 35, 36</w:t>
      </w:r>
      <w:r w:rsidR="00D5409F">
        <w:rPr>
          <w:rFonts w:cs="Times New Roman"/>
        </w:rPr>
        <w:fldChar w:fldCharType="end"/>
      </w:r>
      <w:r w:rsidR="00676890">
        <w:rPr>
          <w:rFonts w:cs="Times New Roman"/>
        </w:rPr>
        <w:t xml:space="preserve"> </w:t>
      </w:r>
      <w:r w:rsidR="00680A88">
        <w:rPr>
          <w:rFonts w:cs="Times New Roman"/>
        </w:rPr>
        <w:t>Sociodemographic control variables included age</w:t>
      </w:r>
      <w:r w:rsidR="003123AD" w:rsidRPr="007658FE">
        <w:rPr>
          <w:rFonts w:cs="Times New Roman"/>
        </w:rPr>
        <w:t>, sex, education</w:t>
      </w:r>
      <w:r w:rsidR="007B6AAE">
        <w:rPr>
          <w:rFonts w:cs="Times New Roman"/>
        </w:rPr>
        <w:t xml:space="preserve"> (no formal, at least some primary, ≥secondary completed)</w:t>
      </w:r>
      <w:r w:rsidR="003123AD" w:rsidRPr="007658FE">
        <w:rPr>
          <w:rFonts w:cs="Times New Roman"/>
        </w:rPr>
        <w:t>, and wealth</w:t>
      </w:r>
      <w:r w:rsidR="00721077" w:rsidRPr="008B2EB2">
        <w:rPr>
          <w:rFonts w:cs="Times New Roman"/>
          <w:color w:val="000000"/>
        </w:rPr>
        <w:t xml:space="preserve"> quintiles based on country-specific income.</w:t>
      </w:r>
      <w:r w:rsidR="007B6AAE">
        <w:rPr>
          <w:rFonts w:cs="Times New Roman"/>
          <w:color w:val="000000"/>
        </w:rPr>
        <w:t xml:space="preserve"> </w:t>
      </w:r>
      <w:r w:rsidR="009C4172">
        <w:rPr>
          <w:rFonts w:cs="Times New Roman"/>
          <w:color w:val="000000"/>
        </w:rPr>
        <w:t xml:space="preserve">Other variables included </w:t>
      </w:r>
      <w:r w:rsidR="005C3B0C">
        <w:rPr>
          <w:rFonts w:cs="Times New Roman"/>
          <w:color w:val="000000"/>
        </w:rPr>
        <w:t>health behavior [</w:t>
      </w:r>
      <w:r w:rsidR="009C4172">
        <w:rPr>
          <w:rFonts w:cs="Times New Roman"/>
          <w:color w:val="000000"/>
        </w:rPr>
        <w:t>smoking (never, current, former), alcohol consumption (never, non-heavy, heavy), physical activity</w:t>
      </w:r>
      <w:r w:rsidR="005C3B0C">
        <w:rPr>
          <w:rFonts w:cs="Times New Roman"/>
          <w:color w:val="000000"/>
        </w:rPr>
        <w:t>]</w:t>
      </w:r>
      <w:r w:rsidR="009C4172">
        <w:rPr>
          <w:rFonts w:cs="Times New Roman"/>
          <w:color w:val="000000"/>
        </w:rPr>
        <w:t xml:space="preserve">, </w:t>
      </w:r>
      <w:r w:rsidR="0030721C">
        <w:rPr>
          <w:rFonts w:cs="Times New Roman"/>
          <w:color w:val="000000"/>
        </w:rPr>
        <w:t xml:space="preserve">body mass index (BMI) </w:t>
      </w:r>
      <w:r w:rsidR="00F56F62">
        <w:rPr>
          <w:rFonts w:cs="Times New Roman"/>
          <w:color w:val="000000"/>
        </w:rPr>
        <w:t xml:space="preserve">based on measured weight and height </w:t>
      </w:r>
      <w:r w:rsidR="009C4172">
        <w:rPr>
          <w:rFonts w:cs="Times New Roman"/>
          <w:color w:val="000000"/>
        </w:rPr>
        <w:t>(&lt;18.5, 18.5-24.9, 25.0-29.9, ≥30 kg/m</w:t>
      </w:r>
      <w:r w:rsidR="009C4172" w:rsidRPr="009C4172">
        <w:rPr>
          <w:rFonts w:cs="Times New Roman"/>
          <w:color w:val="000000"/>
          <w:vertAlign w:val="superscript"/>
        </w:rPr>
        <w:t>2</w:t>
      </w:r>
      <w:r w:rsidR="009C4172">
        <w:rPr>
          <w:rFonts w:cs="Times New Roman"/>
          <w:color w:val="000000"/>
        </w:rPr>
        <w:t>), and depression</w:t>
      </w:r>
      <w:r w:rsidR="007B6AAE">
        <w:rPr>
          <w:rFonts w:cs="Times New Roman"/>
          <w:color w:val="000000"/>
        </w:rPr>
        <w:t xml:space="preserve"> </w:t>
      </w:r>
      <w:r w:rsidR="007B6AAE">
        <w:rPr>
          <w:rFonts w:cs="Times New Roman"/>
        </w:rPr>
        <w:t xml:space="preserve">(See </w:t>
      </w:r>
      <w:r w:rsidR="005A61DC">
        <w:rPr>
          <w:rFonts w:eastAsia="Times New Roman" w:cs="Times New Roman"/>
        </w:rPr>
        <w:t>Supplementary Table S</w:t>
      </w:r>
      <w:r w:rsidR="005A61DC">
        <w:rPr>
          <w:rFonts w:eastAsia="Times New Roman" w:cs="Times New Roman"/>
          <w:b/>
        </w:rPr>
        <w:t>2</w:t>
      </w:r>
      <w:r w:rsidR="005A61DC">
        <w:rPr>
          <w:rFonts w:eastAsia="Times New Roman" w:cs="Times New Roman"/>
        </w:rPr>
        <w:t xml:space="preserve"> </w:t>
      </w:r>
      <w:r w:rsidR="007B6AAE">
        <w:rPr>
          <w:rFonts w:cs="Times New Roman"/>
        </w:rPr>
        <w:t>for details on these variables)</w:t>
      </w:r>
      <w:r w:rsidR="009C4172">
        <w:rPr>
          <w:rFonts w:cs="Times New Roman"/>
          <w:color w:val="000000"/>
        </w:rPr>
        <w:t xml:space="preserve">. </w:t>
      </w:r>
    </w:p>
    <w:p w14:paraId="0BCB31D8" w14:textId="77777777" w:rsidR="003123AD" w:rsidRPr="003C29EC" w:rsidRDefault="003123AD" w:rsidP="00203D67">
      <w:pPr>
        <w:spacing w:line="480" w:lineRule="auto"/>
        <w:rPr>
          <w:rFonts w:cs="Times New Roman"/>
        </w:rPr>
      </w:pPr>
    </w:p>
    <w:p w14:paraId="0D43E89D" w14:textId="77777777" w:rsidR="003123AD" w:rsidRPr="006D51F9" w:rsidRDefault="003123AD" w:rsidP="00203D67">
      <w:pPr>
        <w:spacing w:line="480" w:lineRule="auto"/>
        <w:rPr>
          <w:rFonts w:cs="Times New Roman"/>
          <w:b/>
          <w:i/>
        </w:rPr>
      </w:pPr>
      <w:r w:rsidRPr="006D51F9">
        <w:rPr>
          <w:rFonts w:cs="Times New Roman"/>
          <w:b/>
          <w:i/>
        </w:rPr>
        <w:t>Statistical analysis</w:t>
      </w:r>
    </w:p>
    <w:p w14:paraId="2073CE1C" w14:textId="3BDAB3DA" w:rsidR="00596E70" w:rsidRDefault="003123AD" w:rsidP="00203D67">
      <w:pPr>
        <w:spacing w:line="480" w:lineRule="auto"/>
      </w:pPr>
      <w:r w:rsidRPr="006D51F9">
        <w:t xml:space="preserve">The statistical analysis was performed with Stata 14.1 (Stata Corp LP, College station, Texas). </w:t>
      </w:r>
      <w:r w:rsidRPr="006D51F9">
        <w:rPr>
          <w:rFonts w:cs="Times New Roman"/>
        </w:rPr>
        <w:t xml:space="preserve">The analysis was restricted to </w:t>
      </w:r>
      <w:r>
        <w:rPr>
          <w:rFonts w:cs="Times New Roman"/>
        </w:rPr>
        <w:t xml:space="preserve">those </w:t>
      </w:r>
      <w:r w:rsidRPr="006D51F9">
        <w:rPr>
          <w:rFonts w:cs="Times New Roman"/>
        </w:rPr>
        <w:t xml:space="preserve">aged ≥50 years. </w:t>
      </w:r>
      <w:r w:rsidR="00C97835">
        <w:rPr>
          <w:rFonts w:cs="Times New Roman"/>
        </w:rPr>
        <w:t xml:space="preserve">The difference in the prevalence of multimorbidity or MCI by sample characteristics was tested by Chi-squared tests. </w:t>
      </w:r>
      <w:r w:rsidR="00596E70">
        <w:t xml:space="preserve">Tetrachoric correlations between each chronic condition was calculated among those with MCI. </w:t>
      </w:r>
    </w:p>
    <w:p w14:paraId="480D45C6" w14:textId="638E4DC6" w:rsidR="00B60D4C" w:rsidRDefault="00596E70" w:rsidP="00203D67">
      <w:pPr>
        <w:spacing w:line="480" w:lineRule="auto"/>
        <w:rPr>
          <w:rFonts w:cs="Times New Roman"/>
        </w:rPr>
      </w:pPr>
      <w:r>
        <w:tab/>
      </w:r>
      <w:r w:rsidR="003123AD" w:rsidRPr="006D51F9">
        <w:t>W</w:t>
      </w:r>
      <w:r w:rsidR="00361EB9">
        <w:t>e conducted multivariable logistic</w:t>
      </w:r>
      <w:r w:rsidR="003123AD" w:rsidRPr="006D51F9">
        <w:t xml:space="preserve"> regression analysis to assess the association between the number of chronic conditions including multimorbidity  (</w:t>
      </w:r>
      <w:r w:rsidR="003123AD" w:rsidRPr="006D51F9">
        <w:rPr>
          <w:rFonts w:cs="Times New Roman"/>
        </w:rPr>
        <w:t>≥</w:t>
      </w:r>
      <w:r w:rsidR="003123AD" w:rsidRPr="006D51F9">
        <w:t>2 chron</w:t>
      </w:r>
      <w:r w:rsidR="00361EB9">
        <w:t>ic conditions) or each of the 10</w:t>
      </w:r>
      <w:r w:rsidR="003123AD" w:rsidRPr="006D51F9">
        <w:t xml:space="preserve"> </w:t>
      </w:r>
      <w:r w:rsidR="004755EB">
        <w:t xml:space="preserve">individual </w:t>
      </w:r>
      <w:r w:rsidR="003123AD" w:rsidRPr="006D51F9">
        <w:t xml:space="preserve">chronic conditions (exposure variables) and </w:t>
      </w:r>
      <w:r w:rsidR="00361EB9">
        <w:t xml:space="preserve">MCI </w:t>
      </w:r>
      <w:r w:rsidR="003123AD" w:rsidRPr="006D51F9">
        <w:t>(outcome)</w:t>
      </w:r>
      <w:r w:rsidR="009F7827">
        <w:t xml:space="preserve"> using the overall sample (age </w:t>
      </w:r>
      <w:r w:rsidR="009F7827">
        <w:rPr>
          <w:rFonts w:cs="Times New Roman"/>
        </w:rPr>
        <w:t>≥</w:t>
      </w:r>
      <w:r w:rsidR="009F7827">
        <w:t xml:space="preserve">50 years) and by age groups (50-64 and </w:t>
      </w:r>
      <w:r w:rsidR="009F7827">
        <w:rPr>
          <w:rFonts w:cs="Times New Roman"/>
        </w:rPr>
        <w:t>≥</w:t>
      </w:r>
      <w:r w:rsidR="009F7827">
        <w:t>65 years)</w:t>
      </w:r>
      <w:r w:rsidR="006F1949">
        <w:t xml:space="preserve"> as previous studies have shown that the risk factors of MCI may differ between mid-life and late-life.</w:t>
      </w:r>
      <w:r w:rsidR="006F1949">
        <w:fldChar w:fldCharType="begin">
          <w:fldData xml:space="preserve">PEVuZE5vdGU+PENpdGU+PEF1dGhvcj5CYXVtZ2FydDwvQXV0aG9yPjxZZWFyPjIwMTU8L1llYXI+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</w:fldData>
        </w:fldChar>
      </w:r>
      <w:r w:rsidR="005E585D">
        <w:instrText xml:space="preserve"> ADDIN EN.CITE </w:instrText>
      </w:r>
      <w:r w:rsidR="005E585D">
        <w:fldChar w:fldCharType="begin">
          <w:fldData xml:space="preserve">PEVuZE5vdGU+PENpdGU+PEF1dGhvcj5CYXVtZ2FydDwvQXV0aG9yPjxZZWFyPjIwMTU8L1llYXI+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</w:fldData>
        </w:fldChar>
      </w:r>
      <w:r w:rsidR="005E585D">
        <w:instrText xml:space="preserve"> ADDIN EN.CITE.DATA </w:instrText>
      </w:r>
      <w:r w:rsidR="005E585D">
        <w:fldChar w:fldCharType="end"/>
      </w:r>
      <w:r w:rsidR="006F1949">
        <w:fldChar w:fldCharType="separate"/>
      </w:r>
      <w:r w:rsidR="005E585D" w:rsidRPr="005E585D">
        <w:rPr>
          <w:noProof/>
          <w:vertAlign w:val="superscript"/>
        </w:rPr>
        <w:t>9, 37</w:t>
      </w:r>
      <w:r w:rsidR="006F1949">
        <w:fldChar w:fldCharType="end"/>
      </w:r>
      <w:r w:rsidR="006F1949">
        <w:t xml:space="preserve"> </w:t>
      </w:r>
      <w:r w:rsidR="009F7827">
        <w:t xml:space="preserve">Finally, in order to assess </w:t>
      </w:r>
      <w:r w:rsidR="007E5147">
        <w:t xml:space="preserve">the degree of between-country heterogeneity in the association between multimorbidity and MCI, we calculated the Higgin’s </w:t>
      </w:r>
      <w:r w:rsidR="007E5147" w:rsidRPr="007C1E33">
        <w:rPr>
          <w:i/>
        </w:rPr>
        <w:t>I</w:t>
      </w:r>
      <w:r w:rsidR="007E5147" w:rsidRPr="007C1E33">
        <w:rPr>
          <w:i/>
          <w:vertAlign w:val="superscript"/>
        </w:rPr>
        <w:t>2</w:t>
      </w:r>
      <w:r w:rsidR="007E5147">
        <w:rPr>
          <w:i/>
          <w:vertAlign w:val="superscript"/>
        </w:rPr>
        <w:t xml:space="preserve"> </w:t>
      </w:r>
      <w:r w:rsidR="007E5147">
        <w:t xml:space="preserve">based on country-wise estimates. </w:t>
      </w:r>
      <w:r w:rsidR="00B60D4C" w:rsidRPr="007000BE">
        <w:rPr>
          <w:rFonts w:cs="Times New Roman"/>
        </w:rPr>
        <w:t xml:space="preserve">This represents the degree of heterogeneity that is not explained by sampling error with </w:t>
      </w:r>
      <w:r w:rsidR="00B60D4C">
        <w:rPr>
          <w:rFonts w:cs="Times New Roman"/>
        </w:rPr>
        <w:t xml:space="preserve">values of 25%, 50%, and 75% often </w:t>
      </w:r>
      <w:r w:rsidR="00AB74A7">
        <w:rPr>
          <w:rFonts w:cs="Times New Roman"/>
        </w:rPr>
        <w:t xml:space="preserve">being </w:t>
      </w:r>
      <w:r w:rsidR="00B60D4C">
        <w:rPr>
          <w:rFonts w:cs="Times New Roman"/>
        </w:rPr>
        <w:t xml:space="preserve">considered </w:t>
      </w:r>
      <w:r w:rsidR="00AB74A7">
        <w:rPr>
          <w:rFonts w:cs="Times New Roman"/>
        </w:rPr>
        <w:t xml:space="preserve">as </w:t>
      </w:r>
      <w:r w:rsidR="00B60D4C">
        <w:rPr>
          <w:rFonts w:cs="Times New Roman"/>
        </w:rPr>
        <w:t>low, moderate</w:t>
      </w:r>
      <w:r w:rsidR="006F1949">
        <w:rPr>
          <w:rFonts w:cs="Times New Roman"/>
        </w:rPr>
        <w:t>,</w:t>
      </w:r>
      <w:r w:rsidR="00B60D4C">
        <w:rPr>
          <w:rFonts w:cs="Times New Roman"/>
        </w:rPr>
        <w:t xml:space="preserve"> and high levels of heterogeneity.</w:t>
      </w:r>
      <w:r w:rsidR="00D5409F">
        <w:rPr>
          <w:rFonts w:cs="Times New Roman"/>
        </w:rPr>
        <w:fldChar w:fldCharType="begin"/>
      </w:r>
      <w:r w:rsidR="005E585D">
        <w:rPr>
          <w:rFonts w:cs="Times New Roman"/>
        </w:rPr>
        <w:instrText xml:space="preserve"> ADDIN EN.CITE &lt;EndNote&gt;&lt;Cite&gt;&lt;Author&gt;Higgins&lt;/Author&gt;&lt;Year&gt;2003&lt;/Year&gt;&lt;RecNum&gt;11334&lt;/RecNum&gt;&lt;DisplayText&gt;&lt;style face="superscript"&gt;38&lt;/style&gt;&lt;/DisplayText&gt;&lt;record&gt;&lt;rec-number&gt;11334&lt;/rec-number&gt;&lt;foreign-keys&gt;&lt;key app="EN" db-id="av2px5paiv9psse599xpdtrptzaferevtwxz" timestamp="1503765343"&gt;11334&lt;/key&gt;&lt;/foreign-keys&gt;&lt;ref-type name="Journal Article"&gt;17&lt;/ref-type&gt;&lt;contributors&gt;&lt;authors&gt;&lt;author&gt;Higgins, J. P.&lt;/author&gt;&lt;author&gt;Thompson, S. G.&lt;/author&gt;&lt;author&gt;Deeks, J. J.&lt;/author&gt;&lt;author&gt;Altman, D. G.&lt;/author&gt;&lt;/authors&gt;&lt;/contributors&gt;&lt;auth-address&gt;MRC Biostatistics Unit, Institute of Public Health, Cambridge CB2 2SR. julian.higgins@mrc-bsu.cam.ac.uk&lt;/auth-address&gt;&lt;titles&gt;&lt;title&gt;Measuring inconsistency in meta-analyses&lt;/title&gt;&lt;secondary-title&gt;Bmj&lt;/secondary-title&gt;&lt;alt-title&gt;BMJ (Clinical research ed.)&lt;/alt-title&gt;&lt;/titles&gt;&lt;periodical&gt;&lt;full-title&gt;Bmj&lt;/full-title&gt;&lt;/periodical&gt;&lt;pages&gt;557-60&lt;/pages&gt;&lt;volume&gt;327&lt;/volume&gt;&lt;number&gt;7414&lt;/number&gt;&lt;edition&gt;2003/09/06&lt;/edition&gt;&lt;keywords&gt;&lt;keyword&gt;Data Interpretation, Statistical&lt;/keyword&gt;&lt;keyword&gt;*Meta-Analysis as Topic&lt;/keyword&gt;&lt;keyword&gt;Reproducibility of Results&lt;/keyword&gt;&lt;keyword&gt;Sensitivity and Specificity&lt;/keyword&gt;&lt;/keywords&gt;&lt;dates&gt;&lt;year&gt;2003&lt;/year&gt;&lt;pub-dates&gt;&lt;date&gt;Sep 06&lt;/date&gt;&lt;/pub-dates&gt;&lt;/dates&gt;&lt;isbn&gt;0959-535x&lt;/isbn&gt;&lt;accession-num&gt;12958120&lt;/accession-num&gt;&lt;urls&gt;&lt;/urls&gt;&lt;custom2&gt;PMC192859&lt;/custom2&gt;&lt;electronic-resource-num&gt;10.1136/bmj.327.7414.557&lt;/electronic-resource-num&gt;&lt;remote-database-provider&gt;NLM&lt;/remote-database-provider&gt;&lt;language&gt;eng&lt;/language&gt;&lt;/record&gt;&lt;/Cite&gt;&lt;/EndNote&gt;</w:instrText>
      </w:r>
      <w:r w:rsidR="00D5409F">
        <w:rPr>
          <w:rFonts w:cs="Times New Roman"/>
        </w:rPr>
        <w:fldChar w:fldCharType="separate"/>
      </w:r>
      <w:r w:rsidR="005E585D" w:rsidRPr="005E585D">
        <w:rPr>
          <w:rFonts w:cs="Times New Roman"/>
          <w:noProof/>
          <w:vertAlign w:val="superscript"/>
        </w:rPr>
        <w:t>38</w:t>
      </w:r>
      <w:r w:rsidR="00D5409F">
        <w:rPr>
          <w:rFonts w:cs="Times New Roman"/>
        </w:rPr>
        <w:fldChar w:fldCharType="end"/>
      </w:r>
    </w:p>
    <w:p w14:paraId="6198107C" w14:textId="0FC6279F" w:rsidR="003123AD" w:rsidRDefault="00210BC6" w:rsidP="00203D67">
      <w:pPr>
        <w:spacing w:line="480" w:lineRule="auto"/>
      </w:pPr>
      <w:r>
        <w:tab/>
      </w:r>
      <w:r w:rsidR="008F10ED">
        <w:t xml:space="preserve">The regression analyses were all adjusted for </w:t>
      </w:r>
      <w:r w:rsidR="008F10ED" w:rsidRPr="006D51F9">
        <w:t xml:space="preserve">age, </w:t>
      </w:r>
      <w:r w:rsidR="008F10ED">
        <w:t xml:space="preserve">sex, </w:t>
      </w:r>
      <w:r w:rsidR="008F10ED" w:rsidRPr="006D51F9">
        <w:t>education, wealth</w:t>
      </w:r>
      <w:r w:rsidR="008F10ED">
        <w:t xml:space="preserve">, smoking, alcohol consumption, physical activity, BMI, depression, and country with the exception of </w:t>
      </w:r>
      <w:r w:rsidR="00B60D4C">
        <w:t>the country-wise analysi</w:t>
      </w:r>
      <w:r w:rsidR="008F10ED">
        <w:t xml:space="preserve">s which did not adjust for country. When the individual chronic conditions were the exposure variable, the models were also adjusted for the presence of other chronic illness to account for comorbid chronic conditions. This variable </w:t>
      </w:r>
      <w:r w:rsidR="008F10ED" w:rsidRPr="006D51F9">
        <w:t xml:space="preserve">included information </w:t>
      </w:r>
      <w:r w:rsidR="008F10ED">
        <w:t xml:space="preserve">on </w:t>
      </w:r>
      <w:r w:rsidR="008F10ED" w:rsidRPr="006D51F9">
        <w:t xml:space="preserve">whether the individual had any </w:t>
      </w:r>
      <w:r w:rsidR="008F10ED">
        <w:t xml:space="preserve">of the other nine </w:t>
      </w:r>
      <w:r w:rsidR="008F10ED" w:rsidRPr="006D51F9">
        <w:t xml:space="preserve">chronic conditions (Y/N). </w:t>
      </w:r>
      <w:r>
        <w:t xml:space="preserve">Country adjustment was done by including dummy variables for each country. </w:t>
      </w:r>
      <w:r w:rsidR="003123AD">
        <w:t>Under 5% of the dat</w:t>
      </w:r>
      <w:r w:rsidR="00F9754B">
        <w:t xml:space="preserve">a were missing for </w:t>
      </w:r>
      <w:r w:rsidR="003123AD">
        <w:t>the variables used in the analysis</w:t>
      </w:r>
      <w:r w:rsidR="004333C7">
        <w:t xml:space="preserve">. </w:t>
      </w:r>
      <w:r w:rsidR="008F10ED" w:rsidRPr="006D51F9">
        <w:t xml:space="preserve">All variables were included in the models as categorical variables with the exception of </w:t>
      </w:r>
      <w:r w:rsidR="008F10ED">
        <w:t>age when used as a continuous variable</w:t>
      </w:r>
      <w:r w:rsidR="008F10ED" w:rsidRPr="006D51F9">
        <w:t xml:space="preserve">. </w:t>
      </w:r>
      <w:r w:rsidR="004333C7">
        <w:t>C</w:t>
      </w:r>
      <w:r w:rsidR="003123AD">
        <w:t xml:space="preserve">omplete-case analysis was done. </w:t>
      </w:r>
      <w:r w:rsidR="003123AD" w:rsidRPr="006D51F9">
        <w:t>The sample weighting and the complex study desig</w:t>
      </w:r>
      <w:r w:rsidR="00F9754B">
        <w:t>n were taken into account in the</w:t>
      </w:r>
      <w:r w:rsidR="003123AD" w:rsidRPr="006D51F9">
        <w:t xml:space="preserve"> analyses</w:t>
      </w:r>
      <w:r w:rsidR="00FE6849">
        <w:t xml:space="preserve">. Results from the regression analyses </w:t>
      </w:r>
      <w:r w:rsidR="003123AD" w:rsidRPr="006D51F9">
        <w:t xml:space="preserve">are presented as </w:t>
      </w:r>
      <w:r w:rsidR="002E5280">
        <w:t xml:space="preserve">odds ratios (ORs) </w:t>
      </w:r>
      <w:r w:rsidR="003123AD" w:rsidRPr="006D51F9">
        <w:t xml:space="preserve">with 95% confidence intervals (CIs). The level of statistical significance was set at P&lt;0.05. </w:t>
      </w:r>
    </w:p>
    <w:p w14:paraId="1C1F6934" w14:textId="77777777" w:rsidR="00162AC6" w:rsidRDefault="00162AC6" w:rsidP="00203D67">
      <w:pPr>
        <w:spacing w:line="480" w:lineRule="auto"/>
      </w:pPr>
    </w:p>
    <w:p w14:paraId="7C13A6CF" w14:textId="4AA53EA6" w:rsidR="00162AC6" w:rsidRPr="00162AC6" w:rsidRDefault="00162AC6" w:rsidP="00203D67">
      <w:pPr>
        <w:spacing w:line="480" w:lineRule="auto"/>
        <w:rPr>
          <w:b/>
        </w:rPr>
      </w:pPr>
      <w:r w:rsidRPr="00162AC6">
        <w:rPr>
          <w:b/>
        </w:rPr>
        <w:t>Results</w:t>
      </w:r>
    </w:p>
    <w:p w14:paraId="4428353F" w14:textId="3F531543" w:rsidR="005610F8" w:rsidRDefault="00E63C1C" w:rsidP="00203D67">
      <w:pPr>
        <w:spacing w:line="480" w:lineRule="auto"/>
      </w:pPr>
      <w:r>
        <w:t>The final analytical sample consisted of 32,715 individuals (China n=12,815; Ghana n=4201; India n=6191; Mexico n=2070; Russi</w:t>
      </w:r>
      <w:r w:rsidR="0090264C">
        <w:t xml:space="preserve">a n=3766; South Africa n=3672) aged </w:t>
      </w:r>
      <w:r w:rsidR="0090264C">
        <w:rPr>
          <w:rFonts w:cs="Times New Roman"/>
        </w:rPr>
        <w:t>≥</w:t>
      </w:r>
      <w:r w:rsidR="0090264C">
        <w:t xml:space="preserve">50 years. </w:t>
      </w:r>
      <w:r w:rsidR="004E592A">
        <w:t xml:space="preserve">The mean (SD) age was </w:t>
      </w:r>
      <w:r w:rsidR="00981B74">
        <w:t xml:space="preserve">62.1 (15.6) years </w:t>
      </w:r>
      <w:r w:rsidR="004E592A">
        <w:t>and 51.7% were females.</w:t>
      </w:r>
      <w:r w:rsidR="00221769">
        <w:t xml:space="preserve"> The prevalence (95%CI) of multimorbidity and MCI were 49.8% (48.1%-51.5%) and 1</w:t>
      </w:r>
      <w:r w:rsidR="00072166">
        <w:t>5.3</w:t>
      </w:r>
      <w:r w:rsidR="00221769">
        <w:t>% (1</w:t>
      </w:r>
      <w:r w:rsidR="00072166">
        <w:t>4.4</w:t>
      </w:r>
      <w:r w:rsidR="00221769">
        <w:t>%-16.</w:t>
      </w:r>
      <w:r w:rsidR="00072166">
        <w:t>3</w:t>
      </w:r>
      <w:r w:rsidR="00221769">
        <w:t xml:space="preserve">%), respectively. </w:t>
      </w:r>
      <w:r w:rsidR="003C78B5">
        <w:t xml:space="preserve">The country-wise prevalence of </w:t>
      </w:r>
      <w:r w:rsidR="009F36F0">
        <w:t xml:space="preserve">individual </w:t>
      </w:r>
      <w:r w:rsidR="003C78B5">
        <w:t xml:space="preserve">chronic physical conditions are provided in </w:t>
      </w:r>
      <w:r w:rsidR="005A61DC">
        <w:rPr>
          <w:rFonts w:eastAsia="Times New Roman" w:cs="Times New Roman"/>
        </w:rPr>
        <w:t>Supplementary Table S</w:t>
      </w:r>
      <w:r w:rsidR="005A61DC">
        <w:rPr>
          <w:rFonts w:eastAsia="Times New Roman" w:cs="Times New Roman"/>
          <w:b/>
        </w:rPr>
        <w:t>3.</w:t>
      </w:r>
      <w:r w:rsidR="005A61DC">
        <w:rPr>
          <w:rFonts w:eastAsia="Times New Roman" w:cs="Times New Roman"/>
        </w:rPr>
        <w:t xml:space="preserve"> </w:t>
      </w:r>
      <w:r w:rsidR="00D559AB">
        <w:t xml:space="preserve">Older age, female sex, lower levels of education and wealth, former smoking, low physical activity, BMI </w:t>
      </w:r>
      <w:r w:rsidR="006A4273">
        <w:rPr>
          <w:rFonts w:cs="Times New Roman"/>
        </w:rPr>
        <w:t>≥</w:t>
      </w:r>
      <w:r w:rsidR="006A4273">
        <w:t>30 kg/m</w:t>
      </w:r>
      <w:r w:rsidR="006A4273" w:rsidRPr="006A4273">
        <w:rPr>
          <w:vertAlign w:val="superscript"/>
        </w:rPr>
        <w:t>2</w:t>
      </w:r>
      <w:r w:rsidR="006A4273">
        <w:t>, and depression were factors associated with higher prevalence of multimorbidity (</w:t>
      </w:r>
      <w:r w:rsidR="006A4273" w:rsidRPr="006A4273">
        <w:rPr>
          <w:b/>
        </w:rPr>
        <w:t>Table 1</w:t>
      </w:r>
      <w:r w:rsidR="006A4273">
        <w:t xml:space="preserve">). </w:t>
      </w:r>
    </w:p>
    <w:p w14:paraId="71B61DA0" w14:textId="7D9DE3FF" w:rsidR="005610F8" w:rsidRDefault="005610F8" w:rsidP="00203D67">
      <w:pPr>
        <w:spacing w:line="480" w:lineRule="auto"/>
      </w:pPr>
      <w:r>
        <w:tab/>
      </w:r>
      <w:r w:rsidR="00D96764">
        <w:t xml:space="preserve">Compared to </w:t>
      </w:r>
      <w:r w:rsidR="00A0010A">
        <w:t xml:space="preserve">not having </w:t>
      </w:r>
      <w:r w:rsidR="00D96764">
        <w:t xml:space="preserve">the condition, all </w:t>
      </w:r>
      <w:r w:rsidR="000136ED">
        <w:t xml:space="preserve">single </w:t>
      </w:r>
      <w:r w:rsidR="00D96764">
        <w:t>chronic conditions assessed were significantly associated with higher prevalence of MCI with the exception of angina, cataract, and diabetes</w:t>
      </w:r>
      <w:r w:rsidR="00CE58E2">
        <w:t xml:space="preserve"> (</w:t>
      </w:r>
      <w:r w:rsidR="00CE58E2" w:rsidRPr="0066635D">
        <w:rPr>
          <w:b/>
        </w:rPr>
        <w:t>Table 2</w:t>
      </w:r>
      <w:r w:rsidR="00CE58E2">
        <w:t>)</w:t>
      </w:r>
      <w:r w:rsidR="00D96764">
        <w:t xml:space="preserve">. </w:t>
      </w:r>
      <w:r w:rsidR="00CE58E2">
        <w:t xml:space="preserve">There was a linear increase in the prevalence of MCI with increasing numbers of chronic conditions. </w:t>
      </w:r>
      <w:r w:rsidR="001F420A">
        <w:t>Among individuals with MCI, there was a particularly strong correlation between: a</w:t>
      </w:r>
      <w:r w:rsidR="007071E3">
        <w:t>ngina and asthma; angina and chronic lung disease; asthma and chronic lung disease</w:t>
      </w:r>
      <w:r w:rsidR="001F420A">
        <w:t xml:space="preserve">; </w:t>
      </w:r>
      <w:r w:rsidR="00EB0CE8">
        <w:t>diabetes and hypertension; edentulism and hearing problems; stroke and hypertension (</w:t>
      </w:r>
      <w:r w:rsidR="00832F9D">
        <w:t>See</w:t>
      </w:r>
      <w:r w:rsidR="00E52BC8">
        <w:t xml:space="preserve"> </w:t>
      </w:r>
      <w:r w:rsidR="00E52BC8">
        <w:rPr>
          <w:rFonts w:eastAsia="Times New Roman" w:cs="Times New Roman"/>
        </w:rPr>
        <w:t>Supplementary Table S</w:t>
      </w:r>
      <w:r w:rsidR="00E52BC8">
        <w:rPr>
          <w:rFonts w:eastAsia="Times New Roman" w:cs="Times New Roman"/>
          <w:b/>
        </w:rPr>
        <w:t>4</w:t>
      </w:r>
      <w:r w:rsidR="00EB0CE8">
        <w:t xml:space="preserve">). </w:t>
      </w:r>
    </w:p>
    <w:p w14:paraId="56C92B25" w14:textId="26092AF2" w:rsidR="00EB06BB" w:rsidRDefault="005610F8" w:rsidP="00203D67">
      <w:pPr>
        <w:spacing w:line="480" w:lineRule="auto"/>
      </w:pPr>
      <w:r>
        <w:tab/>
      </w:r>
      <w:r w:rsidR="007931A1">
        <w:t>In the overall sample, t</w:t>
      </w:r>
      <w:r w:rsidR="005467EF">
        <w:t>he multivariable regression analysis showed that a</w:t>
      </w:r>
      <w:r w:rsidR="007C5E29">
        <w:t>ll in</w:t>
      </w:r>
      <w:r w:rsidR="005467EF">
        <w:t>dividual chronic conditions are</w:t>
      </w:r>
      <w:r w:rsidR="007C5E29">
        <w:t xml:space="preserve"> associated with higher odds for MCI but statistical significance was only reached for </w:t>
      </w:r>
      <w:r w:rsidR="007931A1">
        <w:t xml:space="preserve">arthritis (OR=1.24), cataract (OR=1.33), chronic lung disease (OR=1.29), </w:t>
      </w:r>
      <w:r w:rsidR="007C5E29">
        <w:t>edentulism</w:t>
      </w:r>
      <w:r w:rsidR="009212CC">
        <w:t xml:space="preserve"> (OR=1.24)</w:t>
      </w:r>
      <w:r w:rsidR="007C5E29">
        <w:t>,</w:t>
      </w:r>
      <w:r w:rsidR="007931A1">
        <w:t xml:space="preserve"> hearing problems (OR=2.27), and </w:t>
      </w:r>
      <w:r w:rsidR="007C5E29">
        <w:t>stroke</w:t>
      </w:r>
      <w:r w:rsidR="009212CC">
        <w:t xml:space="preserve"> (OR=1.94)</w:t>
      </w:r>
      <w:r w:rsidR="007C5E29">
        <w:t xml:space="preserve">, </w:t>
      </w:r>
      <w:r w:rsidR="007931A1">
        <w:t xml:space="preserve">while </w:t>
      </w:r>
      <w:r w:rsidR="0054196B">
        <w:t xml:space="preserve">the </w:t>
      </w:r>
      <w:r w:rsidR="007931A1">
        <w:t xml:space="preserve">OR (95%CI) for multimorbidity was 1.40 (95%CI=1.23-1.58) </w:t>
      </w:r>
      <w:r w:rsidR="00D63982">
        <w:t>(</w:t>
      </w:r>
      <w:r w:rsidR="007931A1">
        <w:rPr>
          <w:b/>
        </w:rPr>
        <w:t>Table 3</w:t>
      </w:r>
      <w:r w:rsidR="00D63982">
        <w:t>)</w:t>
      </w:r>
      <w:r w:rsidR="007C5E29">
        <w:t xml:space="preserve">. </w:t>
      </w:r>
      <w:r w:rsidR="001C7B70">
        <w:t xml:space="preserve">These associations were similar in the two age groups with the exception of angina and chronic lung disease which were only significantly associated with MCI in the younger age group. </w:t>
      </w:r>
      <w:r w:rsidR="00113AAE">
        <w:t xml:space="preserve">The association between MCI and multimorbidity showed a </w:t>
      </w:r>
      <w:r w:rsidR="00A17C32">
        <w:t xml:space="preserve">moderate level of between-country heterogeneity </w:t>
      </w:r>
      <w:r w:rsidR="00E009F9">
        <w:t xml:space="preserve">[Higgin’s </w:t>
      </w:r>
      <w:r w:rsidR="00E009F9" w:rsidRPr="007C1E33">
        <w:rPr>
          <w:i/>
        </w:rPr>
        <w:t>I</w:t>
      </w:r>
      <w:r w:rsidR="00E009F9" w:rsidRPr="007C1E33">
        <w:rPr>
          <w:i/>
          <w:vertAlign w:val="superscript"/>
        </w:rPr>
        <w:t>2</w:t>
      </w:r>
      <w:r w:rsidR="00E009F9">
        <w:rPr>
          <w:vertAlign w:val="superscript"/>
        </w:rPr>
        <w:t xml:space="preserve"> </w:t>
      </w:r>
      <w:r w:rsidR="00E009F9">
        <w:t>64% (95%CI=12%-85%)]</w:t>
      </w:r>
      <w:r w:rsidR="006C1CDE">
        <w:t xml:space="preserve"> (See</w:t>
      </w:r>
      <w:r w:rsidR="00E52BC8">
        <w:t xml:space="preserve"> </w:t>
      </w:r>
      <w:r w:rsidR="00E52BC8">
        <w:rPr>
          <w:rFonts w:eastAsia="Times New Roman" w:cs="Times New Roman"/>
        </w:rPr>
        <w:t>Supplementary Figure S</w:t>
      </w:r>
      <w:r w:rsidR="00E52BC8" w:rsidRPr="007C1E33">
        <w:rPr>
          <w:rFonts w:eastAsia="Times New Roman" w:cs="Times New Roman"/>
          <w:b/>
        </w:rPr>
        <w:t>1</w:t>
      </w:r>
      <w:r w:rsidR="00E52BC8">
        <w:rPr>
          <w:rFonts w:eastAsia="Times New Roman" w:cs="Times New Roman"/>
        </w:rPr>
        <w:t xml:space="preserve"> </w:t>
      </w:r>
      <w:r w:rsidR="006C1CDE">
        <w:t>)</w:t>
      </w:r>
      <w:r w:rsidR="00E009F9">
        <w:t xml:space="preserve">. </w:t>
      </w:r>
      <w:r w:rsidR="00F70090">
        <w:t>C</w:t>
      </w:r>
      <w:r w:rsidR="002C653E">
        <w:t xml:space="preserve">ompared to no chronic conditions, there was a gradual increase in the odds for MCI ranging from one condition (OR=1.21; 95%CI=1.03-1.42) to </w:t>
      </w:r>
      <w:r w:rsidR="002C653E">
        <w:rPr>
          <w:rFonts w:cs="Times New Roman"/>
        </w:rPr>
        <w:t>≥</w:t>
      </w:r>
      <w:r w:rsidR="002C653E">
        <w:t>4 conditions (OR=2.07; 95%CI=1.70-2.52)</w:t>
      </w:r>
      <w:r w:rsidR="00F70090">
        <w:t xml:space="preserve"> </w:t>
      </w:r>
      <w:r w:rsidR="0018229D">
        <w:t xml:space="preserve">in the overall sample </w:t>
      </w:r>
      <w:r w:rsidR="00F70090">
        <w:t>(</w:t>
      </w:r>
      <w:r w:rsidR="00F70090" w:rsidRPr="00F70090">
        <w:rPr>
          <w:b/>
        </w:rPr>
        <w:t xml:space="preserve">Table </w:t>
      </w:r>
      <w:r w:rsidR="0018229D">
        <w:rPr>
          <w:b/>
        </w:rPr>
        <w:t>4</w:t>
      </w:r>
      <w:r w:rsidR="00F70090">
        <w:t>)</w:t>
      </w:r>
      <w:r w:rsidR="002C653E">
        <w:t xml:space="preserve">. </w:t>
      </w:r>
      <w:r w:rsidR="00ED5679">
        <w:t xml:space="preserve">In terms of other potentially modifiable risk factors for MCI, in the overall sample, </w:t>
      </w:r>
      <w:r w:rsidR="005E7D56">
        <w:t>s</w:t>
      </w:r>
      <w:r w:rsidR="00203665">
        <w:t xml:space="preserve">moking, low physical activity, and obesity </w:t>
      </w:r>
      <w:r w:rsidR="004E0B39">
        <w:t xml:space="preserve">(BMI </w:t>
      </w:r>
      <w:r w:rsidR="004E0B39">
        <w:rPr>
          <w:rFonts w:cs="Times New Roman"/>
        </w:rPr>
        <w:t>≥</w:t>
      </w:r>
      <w:r w:rsidR="004E0B39">
        <w:t>30kg/m</w:t>
      </w:r>
      <w:r w:rsidR="004E0B39" w:rsidRPr="004E0B39">
        <w:rPr>
          <w:vertAlign w:val="superscript"/>
        </w:rPr>
        <w:t>2</w:t>
      </w:r>
      <w:r w:rsidR="004E0B39">
        <w:t xml:space="preserve">) </w:t>
      </w:r>
      <w:r w:rsidR="00203665">
        <w:t>were also associated with higher odds for MCI</w:t>
      </w:r>
      <w:r w:rsidR="00832F9D">
        <w:t xml:space="preserve"> </w:t>
      </w:r>
      <w:r w:rsidR="00BB4F01">
        <w:t xml:space="preserve">independent of the number of chronic conditions </w:t>
      </w:r>
      <w:r w:rsidR="001C7B70">
        <w:t xml:space="preserve">although some of these factors were not significantly associated with MCI in one of the age groups </w:t>
      </w:r>
      <w:r w:rsidR="00832F9D">
        <w:t xml:space="preserve">(Table </w:t>
      </w:r>
      <w:r w:rsidR="005E7D56">
        <w:t>4</w:t>
      </w:r>
      <w:r w:rsidR="00692DD8">
        <w:t>)</w:t>
      </w:r>
      <w:r w:rsidR="00203665">
        <w:t>.</w:t>
      </w:r>
      <w:r w:rsidR="005E7D56">
        <w:t xml:space="preserve"> </w:t>
      </w:r>
    </w:p>
    <w:p w14:paraId="61B6AAF9" w14:textId="30C05E1C" w:rsidR="00E01713" w:rsidRDefault="00EB06BB" w:rsidP="00203D67">
      <w:pPr>
        <w:spacing w:line="480" w:lineRule="auto"/>
      </w:pPr>
      <w:r>
        <w:tab/>
      </w:r>
    </w:p>
    <w:p w14:paraId="5D2E1D18" w14:textId="3E247526" w:rsidR="00DB20EB" w:rsidRDefault="000F0C56" w:rsidP="00203D67">
      <w:pPr>
        <w:spacing w:line="480" w:lineRule="auto"/>
        <w:rPr>
          <w:b/>
        </w:rPr>
      </w:pPr>
      <w:r w:rsidRPr="000F0C56">
        <w:rPr>
          <w:b/>
        </w:rPr>
        <w:t>Discussion</w:t>
      </w:r>
    </w:p>
    <w:p w14:paraId="51BB9196" w14:textId="21C40B77" w:rsidR="003A2A84" w:rsidRPr="00D90329" w:rsidRDefault="00427810" w:rsidP="00203D67">
      <w:pPr>
        <w:spacing w:line="480" w:lineRule="auto"/>
        <w:rPr>
          <w:rFonts w:cs="Times New Roman"/>
        </w:rPr>
      </w:pPr>
      <w:r>
        <w:t>In this study, s</w:t>
      </w:r>
      <w:r w:rsidR="00B0500B" w:rsidRPr="007821C7">
        <w:t xml:space="preserve">everal chronic conditions and multimorbidity were significantly associated with </w:t>
      </w:r>
      <w:r>
        <w:t xml:space="preserve">a </w:t>
      </w:r>
      <w:r w:rsidR="00B0500B" w:rsidRPr="007821C7">
        <w:t>higher odds for MCI</w:t>
      </w:r>
      <w:r w:rsidR="00B0500B" w:rsidRPr="00D90329">
        <w:t xml:space="preserve">. There was also a gradual increase in the odds for MCI with increasing number of chronic conditions. </w:t>
      </w:r>
      <w:r w:rsidR="001E27C8" w:rsidRPr="00D90329">
        <w:rPr>
          <w:rFonts w:cs="Times New Roman"/>
        </w:rPr>
        <w:t>The strength of the study includes the large sample size and the use of nationally representative samples from six countries</w:t>
      </w:r>
      <w:r w:rsidR="001E27C8" w:rsidRPr="00D90329">
        <w:t>, which comprise nearly half of the worldwide population.</w:t>
      </w:r>
      <w:r w:rsidR="001E27C8" w:rsidRPr="007821C7">
        <w:fldChar w:fldCharType="begin">
          <w:fldData xml:space="preserve">PEVuZE5vdGU+PENpdGU+PEF1dGhvcj5Lb3dhbDwvQXV0aG9yPjxZZWFyPjIwMTI8L1llYXI+PFJl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</w:fldData>
        </w:fldChar>
      </w:r>
      <w:r w:rsidR="005E585D">
        <w:instrText xml:space="preserve"> ADDIN EN.CITE </w:instrText>
      </w:r>
      <w:r w:rsidR="005E585D">
        <w:fldChar w:fldCharType="begin">
          <w:fldData xml:space="preserve">PEVuZE5vdGU+PENpdGU+PEF1dGhvcj5Lb3dhbDwvQXV0aG9yPjxZZWFyPjIwMTI8L1llYXI+PFJl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</w:fldData>
        </w:fldChar>
      </w:r>
      <w:r w:rsidR="005E585D">
        <w:instrText xml:space="preserve"> ADDIN EN.CITE.DATA </w:instrText>
      </w:r>
      <w:r w:rsidR="005E585D">
        <w:fldChar w:fldCharType="end"/>
      </w:r>
      <w:r w:rsidR="001E27C8" w:rsidRPr="007821C7">
        <w:fldChar w:fldCharType="separate"/>
      </w:r>
      <w:r w:rsidR="005E585D" w:rsidRPr="005E585D">
        <w:rPr>
          <w:noProof/>
          <w:vertAlign w:val="superscript"/>
        </w:rPr>
        <w:t>20</w:t>
      </w:r>
      <w:r w:rsidR="001E27C8" w:rsidRPr="007821C7">
        <w:fldChar w:fldCharType="end"/>
      </w:r>
      <w:r w:rsidR="001E27C8" w:rsidRPr="007821C7">
        <w:t xml:space="preserve"> </w:t>
      </w:r>
      <w:r w:rsidR="0053249C" w:rsidRPr="007C1E33">
        <w:rPr>
          <w:rFonts w:cs="Times New Roman"/>
        </w:rPr>
        <w:t xml:space="preserve">Our study </w:t>
      </w:r>
      <w:r w:rsidR="002B5794">
        <w:rPr>
          <w:rFonts w:cs="Times New Roman"/>
        </w:rPr>
        <w:t xml:space="preserve">results </w:t>
      </w:r>
      <w:r w:rsidR="00432ADB">
        <w:rPr>
          <w:rFonts w:cs="Times New Roman"/>
        </w:rPr>
        <w:t>expand</w:t>
      </w:r>
      <w:r w:rsidR="0053249C" w:rsidRPr="007C1E33">
        <w:rPr>
          <w:rFonts w:cs="Times New Roman"/>
        </w:rPr>
        <w:t xml:space="preserve"> </w:t>
      </w:r>
      <w:r w:rsidR="002B5794">
        <w:rPr>
          <w:rFonts w:cs="Times New Roman"/>
        </w:rPr>
        <w:t xml:space="preserve">the </w:t>
      </w:r>
      <w:r w:rsidR="0053249C" w:rsidRPr="007C1E33">
        <w:rPr>
          <w:rFonts w:cs="Times New Roman"/>
        </w:rPr>
        <w:t xml:space="preserve">understanding </w:t>
      </w:r>
      <w:r w:rsidR="00D95455">
        <w:rPr>
          <w:rFonts w:cs="Times New Roman"/>
        </w:rPr>
        <w:t xml:space="preserve">of the effects of </w:t>
      </w:r>
      <w:r w:rsidR="0053249C" w:rsidRPr="007C1E33">
        <w:rPr>
          <w:rFonts w:cs="Times New Roman"/>
        </w:rPr>
        <w:t xml:space="preserve">modifiable risk factors </w:t>
      </w:r>
      <w:r w:rsidR="00D95455">
        <w:rPr>
          <w:rFonts w:cs="Times New Roman"/>
        </w:rPr>
        <w:t>on the development of</w:t>
      </w:r>
      <w:r w:rsidR="0053249C" w:rsidRPr="007C1E33">
        <w:rPr>
          <w:rFonts w:cs="Times New Roman"/>
        </w:rPr>
        <w:t xml:space="preserve"> MCI/dementia</w:t>
      </w:r>
      <w:r w:rsidR="00D95455">
        <w:rPr>
          <w:rFonts w:cs="Times New Roman"/>
        </w:rPr>
        <w:t>,</w:t>
      </w:r>
      <w:r w:rsidR="0053249C" w:rsidRPr="007C1E33">
        <w:rPr>
          <w:rFonts w:cs="Times New Roman"/>
        </w:rPr>
        <w:t xml:space="preserve"> </w:t>
      </w:r>
      <w:r w:rsidR="002B5794">
        <w:rPr>
          <w:rFonts w:cs="Times New Roman"/>
        </w:rPr>
        <w:t xml:space="preserve">by showing for the first time that multimorbidity is associated with MCI </w:t>
      </w:r>
      <w:r w:rsidR="0053249C" w:rsidRPr="007C1E33">
        <w:rPr>
          <w:rFonts w:cs="Times New Roman"/>
        </w:rPr>
        <w:t>in mid-life</w:t>
      </w:r>
      <w:r w:rsidR="002B5794">
        <w:rPr>
          <w:rFonts w:cs="Times New Roman"/>
        </w:rPr>
        <w:t xml:space="preserve"> and in LMICs</w:t>
      </w:r>
      <w:r w:rsidR="0053249C" w:rsidRPr="007C1E33">
        <w:rPr>
          <w:rFonts w:cs="Times New Roman"/>
        </w:rPr>
        <w:t xml:space="preserve">. </w:t>
      </w:r>
      <w:r w:rsidR="001C346B" w:rsidRPr="007821C7">
        <w:rPr>
          <w:rFonts w:cs="Times New Roman"/>
        </w:rPr>
        <w:t xml:space="preserve">This is an important finding </w:t>
      </w:r>
      <w:r w:rsidR="00A31E69">
        <w:rPr>
          <w:rFonts w:cs="Times New Roman"/>
        </w:rPr>
        <w:t>since</w:t>
      </w:r>
      <w:r w:rsidR="001C346B" w:rsidRPr="007821C7">
        <w:rPr>
          <w:rFonts w:cs="Times New Roman"/>
        </w:rPr>
        <w:t xml:space="preserve"> p</w:t>
      </w:r>
      <w:r w:rsidR="0053249C" w:rsidRPr="007C1E33">
        <w:rPr>
          <w:rFonts w:cs="Times New Roman"/>
        </w:rPr>
        <w:t>revious studies have suggested that strategies to address risk factors for dementia should take place in midlife</w:t>
      </w:r>
      <w:r w:rsidR="003A2989" w:rsidRPr="003A2989">
        <w:rPr>
          <w:rFonts w:cs="Times New Roman"/>
        </w:rPr>
        <w:t>.</w:t>
      </w:r>
      <w:r w:rsidR="003A2989" w:rsidRPr="00025856">
        <w:rPr>
          <w:rFonts w:cs="Times New Roman"/>
        </w:rPr>
        <w:fldChar w:fldCharType="begin">
          <w:fldData xml:space="preserve">PEVuZE5vdGU+PENpdGU+PEF1dGhvcj5BbHpoZWltZXImYXBvcztzIERpc2Vhc2UgSW50ZXJuYXRp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</w:fldData>
        </w:fldChar>
      </w:r>
      <w:r w:rsidR="003A2989">
        <w:rPr>
          <w:rFonts w:cs="Times New Roman"/>
        </w:rPr>
        <w:instrText xml:space="preserve"> ADDIN EN.CITE </w:instrText>
      </w:r>
      <w:r w:rsidR="003A2989">
        <w:rPr>
          <w:rFonts w:cs="Times New Roman"/>
        </w:rPr>
        <w:fldChar w:fldCharType="begin">
          <w:fldData xml:space="preserve">PEVuZE5vdGU+PENpdGU+PEF1dGhvcj5BbHpoZWltZXImYXBvcztzIERpc2Vhc2UgSW50ZXJuYXRp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</w:fldData>
        </w:fldChar>
      </w:r>
      <w:r w:rsidR="003A2989">
        <w:rPr>
          <w:rFonts w:cs="Times New Roman"/>
        </w:rPr>
        <w:instrText xml:space="preserve"> ADDIN EN.CITE.DATA </w:instrText>
      </w:r>
      <w:r w:rsidR="003A2989">
        <w:rPr>
          <w:rFonts w:cs="Times New Roman"/>
        </w:rPr>
      </w:r>
      <w:r w:rsidR="003A2989">
        <w:rPr>
          <w:rFonts w:cs="Times New Roman"/>
        </w:rPr>
        <w:fldChar w:fldCharType="end"/>
      </w:r>
      <w:r w:rsidR="003A2989" w:rsidRPr="00025856">
        <w:rPr>
          <w:rFonts w:cs="Times New Roman"/>
        </w:rPr>
      </w:r>
      <w:r w:rsidR="003A2989" w:rsidRPr="00025856">
        <w:rPr>
          <w:rFonts w:cs="Times New Roman"/>
        </w:rPr>
        <w:fldChar w:fldCharType="separate"/>
      </w:r>
      <w:r w:rsidR="003A2989" w:rsidRPr="0064161A">
        <w:rPr>
          <w:rFonts w:cs="Times New Roman"/>
          <w:noProof/>
          <w:vertAlign w:val="superscript"/>
        </w:rPr>
        <w:t>16-18</w:t>
      </w:r>
      <w:r w:rsidR="003A2989" w:rsidRPr="00025856">
        <w:rPr>
          <w:rFonts w:cs="Times New Roman"/>
        </w:rPr>
        <w:fldChar w:fldCharType="end"/>
      </w:r>
      <w:r w:rsidR="003A2989" w:rsidRPr="00025856">
        <w:rPr>
          <w:rFonts w:cs="Times New Roman"/>
        </w:rPr>
        <w:t xml:space="preserve"> </w:t>
      </w:r>
      <w:r w:rsidR="002B5794" w:rsidRPr="00921C4D">
        <w:rPr>
          <w:rFonts w:cs="Times New Roman"/>
        </w:rPr>
        <w:t>Furthermore, o</w:t>
      </w:r>
      <w:r w:rsidR="003A2A84" w:rsidRPr="008E58D4">
        <w:rPr>
          <w:rFonts w:cs="Times New Roman"/>
        </w:rPr>
        <w:t xml:space="preserve">ur study has important implications for public health </w:t>
      </w:r>
      <w:r w:rsidR="004F0F4D" w:rsidRPr="008E58D4">
        <w:rPr>
          <w:rFonts w:cs="Times New Roman"/>
        </w:rPr>
        <w:t xml:space="preserve">in LMICs, as in this context, </w:t>
      </w:r>
      <w:r w:rsidR="003A2A84" w:rsidRPr="008E58D4">
        <w:rPr>
          <w:rFonts w:cs="Times New Roman"/>
        </w:rPr>
        <w:t>MCI/dementia is often underd</w:t>
      </w:r>
      <w:r w:rsidR="004F0F4D" w:rsidRPr="00921C4D">
        <w:rPr>
          <w:rFonts w:cs="Times New Roman"/>
        </w:rPr>
        <w:t>iagnosed,</w:t>
      </w:r>
      <w:r w:rsidR="005E585D">
        <w:rPr>
          <w:rFonts w:cs="Times New Roman"/>
        </w:rPr>
        <w:fldChar w:fldCharType="begin"/>
      </w:r>
      <w:r w:rsidR="005E585D">
        <w:rPr>
          <w:rFonts w:cs="Times New Roman"/>
        </w:rPr>
        <w:instrText xml:space="preserve"> ADDIN EN.CITE &lt;EndNote&gt;&lt;Cite&gt;&lt;Author&gt;World Health Organization&lt;/Author&gt;&lt;Year&gt;2017&lt;/Year&gt;&lt;RecNum&gt;11508&lt;/RecNum&gt;&lt;DisplayText&gt;&lt;style face="superscript"&gt;39&lt;/style&gt;&lt;/DisplayText&gt;&lt;record&gt;&lt;rec-number&gt;11508&lt;/rec-number&gt;&lt;foreign-keys&gt;&lt;key app="EN" db-id="av2px5paiv9psse599xpdtrptzaferevtwxz" timestamp="1511374732"&gt;11508&lt;/key&gt;&lt;/foreign-keys&gt;&lt;ref-type name="Report"&gt;27&lt;/ref-type&gt;&lt;contributors&gt;&lt;authors&gt;&lt;author&gt;World Health Organization,&lt;/author&gt;&lt;/authors&gt;&lt;/contributors&gt;&lt;titles&gt;&lt;title&gt;mhGAP Intervention Guide for mental, neurological and substance use disorders in non-specialized health settings&lt;/title&gt;&lt;/titles&gt;&lt;dates&gt;&lt;year&gt;2017&lt;/year&gt;&lt;/dates&gt;&lt;urls&gt;&lt;/urls&gt;&lt;/record&gt;&lt;/Cite&gt;&lt;/EndNote&gt;</w:instrText>
      </w:r>
      <w:r w:rsidR="005E585D">
        <w:rPr>
          <w:rFonts w:cs="Times New Roman"/>
        </w:rPr>
        <w:fldChar w:fldCharType="separate"/>
      </w:r>
      <w:r w:rsidR="005E585D" w:rsidRPr="005E585D">
        <w:rPr>
          <w:rFonts w:cs="Times New Roman"/>
          <w:noProof/>
          <w:vertAlign w:val="superscript"/>
        </w:rPr>
        <w:t>39</w:t>
      </w:r>
      <w:r w:rsidR="005E585D">
        <w:rPr>
          <w:rFonts w:cs="Times New Roman"/>
        </w:rPr>
        <w:fldChar w:fldCharType="end"/>
      </w:r>
      <w:r w:rsidR="004F0F4D" w:rsidRPr="00921C4D">
        <w:rPr>
          <w:rFonts w:cs="Times New Roman"/>
        </w:rPr>
        <w:t xml:space="preserve"> health care is suboptimal,</w:t>
      </w:r>
      <w:r w:rsidR="005E585D">
        <w:rPr>
          <w:rFonts w:cs="Times New Roman"/>
        </w:rPr>
        <w:fldChar w:fldCharType="begin"/>
      </w:r>
      <w:r w:rsidR="005E585D">
        <w:rPr>
          <w:rFonts w:cs="Times New Roman"/>
        </w:rPr>
        <w:instrText xml:space="preserve"> ADDIN EN.CITE &lt;EndNote&gt;&lt;Cite&gt;&lt;Author&gt;G. B. D. Healthcare Access Quality Collaborators&lt;/Author&gt;&lt;Year&gt;2017&lt;/Year&gt;&lt;RecNum&gt;10994&lt;/RecNum&gt;&lt;DisplayText&gt;&lt;style face="superscript"&gt;19&lt;/style&gt;&lt;/DisplayText&gt;&lt;record&gt;&lt;rec-number&gt;10994&lt;/rec-number&gt;&lt;foreign-keys&gt;&lt;key app="EN" db-id="av2px5paiv9psse599xpdtrptzaferevtwxz" timestamp="1495813443"&gt;10994&lt;/key&gt;&lt;/foreign-keys&gt;&lt;ref-type name="Journal Article"&gt;17&lt;/ref-type&gt;&lt;contributors&gt;&lt;authors&gt;&lt;author&gt;G. B. D. Healthcare Access Quality Collaborators,&lt;/author&gt;&lt;/authors&gt;&lt;/contributors&gt;&lt;titles&gt;&lt;title&gt;Healthcare Access and Quality Index based on mortality from causes amenable to personal health care in 195 countries and territories, 1990-2015: a novel analysis from the Global Burden of Disease Study 2015&lt;/title&gt;&lt;secondary-title&gt;Lancet&lt;/secondary-title&gt;&lt;alt-title&gt;Lancet (London, England)&lt;/alt-title&gt;&lt;/titles&gt;&lt;periodical&gt;&lt;full-title&gt;Lancet&lt;/full-title&gt;&lt;abbr-1&gt;Lancet&lt;/abbr-1&gt;&lt;/periodical&gt;&lt;pages&gt;231-266&lt;/pages&gt;&lt;volume&gt;390&lt;/volume&gt;&lt;number&gt;10091&lt;/number&gt;&lt;edition&gt;2017/05/23&lt;/edition&gt;&lt;dates&gt;&lt;year&gt;2017&lt;/year&gt;&lt;pub-dates&gt;&lt;date&gt;Jul 15&lt;/date&gt;&lt;/pub-dates&gt;&lt;/dates&gt;&lt;isbn&gt;1474-547X (Electronic)&amp;#xD;0140-6736 (Linking)&lt;/isbn&gt;&lt;accession-num&gt;28528753&lt;/accession-num&gt;&lt;urls&gt;&lt;related-urls&gt;&lt;url&gt;https://www.ncbi.nlm.nih.gov/pubmed/28528753&lt;/url&gt;&lt;/related-urls&gt;&lt;/urls&gt;&lt;custom2&gt;PMC5528124&lt;/custom2&gt;&lt;electronic-resource-num&gt;10.1016/S0140-6736(17)30818-8&lt;/electronic-resource-num&gt;&lt;remote-database-provider&gt;NLM&lt;/remote-database-provider&gt;&lt;language&gt;eng&lt;/language&gt;&lt;/record&gt;&lt;/Cite&gt;&lt;/EndNote&gt;</w:instrText>
      </w:r>
      <w:r w:rsidR="005E585D">
        <w:rPr>
          <w:rFonts w:cs="Times New Roman"/>
        </w:rPr>
        <w:fldChar w:fldCharType="separate"/>
      </w:r>
      <w:r w:rsidR="005E585D" w:rsidRPr="005E585D">
        <w:rPr>
          <w:rFonts w:cs="Times New Roman"/>
          <w:noProof/>
          <w:vertAlign w:val="superscript"/>
        </w:rPr>
        <w:t>19</w:t>
      </w:r>
      <w:r w:rsidR="005E585D">
        <w:rPr>
          <w:rFonts w:cs="Times New Roman"/>
        </w:rPr>
        <w:fldChar w:fldCharType="end"/>
      </w:r>
      <w:r w:rsidR="004F0F4D" w:rsidRPr="00921C4D">
        <w:rPr>
          <w:rFonts w:cs="Times New Roman"/>
        </w:rPr>
        <w:t xml:space="preserve"> and there is an urgent need for the development of strategies to address and manage the growing epidemic of chronic diseases </w:t>
      </w:r>
      <w:r w:rsidR="005E585D">
        <w:rPr>
          <w:rFonts w:cs="Times New Roman"/>
        </w:rPr>
        <w:fldChar w:fldCharType="begin"/>
      </w:r>
      <w:r w:rsidR="005E585D">
        <w:rPr>
          <w:rFonts w:cs="Times New Roman"/>
        </w:rPr>
        <w:instrText xml:space="preserve"> ADDIN EN.CITE &lt;EndNote&gt;&lt;Cite&gt;&lt;Author&gt;Gaziano&lt;/Author&gt;&lt;Year&gt;2013&lt;/Year&gt;&lt;RecNum&gt;11370&lt;/RecNum&gt;&lt;DisplayText&gt;&lt;style face="superscript"&gt;40&lt;/style&gt;&lt;/DisplayText&gt;&lt;record&gt;&lt;rec-number&gt;11370&lt;/rec-number&gt;&lt;foreign-keys&gt;&lt;key app="EN" db-id="av2px5paiv9psse599xpdtrptzaferevtwxz" timestamp="1504290089"&gt;11370&lt;/key&gt;&lt;key app="ENWeb" db-id=""&gt;0&lt;/key&gt;&lt;/foreign-keys&gt;&lt;ref-type name="Journal Article"&gt;17&lt;/ref-type&gt;&lt;contributors&gt;&lt;authors&gt;&lt;author&gt;Gaziano, T. A.&lt;/author&gt;&lt;author&gt;Pagidipati, N.&lt;/author&gt;&lt;/authors&gt;&lt;/contributors&gt;&lt;auth-address&gt;Brigham and Women&amp;apos;s Hospital, Harvard Medical School, Boston, Massachusetts 02115, USA. tgaziano@partners.org&lt;/auth-address&gt;&lt;titles&gt;&lt;title&gt;Scaling up chronic disease prevention interventions in lower- and middle-income countries&lt;/title&gt;&lt;secondary-title&gt;Annu Rev Public Health&lt;/secondary-title&gt;&lt;/titles&gt;&lt;periodical&gt;&lt;full-title&gt;Annu Rev Public Health&lt;/full-title&gt;&lt;/periodical&gt;&lt;pages&gt;317-35&lt;/pages&gt;&lt;volume&gt;34&lt;/volume&gt;&lt;keywords&gt;&lt;keyword&gt;Chronic Disease/*prevention &amp;amp; control/therapy&lt;/keyword&gt;&lt;keyword&gt;Cost-Benefit Analysis&lt;/keyword&gt;&lt;keyword&gt;*Developing Countries&lt;/keyword&gt;&lt;keyword&gt;Exercise&lt;/keyword&gt;&lt;keyword&gt;Health Promotion/economics/*methods&lt;/keyword&gt;&lt;keyword&gt;Humans&lt;/keyword&gt;&lt;keyword&gt;Risk Factors&lt;/keyword&gt;&lt;keyword&gt;Smoking/prevention &amp;amp; control&lt;/keyword&gt;&lt;keyword&gt;Sodium Chloride, Dietary&lt;/keyword&gt;&lt;keyword&gt;Trans Fatty Acids&lt;/keyword&gt;&lt;/keywords&gt;&lt;dates&gt;&lt;year&gt;2013&lt;/year&gt;&lt;/dates&gt;&lt;isbn&gt;1545-2093 (Electronic)&amp;#xD;0163-7525 (Linking)&lt;/isbn&gt;&lt;accession-num&gt;23297660&lt;/accession-num&gt;&lt;urls&gt;&lt;related-urls&gt;&lt;url&gt;https://www.ncbi.nlm.nih.gov/pubmed/23297660&lt;/url&gt;&lt;/related-urls&gt;&lt;/urls&gt;&lt;custom2&gt;PMC3686269&lt;/custom2&gt;&lt;electronic-resource-num&gt;10.1146/annurev-publhealth-031912-114402&lt;/electronic-resource-num&gt;&lt;/record&gt;&lt;/Cite&gt;&lt;/EndNote&gt;</w:instrText>
      </w:r>
      <w:r w:rsidR="005E585D">
        <w:rPr>
          <w:rFonts w:cs="Times New Roman"/>
        </w:rPr>
        <w:fldChar w:fldCharType="separate"/>
      </w:r>
      <w:r w:rsidR="005E585D" w:rsidRPr="005E585D">
        <w:rPr>
          <w:rFonts w:cs="Times New Roman"/>
          <w:noProof/>
          <w:vertAlign w:val="superscript"/>
        </w:rPr>
        <w:t>40</w:t>
      </w:r>
      <w:r w:rsidR="005E585D">
        <w:rPr>
          <w:rFonts w:cs="Times New Roman"/>
        </w:rPr>
        <w:fldChar w:fldCharType="end"/>
      </w:r>
      <w:r w:rsidR="004E3A20" w:rsidRPr="00921C4D">
        <w:rPr>
          <w:rFonts w:cs="Times New Roman"/>
        </w:rPr>
        <w:t xml:space="preserve"> </w:t>
      </w:r>
      <w:r w:rsidR="004F0F4D" w:rsidRPr="00921C4D">
        <w:rPr>
          <w:rFonts w:cs="Times New Roman"/>
        </w:rPr>
        <w:t>which also constitute risk factors for MCI/dementia.</w:t>
      </w:r>
    </w:p>
    <w:p w14:paraId="52A59B67" w14:textId="19B3F754" w:rsidR="004D7BB6" w:rsidRDefault="00E15419" w:rsidP="00A22ABD">
      <w:pPr>
        <w:spacing w:line="480" w:lineRule="auto"/>
      </w:pPr>
      <w:r w:rsidRPr="00D90329">
        <w:tab/>
      </w:r>
      <w:r w:rsidR="00E04E0A" w:rsidRPr="00D90329">
        <w:t>W</w:t>
      </w:r>
      <w:r w:rsidR="007A3807" w:rsidRPr="00D90329">
        <w:t xml:space="preserve">e found that </w:t>
      </w:r>
      <w:r w:rsidR="0024588C" w:rsidRPr="00D90329">
        <w:t>angina (only 50-64</w:t>
      </w:r>
      <w:r w:rsidR="0024588C" w:rsidRPr="00043F09">
        <w:t xml:space="preserve"> years), </w:t>
      </w:r>
      <w:r w:rsidR="007071E3">
        <w:t>edentulism, arthritis, chronic lung disease</w:t>
      </w:r>
      <w:r w:rsidR="001F4833" w:rsidRPr="00043F09">
        <w:t xml:space="preserve">, cataract, stroke, </w:t>
      </w:r>
      <w:r w:rsidR="0046453B">
        <w:t xml:space="preserve">and </w:t>
      </w:r>
      <w:r w:rsidR="001F4833" w:rsidRPr="00043F09">
        <w:t>hearing problems</w:t>
      </w:r>
      <w:r w:rsidR="0046453B">
        <w:t xml:space="preserve"> </w:t>
      </w:r>
      <w:r w:rsidR="001F4833" w:rsidRPr="00043F09">
        <w:t>are significantly ass</w:t>
      </w:r>
      <w:r w:rsidR="004545FB" w:rsidRPr="00043F09">
        <w:t>ociated with higher odds for MCI</w:t>
      </w:r>
      <w:r w:rsidR="001F4833" w:rsidRPr="00043F09">
        <w:t xml:space="preserve">. </w:t>
      </w:r>
      <w:r w:rsidR="00C82D26" w:rsidRPr="00043F09">
        <w:t xml:space="preserve">All these factors have been </w:t>
      </w:r>
      <w:r w:rsidR="006425BE">
        <w:t>observed</w:t>
      </w:r>
      <w:r w:rsidR="00C82D26">
        <w:t xml:space="preserve"> to be associated with </w:t>
      </w:r>
      <w:r w:rsidR="00AC3606">
        <w:t>poor cognitive performance</w:t>
      </w:r>
      <w:r w:rsidR="006425BE">
        <w:t>, even</w:t>
      </w:r>
      <w:r w:rsidR="00F2120F">
        <w:t xml:space="preserve"> in </w:t>
      </w:r>
      <w:r w:rsidR="006425BE">
        <w:t xml:space="preserve">study </w:t>
      </w:r>
      <w:r w:rsidR="00EF5F66">
        <w:t>populations</w:t>
      </w:r>
      <w:r w:rsidR="006425BE">
        <w:t xml:space="preserve"> </w:t>
      </w:r>
      <w:r w:rsidR="00F2120F">
        <w:t>from LMICs</w:t>
      </w:r>
      <w:r w:rsidR="006044B6">
        <w:t>,</w:t>
      </w:r>
      <w:r w:rsidR="00D5409F">
        <w:fldChar w:fldCharType="begin">
          <w:fldData xml:space="preserve">PEVuZE5vdGU+PENpdGU+PEF1dGhvcj5DZXJ1dHRpLUtvcHBsaW48L0F1dGhvcj48WWVhcj4yMDE2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</w:fldData>
        </w:fldChar>
      </w:r>
      <w:r w:rsidR="005E585D">
        <w:instrText xml:space="preserve"> ADDIN EN.CITE </w:instrText>
      </w:r>
      <w:r w:rsidR="005E585D">
        <w:fldChar w:fldCharType="begin">
          <w:fldData xml:space="preserve">PEVuZE5vdGU+PENpdGU+PEF1dGhvcj5DZXJ1dHRpLUtvcHBsaW48L0F1dGhvcj48WWVhcj4yMDE2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</w:fldData>
        </w:fldChar>
      </w:r>
      <w:r w:rsidR="005E585D">
        <w:instrText xml:space="preserve"> ADDIN EN.CITE.DATA </w:instrText>
      </w:r>
      <w:r w:rsidR="005E585D">
        <w:fldChar w:fldCharType="end"/>
      </w:r>
      <w:r w:rsidR="00D5409F">
        <w:fldChar w:fldCharType="separate"/>
      </w:r>
      <w:r w:rsidR="005E585D" w:rsidRPr="005E585D">
        <w:rPr>
          <w:noProof/>
          <w:vertAlign w:val="superscript"/>
        </w:rPr>
        <w:t>26, 28-30, 32, 33, 41-43</w:t>
      </w:r>
      <w:r w:rsidR="00D5409F">
        <w:fldChar w:fldCharType="end"/>
      </w:r>
      <w:r w:rsidR="00A06259">
        <w:t xml:space="preserve"> although </w:t>
      </w:r>
      <w:r w:rsidR="006425BE">
        <w:t xml:space="preserve">with </w:t>
      </w:r>
      <w:r w:rsidR="00A06259">
        <w:t xml:space="preserve">mixed </w:t>
      </w:r>
      <w:r w:rsidR="006425BE">
        <w:t xml:space="preserve">results </w:t>
      </w:r>
      <w:r w:rsidR="00C4266E">
        <w:t>for some conditions</w:t>
      </w:r>
      <w:r w:rsidR="006044B6">
        <w:t>.</w:t>
      </w:r>
      <w:r w:rsidR="00D5409F">
        <w:fldChar w:fldCharType="begin">
          <w:fldData xml:space="preserve">PEVuZE5vdGU+PENpdGU+PEF1dGhvcj5Ib25nPC9BdXRob3I+PFllYXI+MjAxNjwvWWVhcj48UmVj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</w:fldData>
        </w:fldChar>
      </w:r>
      <w:r w:rsidR="005E585D">
        <w:instrText xml:space="preserve"> ADDIN EN.CITE </w:instrText>
      </w:r>
      <w:r w:rsidR="005E585D">
        <w:fldChar w:fldCharType="begin">
          <w:fldData xml:space="preserve">PEVuZE5vdGU+PENpdGU+PEF1dGhvcj5Ib25nPC9BdXRob3I+PFllYXI+MjAxNjwvWWVhcj48UmVj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</w:fldData>
        </w:fldChar>
      </w:r>
      <w:r w:rsidR="005E585D">
        <w:instrText xml:space="preserve"> ADDIN EN.CITE.DATA </w:instrText>
      </w:r>
      <w:r w:rsidR="005E585D">
        <w:fldChar w:fldCharType="end"/>
      </w:r>
      <w:r w:rsidR="00D5409F">
        <w:fldChar w:fldCharType="separate"/>
      </w:r>
      <w:r w:rsidR="005E585D" w:rsidRPr="005E585D">
        <w:rPr>
          <w:noProof/>
          <w:vertAlign w:val="superscript"/>
        </w:rPr>
        <w:t>32, 44, 45</w:t>
      </w:r>
      <w:r w:rsidR="00D5409F">
        <w:fldChar w:fldCharType="end"/>
      </w:r>
      <w:r w:rsidR="000A6687">
        <w:t xml:space="preserve"> </w:t>
      </w:r>
      <w:r w:rsidR="00F457BB">
        <w:t xml:space="preserve">Similar to some previous studies, we did not observe a significant association between diabetes or </w:t>
      </w:r>
      <w:r w:rsidR="00700489">
        <w:t>hypertension</w:t>
      </w:r>
      <w:r w:rsidR="00F457BB">
        <w:t xml:space="preserve"> and MCI.</w:t>
      </w:r>
      <w:r w:rsidR="00D5409F">
        <w:fldChar w:fldCharType="begin">
          <w:fldData xml:space="preserve">PEVuZE5vdGU+PENpdGU+PEF1dGhvcj5IZWJlcnQ8L0F1dGhvcj48WWVhcj4yMDA0PC9ZZWFyPjxS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=
</w:fldData>
        </w:fldChar>
      </w:r>
      <w:r w:rsidR="005E585D">
        <w:instrText xml:space="preserve"> ADDIN EN.CITE </w:instrText>
      </w:r>
      <w:r w:rsidR="005E585D">
        <w:fldChar w:fldCharType="begin">
          <w:fldData xml:space="preserve">PEVuZE5vdGU+PENpdGU+PEF1dGhvcj5IZWJlcnQ8L0F1dGhvcj48WWVhcj4yMDA0PC9ZZWFyPjxS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=
</w:fldData>
        </w:fldChar>
      </w:r>
      <w:r w:rsidR="005E585D">
        <w:instrText xml:space="preserve"> ADDIN EN.CITE.DATA </w:instrText>
      </w:r>
      <w:r w:rsidR="005E585D">
        <w:fldChar w:fldCharType="end"/>
      </w:r>
      <w:r w:rsidR="00D5409F">
        <w:fldChar w:fldCharType="separate"/>
      </w:r>
      <w:r w:rsidR="005E585D" w:rsidRPr="005E585D">
        <w:rPr>
          <w:noProof/>
          <w:vertAlign w:val="superscript"/>
        </w:rPr>
        <w:t>46, 47</w:t>
      </w:r>
      <w:r w:rsidR="00D5409F">
        <w:fldChar w:fldCharType="end"/>
      </w:r>
      <w:r w:rsidR="00A421EF">
        <w:t xml:space="preserve"> these two conditions </w:t>
      </w:r>
      <w:r w:rsidR="00F457BB">
        <w:t xml:space="preserve">have been </w:t>
      </w:r>
      <w:r w:rsidR="00F914B3">
        <w:t>recognized as potentially modifiable risk factors for</w:t>
      </w:r>
      <w:r w:rsidR="000D54D0">
        <w:t xml:space="preserve"> </w:t>
      </w:r>
      <w:r w:rsidR="00F914B3">
        <w:t>dementia</w:t>
      </w:r>
      <w:r w:rsidR="00ED594B">
        <w:t>.</w:t>
      </w:r>
      <w:r w:rsidR="00D5409F">
        <w:fldChar w:fldCharType="begin"/>
      </w:r>
      <w:r w:rsidR="0064161A">
        <w:instrText xml:space="preserve"> ADDIN EN.CITE &lt;EndNote&gt;&lt;Cite&gt;&lt;Author&gt;Alzheimer&amp;apos;s Disease International&lt;/Author&gt;&lt;Year&gt;2014&lt;/Year&gt;&lt;RecNum&gt;11174&lt;/RecNum&gt;&lt;DisplayText&gt;&lt;style face="superscript"&gt;16&lt;/style&gt;&lt;/DisplayText&gt;&lt;record&gt;&lt;rec-number&gt;11174&lt;/rec-number&gt;&lt;foreign-keys&gt;&lt;key app="EN" db-id="av2px5paiv9psse599xpdtrptzaferevtwxz" timestamp="1499932976"&gt;11174&lt;/key&gt;&lt;/foreign-keys&gt;&lt;ref-type name="Journal Article"&gt;17&lt;/ref-type&gt;&lt;contributors&gt;&lt;authors&gt;&lt;author&gt;Alzheimer&amp;apos;s Disease International,&lt;/author&gt;&lt;/authors&gt;&lt;/contributors&gt;&lt;titles&gt;&lt;title&gt;World Alzheimer Report&lt;/title&gt;&lt;/titles&gt;&lt;dates&gt;&lt;year&gt;2014&lt;/year&gt;&lt;/dates&gt;&lt;urls&gt;&lt;/urls&gt;&lt;/record&gt;&lt;/Cite&gt;&lt;/EndNote&gt;</w:instrText>
      </w:r>
      <w:r w:rsidR="00D5409F">
        <w:fldChar w:fldCharType="separate"/>
      </w:r>
      <w:r w:rsidR="0064161A" w:rsidRPr="0064161A">
        <w:rPr>
          <w:noProof/>
          <w:vertAlign w:val="superscript"/>
        </w:rPr>
        <w:t>16</w:t>
      </w:r>
      <w:r w:rsidR="00D5409F">
        <w:fldChar w:fldCharType="end"/>
      </w:r>
      <w:r w:rsidR="00F914B3">
        <w:t xml:space="preserve"> Thus, </w:t>
      </w:r>
      <w:r w:rsidR="004D7BB6">
        <w:t xml:space="preserve">further studies from LMICs are warranted to assess whether our results </w:t>
      </w:r>
      <w:r w:rsidR="00ED216F">
        <w:t xml:space="preserve">are </w:t>
      </w:r>
      <w:r w:rsidR="00F914B3">
        <w:t xml:space="preserve">corroborated. </w:t>
      </w:r>
      <w:r w:rsidR="009A669E">
        <w:t xml:space="preserve">In particular, the results on diabetes may </w:t>
      </w:r>
      <w:r w:rsidR="004D32CA">
        <w:t xml:space="preserve">have </w:t>
      </w:r>
      <w:r w:rsidR="00F666C9">
        <w:t>differ</w:t>
      </w:r>
      <w:r w:rsidR="004D32CA">
        <w:t>ed</w:t>
      </w:r>
      <w:r w:rsidR="00F666C9">
        <w:t xml:space="preserve"> </w:t>
      </w:r>
      <w:r w:rsidR="009A669E">
        <w:t>if objective data such as b</w:t>
      </w:r>
      <w:r w:rsidR="0046453B">
        <w:t>lood glucose were</w:t>
      </w:r>
      <w:r w:rsidR="009A669E">
        <w:t xml:space="preserve"> available.</w:t>
      </w:r>
    </w:p>
    <w:p w14:paraId="153E2DEF" w14:textId="78A3CE5D" w:rsidR="00015EBC" w:rsidRDefault="009D1877" w:rsidP="00BE1E8C">
      <w:pPr>
        <w:spacing w:line="480" w:lineRule="auto"/>
        <w:rPr>
          <w:rFonts w:cs="Times New Roman"/>
        </w:rPr>
      </w:pPr>
      <w:r>
        <w:tab/>
      </w:r>
      <w:r w:rsidR="0082650B">
        <w:t>Our study results are in line</w:t>
      </w:r>
      <w:r w:rsidR="00767211">
        <w:t xml:space="preserve"> with </w:t>
      </w:r>
      <w:r w:rsidR="00101525">
        <w:t>previous studies reporting a high risk for MCI among those with multiple chronic conditions</w:t>
      </w:r>
      <w:r w:rsidR="00C846F6">
        <w:t>.</w:t>
      </w:r>
      <w:r w:rsidR="00D5409F">
        <w:fldChar w:fldCharType="begin">
          <w:fldData xml:space="preserve">PEVuZE5vdGU+PENpdGU+PEF1dGhvcj5WYXNzaWxha2k8L0F1dGhvcj48WWVhcj4yMDE1PC9ZZWFy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</w:fldData>
        </w:fldChar>
      </w:r>
      <w:r w:rsidR="005E585D">
        <w:instrText xml:space="preserve"> ADDIN EN.CITE </w:instrText>
      </w:r>
      <w:r w:rsidR="005E585D">
        <w:fldChar w:fldCharType="begin">
          <w:fldData xml:space="preserve">PEVuZE5vdGU+PENpdGU+PEF1dGhvcj5WYXNzaWxha2k8L0F1dGhvcj48WWVhcj4yMDE1PC9ZZWFy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</w:fldData>
        </w:fldChar>
      </w:r>
      <w:r w:rsidR="005E585D">
        <w:instrText xml:space="preserve"> ADDIN EN.CITE.DATA </w:instrText>
      </w:r>
      <w:r w:rsidR="005E585D">
        <w:fldChar w:fldCharType="end"/>
      </w:r>
      <w:r w:rsidR="00D5409F">
        <w:fldChar w:fldCharType="separate"/>
      </w:r>
      <w:r w:rsidR="005E585D" w:rsidRPr="005E585D">
        <w:rPr>
          <w:noProof/>
          <w:vertAlign w:val="superscript"/>
        </w:rPr>
        <w:t>13, 14, 48</w:t>
      </w:r>
      <w:r w:rsidR="00D5409F">
        <w:fldChar w:fldCharType="end"/>
      </w:r>
      <w:r w:rsidR="00C846F6">
        <w:t xml:space="preserve"> Of note,</w:t>
      </w:r>
      <w:r w:rsidR="000A42E7">
        <w:t xml:space="preserve"> one study </w:t>
      </w:r>
      <w:r w:rsidR="00C846F6">
        <w:t xml:space="preserve">found </w:t>
      </w:r>
      <w:r w:rsidR="000A42E7">
        <w:t>that a faster accumu</w:t>
      </w:r>
      <w:r w:rsidR="00BC38DA">
        <w:t xml:space="preserve">lation of chronic conditions </w:t>
      </w:r>
      <w:r w:rsidR="00C846F6">
        <w:t>was</w:t>
      </w:r>
      <w:r w:rsidR="000A42E7">
        <w:t xml:space="preserve"> associated with greater decline in cognitive function</w:t>
      </w:r>
      <w:r w:rsidR="00ED594B">
        <w:t>.</w:t>
      </w:r>
      <w:r w:rsidR="00D5409F">
        <w:fldChar w:fldCharType="begin">
          <w:fldData xml:space="preserve">PEVuZE5vdGU+PENpdGU+PEF1dGhvcj5GYWJicmk8L0F1dGhvcj48WWVhcj4yMDE2PC9ZZWFyPjxS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</w:fldData>
        </w:fldChar>
      </w:r>
      <w:r w:rsidR="005E585D">
        <w:instrText xml:space="preserve"> ADDIN EN.CITE </w:instrText>
      </w:r>
      <w:r w:rsidR="005E585D">
        <w:fldChar w:fldCharType="begin">
          <w:fldData xml:space="preserve">PEVuZE5vdGU+PENpdGU+PEF1dGhvcj5GYWJicmk8L0F1dGhvcj48WWVhcj4yMDE2PC9ZZWFyPjxS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</w:fldData>
        </w:fldChar>
      </w:r>
      <w:r w:rsidR="005E585D">
        <w:instrText xml:space="preserve"> ADDIN EN.CITE.DATA </w:instrText>
      </w:r>
      <w:r w:rsidR="005E585D">
        <w:fldChar w:fldCharType="end"/>
      </w:r>
      <w:r w:rsidR="00D5409F">
        <w:fldChar w:fldCharType="separate"/>
      </w:r>
      <w:r w:rsidR="005E585D" w:rsidRPr="005E585D">
        <w:rPr>
          <w:noProof/>
          <w:vertAlign w:val="superscript"/>
        </w:rPr>
        <w:t>48</w:t>
      </w:r>
      <w:r w:rsidR="00D5409F">
        <w:fldChar w:fldCharType="end"/>
      </w:r>
      <w:r w:rsidR="000A42E7">
        <w:t xml:space="preserve"> </w:t>
      </w:r>
      <w:r w:rsidR="009D6E63">
        <w:t xml:space="preserve">Multimorbidity may </w:t>
      </w:r>
      <w:r w:rsidR="00DE48B1">
        <w:t xml:space="preserve">reflect </w:t>
      </w:r>
      <w:r w:rsidR="009D6E63">
        <w:t>an age-related multisystem failure which can also be accompanied by neurodegeneration or cognitive decline</w:t>
      </w:r>
      <w:r w:rsidR="00ED594B">
        <w:t>.</w:t>
      </w:r>
      <w:r w:rsidR="00D5409F">
        <w:fldChar w:fldCharType="begin">
          <w:fldData xml:space="preserve">PEVuZE5vdGU+PENpdGU+PEF1dGhvcj5GYWJicmk8L0F1dGhvcj48WWVhcj4yMDE2PC9ZZWFyPjxS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</w:fldData>
        </w:fldChar>
      </w:r>
      <w:r w:rsidR="005E585D">
        <w:instrText xml:space="preserve"> ADDIN EN.CITE </w:instrText>
      </w:r>
      <w:r w:rsidR="005E585D">
        <w:fldChar w:fldCharType="begin">
          <w:fldData xml:space="preserve">PEVuZE5vdGU+PENpdGU+PEF1dGhvcj5GYWJicmk8L0F1dGhvcj48WWVhcj4yMDE2PC9ZZWFyPjxS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</w:fldData>
        </w:fldChar>
      </w:r>
      <w:r w:rsidR="005E585D">
        <w:instrText xml:space="preserve"> ADDIN EN.CITE.DATA </w:instrText>
      </w:r>
      <w:r w:rsidR="005E585D">
        <w:fldChar w:fldCharType="end"/>
      </w:r>
      <w:r w:rsidR="00D5409F">
        <w:fldChar w:fldCharType="separate"/>
      </w:r>
      <w:r w:rsidR="005E585D" w:rsidRPr="005E585D">
        <w:rPr>
          <w:noProof/>
          <w:vertAlign w:val="superscript"/>
        </w:rPr>
        <w:t>48</w:t>
      </w:r>
      <w:r w:rsidR="00D5409F">
        <w:fldChar w:fldCharType="end"/>
      </w:r>
      <w:r w:rsidR="00036D5F">
        <w:t xml:space="preserve"> </w:t>
      </w:r>
      <w:r w:rsidR="005E3817">
        <w:t>S</w:t>
      </w:r>
      <w:r w:rsidR="00CB5250">
        <w:t xml:space="preserve">ome combinations of chronic conditions may act synergistically to accelerate cognitive decline as in the case of heart disease and cerebrovascular disease, while polypharmacy </w:t>
      </w:r>
      <w:r w:rsidR="00BC38DA">
        <w:t xml:space="preserve">and drug </w:t>
      </w:r>
      <w:r w:rsidR="00CB5250">
        <w:t xml:space="preserve">interactions may </w:t>
      </w:r>
      <w:r w:rsidR="00C13B43">
        <w:t xml:space="preserve">also </w:t>
      </w:r>
      <w:r w:rsidR="003B635D">
        <w:t xml:space="preserve">increase the risk for </w:t>
      </w:r>
      <w:r w:rsidR="00CB5250">
        <w:t xml:space="preserve">cognitive decline </w:t>
      </w:r>
      <w:r w:rsidR="003B635D">
        <w:t>in individuals with multimorbidity</w:t>
      </w:r>
      <w:r w:rsidR="00ED594B">
        <w:t>.</w:t>
      </w:r>
      <w:r w:rsidR="00D5409F">
        <w:fldChar w:fldCharType="begin">
          <w:fldData xml:space="preserve">PEVuZE5vdGU+PENpdGU+PEF1dGhvcj5WYXNzaWxha2k8L0F1dGhvcj48WWVhcj4yMDE1PC9ZZWFy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=
</w:fldData>
        </w:fldChar>
      </w:r>
      <w:r w:rsidR="00D5409F">
        <w:instrText xml:space="preserve"> ADDIN EN.CITE </w:instrText>
      </w:r>
      <w:r w:rsidR="00D5409F">
        <w:fldChar w:fldCharType="begin">
          <w:fldData xml:space="preserve">PEVuZE5vdGU+PENpdGU+PEF1dGhvcj5WYXNzaWxha2k8L0F1dGhvcj48WWVhcj4yMDE1PC9ZZWFy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=
</w:fldData>
        </w:fldChar>
      </w:r>
      <w:r w:rsidR="00D5409F">
        <w:instrText xml:space="preserve"> ADDIN EN.CITE.DATA </w:instrText>
      </w:r>
      <w:r w:rsidR="00D5409F">
        <w:fldChar w:fldCharType="end"/>
      </w:r>
      <w:r w:rsidR="00D5409F">
        <w:fldChar w:fldCharType="separate"/>
      </w:r>
      <w:r w:rsidR="00D5409F" w:rsidRPr="00D5409F">
        <w:rPr>
          <w:noProof/>
          <w:vertAlign w:val="superscript"/>
        </w:rPr>
        <w:t>13</w:t>
      </w:r>
      <w:r w:rsidR="00D5409F">
        <w:fldChar w:fldCharType="end"/>
      </w:r>
      <w:r w:rsidR="00072945">
        <w:t xml:space="preserve"> One study found that several health problems not </w:t>
      </w:r>
      <w:r w:rsidR="00A047DE">
        <w:t xml:space="preserve">individually </w:t>
      </w:r>
      <w:r w:rsidR="00BA53DA">
        <w:t xml:space="preserve">recognized as </w:t>
      </w:r>
      <w:r w:rsidR="00072945">
        <w:t xml:space="preserve">risk factors for dementia </w:t>
      </w:r>
      <w:r w:rsidR="00A047DE">
        <w:t xml:space="preserve">are associated with increased risk for dementia </w:t>
      </w:r>
      <w:r w:rsidR="00DE48B1">
        <w:t xml:space="preserve">when </w:t>
      </w:r>
      <w:r w:rsidR="000B5C89">
        <w:t>combined into a frailty index</w:t>
      </w:r>
      <w:r w:rsidR="00ED594B">
        <w:t>.</w:t>
      </w:r>
      <w:r w:rsidR="00D5409F">
        <w:fldChar w:fldCharType="begin"/>
      </w:r>
      <w:r w:rsidR="005E585D">
        <w:instrText xml:space="preserve"> ADDIN EN.CITE &lt;EndNote&gt;&lt;Cite&gt;&lt;Author&gt;Song&lt;/Author&gt;&lt;Year&gt;2011&lt;/Year&gt;&lt;RecNum&gt;11183&lt;/RecNum&gt;&lt;DisplayText&gt;&lt;style face="superscript"&gt;49&lt;/style&gt;&lt;/DisplayText&gt;&lt;record&gt;&lt;rec-number&gt;11183&lt;/rec-number&gt;&lt;foreign-keys&gt;&lt;key app="EN" db-id="av2px5paiv9psse599xpdtrptzaferevtwxz" timestamp="1499952818"&gt;11183&lt;/key&gt;&lt;/foreign-keys&gt;&lt;ref-type name="Journal Article"&gt;17&lt;/ref-type&gt;&lt;contributors&gt;&lt;authors&gt;&lt;author&gt;Song, X.&lt;/author&gt;&lt;author&gt;Mitnitski, A.&lt;/author&gt;&lt;author&gt;Rockwood, K.&lt;/author&gt;&lt;/authors&gt;&lt;/contributors&gt;&lt;auth-address&gt;Department of Medicine, Dalhousie University, Halifax, Canada.&lt;/auth-address&gt;&lt;titles&gt;&lt;title&gt;Nontraditional risk factors combine to predict Alzheimer disease and dementia&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227-34&lt;/pages&gt;&lt;volume&gt;77&lt;/volume&gt;&lt;number&gt;3&lt;/number&gt;&lt;edition&gt;2011/07/15&lt;/edition&gt;&lt;keywords&gt;&lt;keyword&gt;Age Factors&lt;/keyword&gt;&lt;keyword&gt;Aged&lt;/keyword&gt;&lt;keyword&gt;Aged, 80 and over&lt;/keyword&gt;&lt;keyword&gt;Alzheimer Disease/*diagnosis/*epidemiology&lt;/keyword&gt;&lt;keyword&gt;Canada/epidemiology&lt;/keyword&gt;&lt;keyword&gt;Cognition&lt;/keyword&gt;&lt;keyword&gt;Dementia/*diagnosis/*epidemiology&lt;/keyword&gt;&lt;keyword&gt;Educational Status&lt;/keyword&gt;&lt;keyword&gt;Female&lt;/keyword&gt;&lt;keyword&gt;Humans&lt;/keyword&gt;&lt;keyword&gt;Incidence&lt;/keyword&gt;&lt;keyword&gt;Logistic Models&lt;/keyword&gt;&lt;keyword&gt;Longitudinal Studies&lt;/keyword&gt;&lt;keyword&gt;Male&lt;/keyword&gt;&lt;keyword&gt;Middle Aged&lt;/keyword&gt;&lt;keyword&gt;Retrospective Studies&lt;/keyword&gt;&lt;keyword&gt;Risk Factors&lt;/keyword&gt;&lt;/keywords&gt;&lt;dates&gt;&lt;year&gt;2011&lt;/year&gt;&lt;pub-dates&gt;&lt;date&gt;Jul 19&lt;/date&gt;&lt;/pub-dates&gt;&lt;/dates&gt;&lt;isbn&gt;0028-3878&lt;/isbn&gt;&lt;accession-num&gt;21753161&lt;/accession-num&gt;&lt;urls&gt;&lt;/urls&gt;&lt;custom2&gt;PMC3136058&lt;/custom2&gt;&lt;electronic-resource-num&gt;10.1212/WNL.0b013e318225c6bc&lt;/electronic-resource-num&gt;&lt;remote-database-provider&gt;NLM&lt;/remote-database-provider&gt;&lt;language&gt;eng&lt;/language&gt;&lt;/record&gt;&lt;/Cite&gt;&lt;/EndNote&gt;</w:instrText>
      </w:r>
      <w:r w:rsidR="00D5409F">
        <w:fldChar w:fldCharType="separate"/>
      </w:r>
      <w:r w:rsidR="005E585D" w:rsidRPr="005E585D">
        <w:rPr>
          <w:noProof/>
          <w:vertAlign w:val="superscript"/>
        </w:rPr>
        <w:t>49</w:t>
      </w:r>
      <w:r w:rsidR="00D5409F">
        <w:fldChar w:fldCharType="end"/>
      </w:r>
      <w:r w:rsidR="00A047DE">
        <w:t xml:space="preserve"> </w:t>
      </w:r>
      <w:r w:rsidR="00D7095A">
        <w:t>This</w:t>
      </w:r>
      <w:r w:rsidR="003C3A84">
        <w:t xml:space="preserve"> </w:t>
      </w:r>
      <w:r w:rsidR="003C3A84" w:rsidRPr="00BE1E8C">
        <w:rPr>
          <w:rFonts w:cs="Times New Roman"/>
        </w:rPr>
        <w:t>finding</w:t>
      </w:r>
      <w:r w:rsidR="004E1395" w:rsidRPr="00BE1E8C">
        <w:rPr>
          <w:rFonts w:cs="Times New Roman"/>
        </w:rPr>
        <w:t xml:space="preserve">, together with </w:t>
      </w:r>
      <w:r w:rsidR="00D4731D" w:rsidRPr="00BE1E8C">
        <w:rPr>
          <w:rFonts w:cs="Times New Roman"/>
        </w:rPr>
        <w:t xml:space="preserve">increasing evidence that </w:t>
      </w:r>
      <w:r w:rsidR="004E1395" w:rsidRPr="00BE1E8C">
        <w:rPr>
          <w:rFonts w:cs="Times New Roman"/>
        </w:rPr>
        <w:t>multimorbidity is related to poor cognitive performance</w:t>
      </w:r>
      <w:r w:rsidR="005625D4" w:rsidRPr="00BE1E8C">
        <w:rPr>
          <w:rFonts w:cs="Times New Roman"/>
        </w:rPr>
        <w:t>,</w:t>
      </w:r>
      <w:r w:rsidR="00D7095A" w:rsidRPr="00BE1E8C">
        <w:rPr>
          <w:rFonts w:cs="Times New Roman"/>
        </w:rPr>
        <w:t xml:space="preserve"> </w:t>
      </w:r>
      <w:r w:rsidR="0007365F" w:rsidRPr="00BE1E8C">
        <w:rPr>
          <w:rFonts w:cs="Times New Roman"/>
        </w:rPr>
        <w:t xml:space="preserve">reinforces </w:t>
      </w:r>
      <w:r w:rsidR="00D7095A" w:rsidRPr="00BE1E8C">
        <w:rPr>
          <w:rFonts w:cs="Times New Roman"/>
        </w:rPr>
        <w:t>the notion that promoting overall health of the population might mitigate the burden of late-life dementia</w:t>
      </w:r>
      <w:r w:rsidR="00ED594B">
        <w:rPr>
          <w:rFonts w:cs="Times New Roman"/>
        </w:rPr>
        <w:t>.</w:t>
      </w:r>
      <w:r w:rsidR="00D5409F">
        <w:rPr>
          <w:rFonts w:cs="Times New Roman"/>
        </w:rPr>
        <w:fldChar w:fldCharType="begin"/>
      </w:r>
      <w:r w:rsidR="005E585D">
        <w:rPr>
          <w:rFonts w:cs="Times New Roman"/>
        </w:rPr>
        <w:instrText xml:space="preserve"> ADDIN EN.CITE &lt;EndNote&gt;&lt;Cite&gt;&lt;Author&gt;Fratiglioni&lt;/Author&gt;&lt;Year&gt;2004&lt;/Year&gt;&lt;RecNum&gt;11184&lt;/RecNum&gt;&lt;DisplayText&gt;&lt;style face="superscript"&gt;50&lt;/style&gt;&lt;/DisplayText&gt;&lt;record&gt;&lt;rec-number&gt;11184&lt;/rec-number&gt;&lt;foreign-keys&gt;&lt;key app="EN" db-id="av2px5paiv9psse599xpdtrptzaferevtwxz" timestamp="1499955032"&gt;11184&lt;/key&gt;&lt;/foreign-keys&gt;&lt;ref-type name="Journal Article"&gt;17&lt;/ref-type&gt;&lt;contributors&gt;&lt;authors&gt;&lt;author&gt;Fratiglioni, L.&lt;/author&gt;&lt;author&gt;Paillard-Borg, S.&lt;/author&gt;&lt;author&gt;Winblad, B.&lt;/author&gt;&lt;/authors&gt;&lt;/contributors&gt;&lt;auth-address&gt;Aging Research Center, Division of Geriatric Epidemiology and Medicine, Neurotec Department, Karolinska Institute and Stockholm Gerontology Research Center, Stockholm, Sweden. laura.fratiglioni@neurotec.ki.se&lt;/auth-address&gt;&lt;titles&gt;&lt;title&gt;An active and socially integrated lifestyle in late life might protect against dementia&lt;/title&gt;&lt;secondary-title&gt;Lancet Neurol&lt;/secondary-title&gt;&lt;alt-title&gt;The Lancet. Neurology&lt;/alt-title&gt;&lt;/titles&gt;&lt;periodical&gt;&lt;full-title&gt;Lancet Neurol&lt;/full-title&gt;&lt;/periodical&gt;&lt;pages&gt;343-53&lt;/pages&gt;&lt;volume&gt;3&lt;/volume&gt;&lt;number&gt;6&lt;/number&gt;&lt;edition&gt;2004/05/26&lt;/edition&gt;&lt;keywords&gt;&lt;keyword&gt;Aged&lt;/keyword&gt;&lt;keyword&gt;Alzheimer Disease/physiopathology/*prevention &amp;amp; control/*psychology&lt;/keyword&gt;&lt;keyword&gt;Clinical Trials as Topic/statistics &amp;amp; numerical data&lt;/keyword&gt;&lt;keyword&gt;Dementia/physiopathology/*prevention &amp;amp; control/*psychology&lt;/keyword&gt;&lt;keyword&gt;Humans&lt;/keyword&gt;&lt;keyword&gt;Leisure Activities/psychology&lt;/keyword&gt;&lt;keyword&gt;*Life Style&lt;/keyword&gt;&lt;keyword&gt;Physical Fitness/psychology&lt;/keyword&gt;&lt;keyword&gt;Risk Reduction Behavior&lt;/keyword&gt;&lt;keyword&gt;*Social Support&lt;/keyword&gt;&lt;keyword&gt;Stress, Psychological/complications&lt;/keyword&gt;&lt;/keywords&gt;&lt;dates&gt;&lt;year&gt;2004&lt;/year&gt;&lt;pub-dates&gt;&lt;date&gt;Jun&lt;/date&gt;&lt;/pub-dates&gt;&lt;/dates&gt;&lt;isbn&gt;1474-4422 (Print)&amp;#xD;1474-4422&lt;/isbn&gt;&lt;accession-num&gt;15157849&lt;/accession-num&gt;&lt;urls&gt;&lt;/urls&gt;&lt;electronic-resource-num&gt;10.1016/s1474-4422(04)00767-7&lt;/electronic-resource-num&gt;&lt;remote-database-provider&gt;NLM&lt;/remote-database-provider&gt;&lt;language&gt;eng&lt;/language&gt;&lt;/record&gt;&lt;/Cite&gt;&lt;/EndNote&gt;</w:instrText>
      </w:r>
      <w:r w:rsidR="00D5409F">
        <w:rPr>
          <w:rFonts w:cs="Times New Roman"/>
        </w:rPr>
        <w:fldChar w:fldCharType="separate"/>
      </w:r>
      <w:r w:rsidR="005E585D" w:rsidRPr="005E585D">
        <w:rPr>
          <w:rFonts w:cs="Times New Roman"/>
          <w:noProof/>
          <w:vertAlign w:val="superscript"/>
        </w:rPr>
        <w:t>50</w:t>
      </w:r>
      <w:r w:rsidR="00D5409F">
        <w:rPr>
          <w:rFonts w:cs="Times New Roman"/>
        </w:rPr>
        <w:fldChar w:fldCharType="end"/>
      </w:r>
      <w:r w:rsidR="005625D4" w:rsidRPr="00BE1E8C">
        <w:rPr>
          <w:rFonts w:cs="Times New Roman"/>
        </w:rPr>
        <w:t xml:space="preserve"> </w:t>
      </w:r>
      <w:r w:rsidR="005965BF">
        <w:rPr>
          <w:rFonts w:cs="Times New Roman"/>
        </w:rPr>
        <w:t xml:space="preserve">Finally, a moderate level of between-country heterogeneity in the association between multimorbidity and MCI was found. </w:t>
      </w:r>
      <w:r w:rsidR="00E11F23">
        <w:rPr>
          <w:rFonts w:cs="Times New Roman"/>
        </w:rPr>
        <w:t xml:space="preserve">Although the reason for this </w:t>
      </w:r>
      <w:r w:rsidR="0080307A">
        <w:rPr>
          <w:rFonts w:cs="Times New Roman"/>
        </w:rPr>
        <w:t xml:space="preserve">heterogeneity </w:t>
      </w:r>
      <w:r w:rsidR="00E11F23">
        <w:rPr>
          <w:rFonts w:cs="Times New Roman"/>
        </w:rPr>
        <w:t xml:space="preserve">is not clear, it may be related to factors such as access to health care and </w:t>
      </w:r>
      <w:r w:rsidR="009518A1">
        <w:rPr>
          <w:rFonts w:cs="Times New Roman"/>
        </w:rPr>
        <w:t xml:space="preserve">quality of care </w:t>
      </w:r>
      <w:r w:rsidR="009758D2">
        <w:rPr>
          <w:rFonts w:cs="Times New Roman"/>
        </w:rPr>
        <w:t>(e.g., availability of drugs)</w:t>
      </w:r>
      <w:r w:rsidR="009518A1">
        <w:rPr>
          <w:rFonts w:cs="Times New Roman"/>
        </w:rPr>
        <w:t xml:space="preserve">. This is an area for future research. </w:t>
      </w:r>
    </w:p>
    <w:p w14:paraId="687CD944" w14:textId="3D0D6CC2" w:rsidR="00BA27E6" w:rsidRDefault="00BE1E8C" w:rsidP="00BE1E8C">
      <w:pPr>
        <w:pStyle w:val="Title"/>
        <w:shd w:val="clear" w:color="auto" w:fill="FFFFFF"/>
        <w:spacing w:before="0" w:beforeAutospacing="0" w:after="0" w:afterAutospacing="0" w:line="480" w:lineRule="auto"/>
        <w:rPr>
          <w:rFonts w:ascii="Times New Roman" w:hAnsi="Times New Roman" w:cs="Times New Roman"/>
          <w:color w:val="000000"/>
          <w:sz w:val="24"/>
          <w:szCs w:val="24"/>
          <w:shd w:val="clear" w:color="auto" w:fill="FFFFFF"/>
        </w:rPr>
      </w:pPr>
      <w:r w:rsidRPr="00BE1E8C">
        <w:rPr>
          <w:rFonts w:ascii="Times New Roman" w:hAnsi="Times New Roman" w:cs="Times New Roman"/>
          <w:sz w:val="24"/>
          <w:szCs w:val="24"/>
        </w:rPr>
        <w:tab/>
      </w:r>
      <w:r w:rsidR="00FB4963">
        <w:rPr>
          <w:rFonts w:ascii="Times New Roman" w:hAnsi="Times New Roman" w:cs="Times New Roman"/>
          <w:sz w:val="24"/>
          <w:szCs w:val="24"/>
        </w:rPr>
        <w:t>If confirmed with longitudinal and interventional studies, t</w:t>
      </w:r>
      <w:r w:rsidR="004B7A5E" w:rsidRPr="00BE1E8C">
        <w:rPr>
          <w:rFonts w:ascii="Times New Roman" w:hAnsi="Times New Roman" w:cs="Times New Roman"/>
          <w:sz w:val="24"/>
          <w:szCs w:val="24"/>
        </w:rPr>
        <w:t xml:space="preserve">he key to prevention of MCI </w:t>
      </w:r>
      <w:r w:rsidR="00407872">
        <w:rPr>
          <w:rFonts w:ascii="Times New Roman" w:hAnsi="Times New Roman" w:cs="Times New Roman"/>
          <w:sz w:val="24"/>
          <w:szCs w:val="24"/>
        </w:rPr>
        <w:t xml:space="preserve">and subsequent dementia </w:t>
      </w:r>
      <w:r w:rsidR="004B7A5E" w:rsidRPr="00BE1E8C">
        <w:rPr>
          <w:rFonts w:ascii="Times New Roman" w:hAnsi="Times New Roman" w:cs="Times New Roman"/>
          <w:sz w:val="24"/>
          <w:szCs w:val="24"/>
        </w:rPr>
        <w:t xml:space="preserve">may be to strengthen a multidisciplinary approach simultaneously targeting both lifestyle factors and physical health outcomes (e.g., chronic diseases, multimorbidity). </w:t>
      </w:r>
      <w:r w:rsidR="005625D4" w:rsidRPr="00BE1E8C">
        <w:rPr>
          <w:rFonts w:ascii="Times New Roman" w:hAnsi="Times New Roman" w:cs="Times New Roman"/>
          <w:sz w:val="24"/>
          <w:szCs w:val="24"/>
        </w:rPr>
        <w:t xml:space="preserve">Health promotion can specifically target the risk factors contributing to </w:t>
      </w:r>
      <w:r w:rsidR="006302A3">
        <w:rPr>
          <w:rFonts w:ascii="Times New Roman" w:hAnsi="Times New Roman" w:cs="Times New Roman"/>
          <w:sz w:val="24"/>
          <w:szCs w:val="24"/>
        </w:rPr>
        <w:t xml:space="preserve">chronic physical conditions </w:t>
      </w:r>
      <w:r w:rsidR="00530927">
        <w:rPr>
          <w:rFonts w:ascii="Times New Roman" w:hAnsi="Times New Roman" w:cs="Times New Roman"/>
          <w:sz w:val="24"/>
          <w:szCs w:val="24"/>
        </w:rPr>
        <w:t xml:space="preserve">and ultimately multimorbidity </w:t>
      </w:r>
      <w:r w:rsidR="000551FC">
        <w:rPr>
          <w:rFonts w:ascii="Times New Roman" w:hAnsi="Times New Roman" w:cs="Times New Roman"/>
          <w:sz w:val="24"/>
          <w:szCs w:val="24"/>
        </w:rPr>
        <w:t>which</w:t>
      </w:r>
      <w:r w:rsidR="005A46DA" w:rsidRPr="00BE1E8C">
        <w:rPr>
          <w:rFonts w:ascii="Times New Roman" w:hAnsi="Times New Roman" w:cs="Times New Roman"/>
          <w:sz w:val="24"/>
          <w:szCs w:val="24"/>
        </w:rPr>
        <w:t xml:space="preserve"> </w:t>
      </w:r>
      <w:r w:rsidR="005625D4" w:rsidRPr="00BE1E8C">
        <w:rPr>
          <w:rFonts w:ascii="Times New Roman" w:hAnsi="Times New Roman" w:cs="Times New Roman"/>
          <w:sz w:val="24"/>
          <w:szCs w:val="24"/>
        </w:rPr>
        <w:t>might entail diet, exercise, and smoking cessation</w:t>
      </w:r>
      <w:r w:rsidR="00E155F8">
        <w:rPr>
          <w:rFonts w:ascii="Times New Roman" w:hAnsi="Times New Roman" w:cs="Times New Roman"/>
          <w:sz w:val="24"/>
          <w:szCs w:val="24"/>
        </w:rPr>
        <w:t>, all of which are</w:t>
      </w:r>
      <w:r w:rsidR="00622698">
        <w:rPr>
          <w:rFonts w:ascii="Times New Roman" w:hAnsi="Times New Roman" w:cs="Times New Roman"/>
          <w:sz w:val="24"/>
          <w:szCs w:val="24"/>
        </w:rPr>
        <w:t xml:space="preserve"> also </w:t>
      </w:r>
      <w:r w:rsidR="0021792A">
        <w:rPr>
          <w:rFonts w:ascii="Times New Roman" w:hAnsi="Times New Roman" w:cs="Times New Roman"/>
          <w:sz w:val="24"/>
          <w:szCs w:val="24"/>
        </w:rPr>
        <w:t xml:space="preserve">considered to be </w:t>
      </w:r>
      <w:r w:rsidR="00622698">
        <w:rPr>
          <w:rFonts w:ascii="Times New Roman" w:hAnsi="Times New Roman" w:cs="Times New Roman"/>
          <w:sz w:val="24"/>
          <w:szCs w:val="24"/>
        </w:rPr>
        <w:t xml:space="preserve">important for dementia prevention </w:t>
      </w:r>
      <w:r w:rsidR="006D5B56">
        <w:rPr>
          <w:rFonts w:ascii="Times New Roman" w:hAnsi="Times New Roman" w:cs="Times New Roman"/>
          <w:sz w:val="24"/>
          <w:szCs w:val="24"/>
        </w:rPr>
        <w:t xml:space="preserve">even in the </w:t>
      </w:r>
      <w:r w:rsidR="006D5B56" w:rsidRPr="0043117A">
        <w:rPr>
          <w:rFonts w:ascii="Times New Roman" w:hAnsi="Times New Roman" w:cs="Times New Roman"/>
          <w:sz w:val="24"/>
          <w:szCs w:val="24"/>
        </w:rPr>
        <w:t xml:space="preserve">absence of </w:t>
      </w:r>
      <w:r w:rsidR="00BF26CC" w:rsidRPr="0043117A">
        <w:rPr>
          <w:rFonts w:ascii="Times New Roman" w:hAnsi="Times New Roman" w:cs="Times New Roman"/>
          <w:sz w:val="24"/>
          <w:szCs w:val="24"/>
        </w:rPr>
        <w:t xml:space="preserve">chronic physical </w:t>
      </w:r>
      <w:r w:rsidR="006D5B56" w:rsidRPr="0043117A">
        <w:rPr>
          <w:rFonts w:ascii="Times New Roman" w:hAnsi="Times New Roman" w:cs="Times New Roman"/>
          <w:sz w:val="24"/>
          <w:szCs w:val="24"/>
        </w:rPr>
        <w:t>conditions</w:t>
      </w:r>
      <w:r w:rsidR="00E739BB" w:rsidRPr="00BD4AD8">
        <w:rPr>
          <w:rFonts w:ascii="Times New Roman" w:hAnsi="Times New Roman" w:cs="Times New Roman"/>
          <w:sz w:val="24"/>
          <w:szCs w:val="24"/>
        </w:rPr>
        <w:t>.</w:t>
      </w:r>
      <w:r w:rsidR="00D5409F" w:rsidRPr="00C14BB4">
        <w:rPr>
          <w:rFonts w:ascii="Times New Roman" w:hAnsi="Times New Roman" w:cs="Times New Roman"/>
          <w:sz w:val="24"/>
          <w:szCs w:val="24"/>
        </w:rPr>
        <w:fldChar w:fldCharType="begin"/>
      </w:r>
      <w:r w:rsidR="0064161A">
        <w:rPr>
          <w:rFonts w:ascii="Times New Roman" w:hAnsi="Times New Roman" w:cs="Times New Roman"/>
          <w:sz w:val="24"/>
          <w:szCs w:val="24"/>
        </w:rPr>
        <w:instrText xml:space="preserve"> ADDIN EN.CITE &lt;EndNote&gt;&lt;Cite&gt;&lt;Author&gt;Alzheimer&amp;apos;s Disease International&lt;/Author&gt;&lt;Year&gt;2014&lt;/Year&gt;&lt;RecNum&gt;11174&lt;/RecNum&gt;&lt;DisplayText&gt;&lt;style face="superscript"&gt;16&lt;/style&gt;&lt;/DisplayText&gt;&lt;record&gt;&lt;rec-number&gt;11174&lt;/rec-number&gt;&lt;foreign-keys&gt;&lt;key app="EN" db-id="av2px5paiv9psse599xpdtrptzaferevtwxz" timestamp="1499932976"&gt;11174&lt;/key&gt;&lt;/foreign-keys&gt;&lt;ref-type name="Journal Article"&gt;17&lt;/ref-type&gt;&lt;contributors&gt;&lt;authors&gt;&lt;author&gt;Alzheimer&amp;apos;s Disease International,&lt;/author&gt;&lt;/authors&gt;&lt;/contributors&gt;&lt;titles&gt;&lt;title&gt;World Alzheimer Report&lt;/title&gt;&lt;/titles&gt;&lt;dates&gt;&lt;year&gt;2014&lt;/year&gt;&lt;/dates&gt;&lt;urls&gt;&lt;/urls&gt;&lt;/record&gt;&lt;/Cite&gt;&lt;/EndNote&gt;</w:instrText>
      </w:r>
      <w:r w:rsidR="00D5409F" w:rsidRPr="00C14BB4">
        <w:rPr>
          <w:rFonts w:ascii="Times New Roman" w:hAnsi="Times New Roman" w:cs="Times New Roman"/>
          <w:sz w:val="24"/>
          <w:szCs w:val="24"/>
        </w:rPr>
        <w:fldChar w:fldCharType="separate"/>
      </w:r>
      <w:r w:rsidR="0064161A" w:rsidRPr="0064161A">
        <w:rPr>
          <w:rFonts w:ascii="Times New Roman" w:hAnsi="Times New Roman" w:cs="Times New Roman"/>
          <w:noProof/>
          <w:sz w:val="24"/>
          <w:szCs w:val="24"/>
          <w:vertAlign w:val="superscript"/>
        </w:rPr>
        <w:t>16</w:t>
      </w:r>
      <w:r w:rsidR="00D5409F" w:rsidRPr="00C14BB4">
        <w:rPr>
          <w:rFonts w:ascii="Times New Roman" w:hAnsi="Times New Roman" w:cs="Times New Roman"/>
          <w:sz w:val="24"/>
          <w:szCs w:val="24"/>
        </w:rPr>
        <w:fldChar w:fldCharType="end"/>
      </w:r>
      <w:r w:rsidRPr="0043117A">
        <w:rPr>
          <w:rFonts w:ascii="Times New Roman" w:hAnsi="Times New Roman" w:cs="Times New Roman"/>
          <w:sz w:val="24"/>
          <w:szCs w:val="24"/>
        </w:rPr>
        <w:t xml:space="preserve"> </w:t>
      </w:r>
    </w:p>
    <w:p w14:paraId="041043BD" w14:textId="45C45D5E" w:rsidR="00BD4AD8" w:rsidRDefault="00631FDF" w:rsidP="00BE1E8C">
      <w:pPr>
        <w:spacing w:line="480" w:lineRule="auto"/>
        <w:rPr>
          <w:rFonts w:cs="Times New Roman"/>
        </w:rPr>
      </w:pPr>
      <w:r w:rsidRPr="00BE1E8C">
        <w:rPr>
          <w:rFonts w:cs="Times New Roman"/>
        </w:rPr>
        <w:tab/>
      </w:r>
      <w:r w:rsidR="00CE35EB">
        <w:rPr>
          <w:rFonts w:cs="Times New Roman"/>
        </w:rPr>
        <w:t>To address chronic diseases in LMICs, t</w:t>
      </w:r>
      <w:r w:rsidR="00EB797A">
        <w:rPr>
          <w:rFonts w:cs="Times New Roman"/>
        </w:rPr>
        <w:t xml:space="preserve">he Innovative Care for Chronic Conditions framework developed by the World Health Organization provides a </w:t>
      </w:r>
      <w:r w:rsidR="003335FB">
        <w:rPr>
          <w:rFonts w:cs="Times New Roman"/>
        </w:rPr>
        <w:t xml:space="preserve">health systems </w:t>
      </w:r>
      <w:r w:rsidR="00EB797A">
        <w:rPr>
          <w:rFonts w:cs="Times New Roman"/>
        </w:rPr>
        <w:t xml:space="preserve">roadmap but </w:t>
      </w:r>
      <w:r w:rsidR="00CE35EB">
        <w:rPr>
          <w:rFonts w:cs="Times New Roman"/>
        </w:rPr>
        <w:t xml:space="preserve">it </w:t>
      </w:r>
      <w:r w:rsidR="0052287C">
        <w:rPr>
          <w:rFonts w:cs="Times New Roman"/>
        </w:rPr>
        <w:t xml:space="preserve">still lacks </w:t>
      </w:r>
      <w:r w:rsidR="003335FB">
        <w:rPr>
          <w:rFonts w:cs="Times New Roman"/>
        </w:rPr>
        <w:t>incorporation of the complexity associated with multimorbidity</w:t>
      </w:r>
      <w:r w:rsidR="0052287C">
        <w:rPr>
          <w:rFonts w:cs="Times New Roman"/>
        </w:rPr>
        <w:t xml:space="preserve"> </w:t>
      </w:r>
      <w:r w:rsidR="0064161A">
        <w:rPr>
          <w:rFonts w:cs="Times New Roman"/>
        </w:rPr>
        <w:fldChar w:fldCharType="begin"/>
      </w:r>
      <w:r w:rsidR="005E585D">
        <w:rPr>
          <w:rFonts w:cs="Times New Roman"/>
        </w:rPr>
        <w:instrText xml:space="preserve"> ADDIN EN.CITE &lt;EndNote&gt;&lt;Cite&gt;&lt;Author&gt;Oni&lt;/Author&gt;&lt;Year&gt;2014&lt;/Year&gt;&lt;RecNum&gt;11337&lt;/RecNum&gt;&lt;DisplayText&gt;&lt;style face="superscript"&gt;51&lt;/style&gt;&lt;/DisplayText&gt;&lt;record&gt;&lt;rec-number&gt;11337&lt;/rec-number&gt;&lt;foreign-keys&gt;&lt;key app="EN" db-id="av2px5paiv9psse599xpdtrptzaferevtwxz" timestamp="1504282907"&gt;11337&lt;/key&gt;&lt;/foreign-keys&gt;&lt;ref-type name="Journal Article"&gt;17&lt;/ref-type&gt;&lt;contributors&gt;&lt;authors&gt;&lt;author&gt;Oni, T.&lt;/author&gt;&lt;author&gt;McGrath, N.&lt;/author&gt;&lt;author&gt;BeLue, R.&lt;/author&gt;&lt;author&gt;Roderick, P.&lt;/author&gt;&lt;author&gt;Colagiuri, S.&lt;/author&gt;&lt;author&gt;May, C.R.&lt;/author&gt;&lt;author&gt;Levitt, N.S.&lt;/author&gt;&lt;/authors&gt;&lt;/contributors&gt;&lt;titles&gt;&lt;title&gt;Chronic diseases and multi-morbidity - a conceptual modification to the WHO ICCC model for countries in health transition&lt;/title&gt;&lt;secondary-title&gt;BMC Public Health&lt;/secondary-title&gt;&lt;/titles&gt;&lt;periodical&gt;&lt;full-title&gt;BMC Public Health&lt;/full-title&gt;&lt;abbr-1&gt;BMC public health&lt;/abbr-1&gt;&lt;/periodical&gt;&lt;pages&gt;575&lt;/pages&gt;&lt;volume&gt;14&lt;/volume&gt;&lt;number&gt;1&lt;/number&gt;&lt;dates&gt;&lt;year&gt;2014&lt;/year&gt;&lt;pub-dates&gt;&lt;date&gt;June 09&lt;/date&gt;&lt;/pub-dates&gt;&lt;/dates&gt;&lt;isbn&gt;1471-2458&lt;/isbn&gt;&lt;label&gt;Oni2014&lt;/label&gt;&lt;work-type&gt;journal article&lt;/work-type&gt;&lt;urls&gt;&lt;related-urls&gt;&lt;url&gt;https://doi.org/10.1186/1471-2458-14-575&lt;/url&gt;&lt;/related-urls&gt;&lt;/urls&gt;&lt;electronic-resource-num&gt;10.1186/1471-2458-14-575&lt;/electronic-resource-num&gt;&lt;/record&gt;&lt;/Cite&gt;&lt;/EndNote&gt;</w:instrText>
      </w:r>
      <w:r w:rsidR="0064161A">
        <w:rPr>
          <w:rFonts w:cs="Times New Roman"/>
        </w:rPr>
        <w:fldChar w:fldCharType="separate"/>
      </w:r>
      <w:r w:rsidR="005E585D" w:rsidRPr="005E585D">
        <w:rPr>
          <w:rFonts w:cs="Times New Roman"/>
          <w:noProof/>
          <w:vertAlign w:val="superscript"/>
        </w:rPr>
        <w:t>51</w:t>
      </w:r>
      <w:r w:rsidR="0064161A">
        <w:rPr>
          <w:rFonts w:cs="Times New Roman"/>
        </w:rPr>
        <w:fldChar w:fldCharType="end"/>
      </w:r>
      <w:r w:rsidR="0052287C">
        <w:rPr>
          <w:rFonts w:cs="Times New Roman"/>
        </w:rPr>
        <w:t xml:space="preserve"> </w:t>
      </w:r>
      <w:r w:rsidR="00BA2FFA">
        <w:rPr>
          <w:rFonts w:cs="Times New Roman"/>
        </w:rPr>
        <w:t>In LMICs, there is a particular need to enhance integration of care, capacity building</w:t>
      </w:r>
      <w:r w:rsidR="00523184">
        <w:rPr>
          <w:rFonts w:cs="Times New Roman"/>
        </w:rPr>
        <w:t>,</w:t>
      </w:r>
      <w:r w:rsidR="00BA2FFA">
        <w:rPr>
          <w:rFonts w:cs="Times New Roman"/>
        </w:rPr>
        <w:t xml:space="preserve"> and improve quality of services </w:t>
      </w:r>
      <w:r w:rsidR="00B70001">
        <w:rPr>
          <w:rFonts w:cs="Times New Roman"/>
        </w:rPr>
        <w:t>to address multimorbidity</w:t>
      </w:r>
      <w:r w:rsidR="0047551F">
        <w:rPr>
          <w:rFonts w:cs="Times New Roman"/>
        </w:rPr>
        <w:t>.</w:t>
      </w:r>
      <w:r w:rsidR="0064161A">
        <w:rPr>
          <w:rFonts w:cs="Times New Roman"/>
        </w:rPr>
        <w:fldChar w:fldCharType="begin"/>
      </w:r>
      <w:r w:rsidR="005E585D">
        <w:rPr>
          <w:rFonts w:cs="Times New Roman"/>
        </w:rPr>
        <w:instrText xml:space="preserve"> ADDIN EN.CITE &lt;EndNote&gt;&lt;Cite&gt;&lt;Author&gt;Navickas&lt;/Author&gt;&lt;Year&gt;2016&lt;/Year&gt;&lt;RecNum&gt;11369&lt;/RecNum&gt;&lt;DisplayText&gt;&lt;style face="superscript"&gt;52&lt;/style&gt;&lt;/DisplayText&gt;&lt;record&gt;&lt;rec-number&gt;11369&lt;/rec-number&gt;&lt;foreign-keys&gt;&lt;key app="EN" db-id="av2px5paiv9psse599xpdtrptzaferevtwxz" timestamp="1504288023"&gt;11369&lt;/key&gt;&lt;/foreign-keys&gt;&lt;ref-type name="Journal Article"&gt;17&lt;/ref-type&gt;&lt;contributors&gt;&lt;authors&gt;&lt;author&gt;Navickas, R.&lt;/author&gt;&lt;author&gt;Petric, V.K.&lt;/author&gt;&lt;author&gt;Feigl, A.B.&lt;/author&gt;&lt;author&gt;Seychell, M.&lt;/author&gt;&lt;/authors&gt;&lt;/contributors&gt;&lt;titles&gt;&lt;title&gt;Multimorbidity: What do we know? What should we do?&lt;/title&gt;&lt;secondary-title&gt;2016&lt;/secondary-title&gt;&lt;short-title&gt;Multimorbidity: What do we know? What should we do?&lt;/short-title&gt;&lt;/titles&gt;&lt;periodical&gt;&lt;full-title&gt;2016&lt;/full-title&gt;&lt;/periodical&gt;&lt;pages&gt;8&lt;/pages&gt;&lt;volume&gt;6&lt;/volume&gt;&lt;number&gt;1&lt;/number&gt;&lt;edition&gt;2016-02-17&lt;/edition&gt;&lt;section&gt;4&lt;/section&gt;&lt;keywords&gt;&lt;keyword&gt;multimorbidity, multiple chronic conditions, comorbidity, European Union, European Commission, JA-CHRODIS, Slovenia, ICARE4EU&lt;/keyword&gt;&lt;/keywords&gt;&lt;dates&gt;&lt;year&gt;2016&lt;/year&gt;&lt;pub-dates&gt;&lt;date&gt;2016-02-17&lt;/date&gt;&lt;/pub-dates&gt;&lt;/dates&gt;&lt;isbn&gt;2235-042X&lt;/isbn&gt;&lt;work-type&gt;multimorbidity, multiple chronic conditions, comorbidity, European Union, European Commission, JA-CHRODIS, Slovenia, ICARE4EU&lt;/work-type&gt;&lt;urls&gt;&lt;related-urls&gt;&lt;url&gt;http://www.jcomorbidity.com/index.php/test/article/view/72/255&lt;/url&gt;&lt;/related-urls&gt;&lt;/urls&gt;&lt;electronic-resource-num&gt;10.15256/joc.2016.6.72&lt;/electronic-resource-num&gt;&lt;/record&gt;&lt;/Cite&gt;&lt;/EndNote&gt;</w:instrText>
      </w:r>
      <w:r w:rsidR="0064161A">
        <w:rPr>
          <w:rFonts w:cs="Times New Roman"/>
        </w:rPr>
        <w:fldChar w:fldCharType="separate"/>
      </w:r>
      <w:r w:rsidR="005E585D" w:rsidRPr="005E585D">
        <w:rPr>
          <w:rFonts w:cs="Times New Roman"/>
          <w:noProof/>
          <w:vertAlign w:val="superscript"/>
        </w:rPr>
        <w:t>52</w:t>
      </w:r>
      <w:r w:rsidR="0064161A">
        <w:rPr>
          <w:rFonts w:cs="Times New Roman"/>
        </w:rPr>
        <w:fldChar w:fldCharType="end"/>
      </w:r>
      <w:r w:rsidR="00D23934">
        <w:rPr>
          <w:rFonts w:cs="Times New Roman"/>
        </w:rPr>
        <w:t xml:space="preserve"> </w:t>
      </w:r>
    </w:p>
    <w:p w14:paraId="4E9E2ADC" w14:textId="6780BA98" w:rsidR="00631FDF" w:rsidRPr="007C1E33" w:rsidRDefault="00BD4AD8" w:rsidP="00BE1E8C">
      <w:pPr>
        <w:spacing w:line="480" w:lineRule="auto"/>
        <w:rPr>
          <w:bCs/>
          <w:iCs/>
          <w:shd w:val="clear" w:color="auto" w:fill="FFFFFF"/>
          <w:lang w:val="en-GB"/>
        </w:rPr>
      </w:pPr>
      <w:r>
        <w:rPr>
          <w:rFonts w:cs="Times New Roman"/>
        </w:rPr>
        <w:tab/>
      </w:r>
      <w:r w:rsidR="001E27C8">
        <w:t>T</w:t>
      </w:r>
      <w:r w:rsidR="00631FDF">
        <w:t xml:space="preserve">he study results should be interpreted in the light of several limitations. First of all, although we included a wide variety of important chronic conditions, we lacked data on diseases such as hypercholesterolemia and HIV. Second, symptom-based algorithms </w:t>
      </w:r>
      <w:r w:rsidR="00035B14">
        <w:t xml:space="preserve">were used </w:t>
      </w:r>
      <w:r w:rsidR="00631FDF">
        <w:t xml:space="preserve">to define </w:t>
      </w:r>
      <w:r w:rsidR="00035B14">
        <w:t xml:space="preserve">some </w:t>
      </w:r>
      <w:r w:rsidR="00631FDF">
        <w:t>chronic conditions to minimize under-diagnosis</w:t>
      </w:r>
      <w:r w:rsidR="00035B14">
        <w:t xml:space="preserve"> but </w:t>
      </w:r>
      <w:r w:rsidR="00631FDF">
        <w:t xml:space="preserve">some level of misclassification may </w:t>
      </w:r>
      <w:r w:rsidR="00035B14">
        <w:t xml:space="preserve">still </w:t>
      </w:r>
      <w:r w:rsidR="00631FDF">
        <w:t xml:space="preserve">exist, while under-diagnosis </w:t>
      </w:r>
      <w:r w:rsidR="00CE30CA">
        <w:t xml:space="preserve">is likely to </w:t>
      </w:r>
      <w:r w:rsidR="00631FDF">
        <w:t>have occurred for diseases based solely on self-report (i.e., diabetes, stroke).</w:t>
      </w:r>
      <w:r w:rsidR="00035B14">
        <w:rPr>
          <w:rFonts w:cs="Times New Roman"/>
        </w:rPr>
        <w:t xml:space="preserve"> For example</w:t>
      </w:r>
      <w:r w:rsidR="00035B14" w:rsidRPr="00287E17">
        <w:rPr>
          <w:rFonts w:cs="Times New Roman"/>
        </w:rPr>
        <w:t xml:space="preserve">, </w:t>
      </w:r>
      <w:r w:rsidR="00035B14" w:rsidRPr="0098527E">
        <w:rPr>
          <w:rFonts w:cs="Times New Roman"/>
        </w:rPr>
        <w:t xml:space="preserve">chronic lung diseases and asthma </w:t>
      </w:r>
      <w:r w:rsidR="00446E97">
        <w:rPr>
          <w:rFonts w:cs="Times New Roman"/>
        </w:rPr>
        <w:t xml:space="preserve">are not easy to differentiate </w:t>
      </w:r>
      <w:r w:rsidR="00035B14" w:rsidRPr="0098527E">
        <w:rPr>
          <w:rFonts w:cs="Times New Roman"/>
        </w:rPr>
        <w:t>for the overlapping symptoms especially in ol</w:t>
      </w:r>
      <w:r w:rsidR="00446E97">
        <w:rPr>
          <w:rFonts w:cs="Times New Roman"/>
        </w:rPr>
        <w:t>der populations</w:t>
      </w:r>
      <w:r w:rsidR="009B60B3">
        <w:rPr>
          <w:rFonts w:cs="Times New Roman"/>
        </w:rPr>
        <w:t>.</w:t>
      </w:r>
      <w:r w:rsidR="00D5409F">
        <w:rPr>
          <w:rFonts w:cs="Times New Roman"/>
        </w:rPr>
        <w:fldChar w:fldCharType="begin"/>
      </w:r>
      <w:r w:rsidR="005E585D">
        <w:rPr>
          <w:rFonts w:cs="Times New Roman"/>
        </w:rPr>
        <w:instrText xml:space="preserve"> ADDIN EN.CITE &lt;EndNote&gt;&lt;Cite&gt;&lt;Author&gt;To&lt;/Author&gt;&lt;Year&gt;2012&lt;/Year&gt;&lt;RecNum&gt;670&lt;/RecNum&gt;&lt;DisplayText&gt;&lt;style face="superscript"&gt;53&lt;/style&gt;&lt;/DisplayText&gt;&lt;record&gt;&lt;rec-number&gt;670&lt;/rec-number&gt;&lt;foreign-keys&gt;&lt;key app="EN" db-id="av2px5paiv9psse599xpdtrptzaferevtwxz" timestamp="1450277138"&gt;670&lt;/key&gt;&lt;key app="ENWeb" db-id=""&gt;0&lt;/key&gt;&lt;/foreign-keys&gt;&lt;ref-type name="Journal Article"&gt;17&lt;/ref-type&gt;&lt;contributors&gt;&lt;authors&gt;&lt;author&gt;To, T.&lt;/author&gt;&lt;author&gt;Stanojevic, S.&lt;/author&gt;&lt;author&gt;Moores, G.&lt;/author&gt;&lt;author&gt;Gershon, A. S.&lt;/author&gt;&lt;author&gt;Bateman, E. D.&lt;/author&gt;&lt;author&gt;Cruz, A. A.&lt;/author&gt;&lt;author&gt;Boulet, L. P.&lt;/author&gt;&lt;/authors&gt;&lt;/contributors&gt;&lt;auth-address&gt;Child Health Evaluative Sciences, The Hospital for Sick Children, Toronto, Ontario, Canada. teresa.to@sickkids.ca&lt;/auth-address&gt;&lt;titles&gt;&lt;title&gt;Global asthma prevalence in adults: findings from the cross-sectional world health survey&lt;/title&gt;&lt;secondary-title&gt;BMC Public Health&lt;/secondary-title&gt;&lt;/titles&gt;&lt;periodical&gt;&lt;full-title&gt;BMC Public Health&lt;/full-title&gt;&lt;abbr-1&gt;BMC public health&lt;/abbr-1&gt;&lt;/periodical&gt;&lt;pages&gt;204&lt;/pages&gt;&lt;volume&gt;12&lt;/volume&gt;&lt;edition&gt;2012/03/21&lt;/edition&gt;&lt;keywords&gt;&lt;keyword&gt;Adult&lt;/keyword&gt;&lt;keyword&gt;Asthma/*epidemiology&lt;/keyword&gt;&lt;keyword&gt;Australia/epidemiology&lt;/keyword&gt;&lt;keyword&gt;Cross-Sectional Studies&lt;/keyword&gt;&lt;keyword&gt;Female&lt;/keyword&gt;&lt;keyword&gt;Health Surveys&lt;/keyword&gt;&lt;keyword&gt;Humans&lt;/keyword&gt;&lt;keyword&gt;Male&lt;/keyword&gt;&lt;keyword&gt;Prevalence&lt;/keyword&gt;&lt;keyword&gt;World Health Organization&lt;/keyword&gt;&lt;/keywords&gt;&lt;dates&gt;&lt;year&gt;2012&lt;/year&gt;&lt;/dates&gt;&lt;orig-pub&gt;BMC Public Health&lt;/orig-pub&gt;&lt;isbn&gt;1471-2458&lt;/isbn&gt;&lt;urls&gt;&lt;related-urls&gt;&lt;url&gt;http://www.ncbi.nlm.nih.gov/pmc/articles/PMC3353191/pdf/1471-2458-12-204.pdf&lt;/url&gt;&lt;/related-urls&gt;&lt;/urls&gt;&lt;custom2&gt;Pmc3353191&lt;/custom2&gt;&lt;electronic-resource-num&gt;10.1186/1471-2458-12-204&lt;/electronic-resource-num&gt;&lt;language&gt;eng&lt;/language&gt;&lt;/record&gt;&lt;/Cite&gt;&lt;/EndNote&gt;</w:instrText>
      </w:r>
      <w:r w:rsidR="00D5409F">
        <w:rPr>
          <w:rFonts w:cs="Times New Roman"/>
        </w:rPr>
        <w:fldChar w:fldCharType="separate"/>
      </w:r>
      <w:r w:rsidR="005E585D" w:rsidRPr="005E585D">
        <w:rPr>
          <w:rFonts w:cs="Times New Roman"/>
          <w:noProof/>
          <w:vertAlign w:val="superscript"/>
        </w:rPr>
        <w:t>53</w:t>
      </w:r>
      <w:r w:rsidR="00D5409F">
        <w:rPr>
          <w:rFonts w:cs="Times New Roman"/>
        </w:rPr>
        <w:fldChar w:fldCharType="end"/>
      </w:r>
      <w:r w:rsidR="00035B14" w:rsidRPr="0098527E">
        <w:rPr>
          <w:rFonts w:cs="Times New Roman"/>
        </w:rPr>
        <w:t xml:space="preserve"> </w:t>
      </w:r>
      <w:r w:rsidR="00631FDF">
        <w:t xml:space="preserve">Third, because the study was not designed to generate clinical diagnoses of dementia, some individuals with mild dementia may have been included in our analytical sample. However, </w:t>
      </w:r>
      <w:r w:rsidR="00631FDF" w:rsidRPr="00287E17">
        <w:t>the prevalence of MCI in our study was within previously reported figures</w:t>
      </w:r>
      <w:r w:rsidR="00E739BB" w:rsidRPr="00287E17">
        <w:t>.</w:t>
      </w:r>
      <w:r w:rsidR="00D5409F" w:rsidRPr="00601CB3">
        <w:fldChar w:fldCharType="begin"/>
      </w:r>
      <w:r w:rsidR="005E585D">
        <w:instrText xml:space="preserve"> ADDIN EN.CITE &lt;EndNote&gt;&lt;Cite&gt;&lt;Author&gt;Petersen&lt;/Author&gt;&lt;Year&gt;2016&lt;/Year&gt;&lt;RecNum&gt;11136&lt;/RecNum&gt;&lt;DisplayText&gt;&lt;style face="superscript"&gt;54&lt;/style&gt;&lt;/DisplayText&gt;&lt;record&gt;&lt;rec-number&gt;11136&lt;/rec-number&gt;&lt;foreign-keys&gt;&lt;key app="EN" db-id="av2px5paiv9psse599xpdtrptzaferevtwxz" timestamp="1499871227"&gt;11136&lt;/key&gt;&lt;/foreign-keys&gt;&lt;ref-type name="Journal Article"&gt;17&lt;/ref-type&gt;&lt;contributors&gt;&lt;authors&gt;&lt;author&gt;Petersen, R. C.&lt;/author&gt;&lt;/authors&gt;&lt;/contributors&gt;&lt;titles&gt;&lt;title&gt;Mild Cognitive Impairment&lt;/title&gt;&lt;secondary-title&gt;Continuum (Minneap Minn)&lt;/secondary-title&gt;&lt;alt-title&gt;Continuum (Minneapolis, Minn.)&lt;/alt-title&gt;&lt;/titles&gt;&lt;periodical&gt;&lt;full-title&gt;Continuum (Minneap Minn)&lt;/full-title&gt;&lt;abbr-1&gt;Continuum (Minneapolis, Minn.)&lt;/abbr-1&gt;&lt;/periodical&gt;&lt;alt-periodical&gt;&lt;full-title&gt;Continuum (Minneap Minn)&lt;/full-title&gt;&lt;abbr-1&gt;Continuum (Minneapolis, Minn.)&lt;/abbr-1&gt;&lt;/alt-periodical&gt;&lt;pages&gt;404-18&lt;/pages&gt;&lt;volume&gt;22&lt;/volume&gt;&lt;number&gt;2 Dementia&lt;/number&gt;&lt;edition&gt;2016/04/05&lt;/edition&gt;&lt;keywords&gt;&lt;keyword&gt;*Cognitive Dysfunction/epidemiology/physiopathology&lt;/keyword&gt;&lt;keyword&gt;Disease Progression&lt;/keyword&gt;&lt;keyword&gt;Humans&lt;/keyword&gt;&lt;/keywords&gt;&lt;dates&gt;&lt;year&gt;2016&lt;/year&gt;&lt;pub-dates&gt;&lt;date&gt;Apr&lt;/date&gt;&lt;/pub-dates&gt;&lt;/dates&gt;&lt;isbn&gt;1080-2371&lt;/isbn&gt;&lt;accession-num&gt;27042901&lt;/accession-num&gt;&lt;urls&gt;&lt;/urls&gt;&lt;custom2&gt;PMC5390929&lt;/custom2&gt;&lt;electronic-resource-num&gt;10.1212/con.0000000000000313&lt;/electronic-resource-num&gt;&lt;remote-database-provider&gt;NLM&lt;/remote-database-provider&gt;&lt;language&gt;eng&lt;/language&gt;&lt;/record&gt;&lt;/Cite&gt;&lt;/EndNote&gt;</w:instrText>
      </w:r>
      <w:r w:rsidR="00D5409F" w:rsidRPr="00601CB3">
        <w:fldChar w:fldCharType="separate"/>
      </w:r>
      <w:r w:rsidR="005E585D" w:rsidRPr="005E585D">
        <w:rPr>
          <w:noProof/>
          <w:vertAlign w:val="superscript"/>
        </w:rPr>
        <w:t>54</w:t>
      </w:r>
      <w:r w:rsidR="00D5409F" w:rsidRPr="00601CB3">
        <w:fldChar w:fldCharType="end"/>
      </w:r>
      <w:r w:rsidR="00631FDF" w:rsidRPr="00601CB3">
        <w:t xml:space="preserve"> </w:t>
      </w:r>
      <w:r w:rsidR="00601CB3" w:rsidRPr="00F033F5">
        <w:t xml:space="preserve">Furthermore, </w:t>
      </w:r>
      <w:r w:rsidR="00601CB3" w:rsidRPr="00F033F5">
        <w:rPr>
          <w:bCs/>
          <w:iCs/>
          <w:shd w:val="clear" w:color="auto" w:fill="FFFFFF"/>
          <w:lang w:val="en-GB"/>
        </w:rPr>
        <w:t>in line with previous publications,</w:t>
      </w:r>
      <w:r w:rsidR="00601CB3" w:rsidRPr="00F033F5">
        <w:rPr>
          <w:bCs/>
          <w:iCs/>
          <w:shd w:val="clear" w:color="auto" w:fill="FFFFFF"/>
          <w:lang w:val="en-GB"/>
        </w:rPr>
        <w:fldChar w:fldCharType="begin">
          <w:fldData xml:space="preserve">PEVuZE5vdGU+PENpdGU+PEF1dGhvcj5MYXJhPC9BdXRob3I+PFllYXI+MjAxNjwvWWVhcj48UmVj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</w:fldData>
        </w:fldChar>
      </w:r>
      <w:r w:rsidR="005E585D">
        <w:rPr>
          <w:bCs/>
          <w:iCs/>
          <w:shd w:val="clear" w:color="auto" w:fill="FFFFFF"/>
          <w:lang w:val="en-GB"/>
        </w:rPr>
        <w:instrText xml:space="preserve"> ADDIN EN.CITE </w:instrText>
      </w:r>
      <w:r w:rsidR="005E585D">
        <w:rPr>
          <w:bCs/>
          <w:iCs/>
          <w:shd w:val="clear" w:color="auto" w:fill="FFFFFF"/>
          <w:lang w:val="en-GB"/>
        </w:rPr>
        <w:fldChar w:fldCharType="begin">
          <w:fldData xml:space="preserve">PEVuZE5vdGU+PENpdGU+PEF1dGhvcj5MYXJhPC9BdXRob3I+PFllYXI+MjAxNjwvWWVhcj48UmVj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</w:fldData>
        </w:fldChar>
      </w:r>
      <w:r w:rsidR="005E585D">
        <w:rPr>
          <w:bCs/>
          <w:iCs/>
          <w:shd w:val="clear" w:color="auto" w:fill="FFFFFF"/>
          <w:lang w:val="en-GB"/>
        </w:rPr>
        <w:instrText xml:space="preserve"> ADDIN EN.CITE.DATA </w:instrText>
      </w:r>
      <w:r w:rsidR="005E585D">
        <w:rPr>
          <w:bCs/>
          <w:iCs/>
          <w:shd w:val="clear" w:color="auto" w:fill="FFFFFF"/>
          <w:lang w:val="en-GB"/>
        </w:rPr>
      </w:r>
      <w:r w:rsidR="005E585D">
        <w:rPr>
          <w:bCs/>
          <w:iCs/>
          <w:shd w:val="clear" w:color="auto" w:fill="FFFFFF"/>
          <w:lang w:val="en-GB"/>
        </w:rPr>
        <w:fldChar w:fldCharType="end"/>
      </w:r>
      <w:r w:rsidR="00601CB3" w:rsidRPr="00F033F5">
        <w:rPr>
          <w:bCs/>
          <w:iCs/>
          <w:shd w:val="clear" w:color="auto" w:fill="FFFFFF"/>
          <w:lang w:val="en-GB"/>
        </w:rPr>
      </w:r>
      <w:r w:rsidR="00601CB3" w:rsidRPr="00F033F5">
        <w:rPr>
          <w:bCs/>
          <w:iCs/>
          <w:shd w:val="clear" w:color="auto" w:fill="FFFFFF"/>
          <w:lang w:val="en-GB"/>
        </w:rPr>
        <w:fldChar w:fldCharType="separate"/>
      </w:r>
      <w:r w:rsidR="005E585D" w:rsidRPr="005E585D">
        <w:rPr>
          <w:bCs/>
          <w:iCs/>
          <w:noProof/>
          <w:shd w:val="clear" w:color="auto" w:fill="FFFFFF"/>
          <w:vertAlign w:val="superscript"/>
          <w:lang w:val="en-GB"/>
        </w:rPr>
        <w:t>9, 22</w:t>
      </w:r>
      <w:r w:rsidR="00601CB3" w:rsidRPr="00F033F5">
        <w:rPr>
          <w:bCs/>
          <w:iCs/>
          <w:shd w:val="clear" w:color="auto" w:fill="FFFFFF"/>
          <w:lang w:val="en-GB"/>
        </w:rPr>
        <w:fldChar w:fldCharType="end"/>
      </w:r>
      <w:r w:rsidR="00601CB3" w:rsidRPr="00F033F5">
        <w:rPr>
          <w:bCs/>
          <w:iCs/>
          <w:shd w:val="clear" w:color="auto" w:fill="FFFFFF"/>
          <w:lang w:val="en-GB"/>
        </w:rPr>
        <w:t xml:space="preserve"> we used a definition for preservation of independence in functional abilities which was only based on two ADL domains so as not to </w:t>
      </w:r>
      <w:r w:rsidR="003C3CAC">
        <w:rPr>
          <w:bCs/>
          <w:iCs/>
          <w:shd w:val="clear" w:color="auto" w:fill="FFFFFF"/>
          <w:lang w:val="en-GB"/>
        </w:rPr>
        <w:t>over</w:t>
      </w:r>
      <w:r w:rsidR="00601CB3" w:rsidRPr="00F033F5">
        <w:rPr>
          <w:bCs/>
          <w:iCs/>
          <w:shd w:val="clear" w:color="auto" w:fill="FFFFFF"/>
          <w:lang w:val="en-GB"/>
        </w:rPr>
        <w:t xml:space="preserve">exclude MCI cases with disability not related with their cognitive ability. </w:t>
      </w:r>
      <w:r w:rsidR="00287E17">
        <w:rPr>
          <w:bCs/>
          <w:iCs/>
          <w:shd w:val="clear" w:color="auto" w:fill="FFFFFF"/>
          <w:lang w:val="en-GB"/>
        </w:rPr>
        <w:t>T</w:t>
      </w:r>
      <w:r w:rsidR="00287E17" w:rsidRPr="007C1E33">
        <w:rPr>
          <w:bCs/>
          <w:iCs/>
          <w:shd w:val="clear" w:color="auto" w:fill="FFFFFF"/>
          <w:lang w:val="en-GB"/>
        </w:rPr>
        <w:t xml:space="preserve">here is </w:t>
      </w:r>
      <w:r w:rsidR="00287E17">
        <w:rPr>
          <w:bCs/>
          <w:iCs/>
          <w:shd w:val="clear" w:color="auto" w:fill="FFFFFF"/>
          <w:lang w:val="en-GB"/>
        </w:rPr>
        <w:t xml:space="preserve">currently </w:t>
      </w:r>
      <w:r w:rsidR="00287E17" w:rsidRPr="007C1E33">
        <w:rPr>
          <w:bCs/>
          <w:iCs/>
          <w:shd w:val="clear" w:color="auto" w:fill="FFFFFF"/>
          <w:lang w:val="en-GB"/>
        </w:rPr>
        <w:t>no consensus in terms of the acceptable level of functional impairment that indi</w:t>
      </w:r>
      <w:r w:rsidR="00287E17" w:rsidRPr="00287E17">
        <w:rPr>
          <w:bCs/>
          <w:iCs/>
          <w:shd w:val="clear" w:color="auto" w:fill="FFFFFF"/>
          <w:lang w:val="en-GB"/>
        </w:rPr>
        <w:t xml:space="preserve">viduals with MCI could </w:t>
      </w:r>
      <w:r w:rsidR="00287E17" w:rsidRPr="00B5593F">
        <w:rPr>
          <w:bCs/>
          <w:iCs/>
          <w:shd w:val="clear" w:color="auto" w:fill="FFFFFF"/>
          <w:lang w:val="en-GB"/>
        </w:rPr>
        <w:t>present</w:t>
      </w:r>
      <w:r w:rsidR="0064161A">
        <w:rPr>
          <w:rFonts w:cs="Times New Roman"/>
          <w:bCs/>
          <w:iCs/>
          <w:shd w:val="clear" w:color="auto" w:fill="FFFFFF"/>
          <w:lang w:val="en-GB"/>
        </w:rPr>
        <w:fldChar w:fldCharType="begin"/>
      </w:r>
      <w:r w:rsidR="005E585D">
        <w:rPr>
          <w:rFonts w:cs="Times New Roman"/>
          <w:bCs/>
          <w:iCs/>
          <w:shd w:val="clear" w:color="auto" w:fill="FFFFFF"/>
          <w:lang w:val="en-GB"/>
        </w:rPr>
        <w:instrText xml:space="preserve"> ADDIN EN.CITE &lt;EndNote&gt;&lt;Cite&gt;&lt;Author&gt;Lindbergh&lt;/Author&gt;&lt;Year&gt;2016&lt;/Year&gt;&lt;RecNum&gt;11373&lt;/RecNum&gt;&lt;DisplayText&gt;&lt;style face="superscript"&gt;55&lt;/style&gt;&lt;/DisplayText&gt;&lt;record&gt;&lt;rec-number&gt;11373&lt;/rec-number&gt;&lt;foreign-keys&gt;&lt;key app="EN" db-id="av2px5paiv9psse599xpdtrptzaferevtwxz" timestamp="1504974202"&gt;11373&lt;/key&gt;&lt;/foreign-keys&gt;&lt;ref-type name="Journal Article"&gt;17&lt;/ref-type&gt;&lt;contributors&gt;&lt;authors&gt;&lt;author&gt;Lindbergh, C. A.&lt;/author&gt;&lt;author&gt;Dishman, R. K.&lt;/author&gt;&lt;author&gt;Miller, L. S.&lt;/author&gt;&lt;/authors&gt;&lt;/contributors&gt;&lt;auth-address&gt;Department of Psychology, University of Georgia, Athens, GA, 30602, USA. cal@uga.edu.&amp;#xD;Department of Kinesiology, University of Georgia, Athens, GA, 30602, USA.&amp;#xD;Department of Psychology, University of Georgia, Athens, GA, 30602, USA.&amp;#xD;Bio-Imaging Research Center, Paul D. Coverdell Center, University of Georgia, Athens, GA, 30602, USA.&lt;/auth-address&gt;&lt;titles&gt;&lt;title&gt;Functional Disability in Mild Cognitive Impairment: A Systematic Review and Meta-Analysis&lt;/title&gt;&lt;secondary-title&gt;Neuropsychol Rev&lt;/secondary-title&gt;&lt;alt-title&gt;Neuropsychology review&lt;/alt-title&gt;&lt;/titles&gt;&lt;periodical&gt;&lt;full-title&gt;Neuropsychol Rev&lt;/full-title&gt;&lt;abbr-1&gt;Neuropsychology review&lt;/abbr-1&gt;&lt;/periodical&gt;&lt;alt-periodical&gt;&lt;full-title&gt;Neuropsychol Rev&lt;/full-title&gt;&lt;abbr-1&gt;Neuropsychology review&lt;/abbr-1&gt;&lt;/alt-periodical&gt;&lt;pages&gt;129-59&lt;/pages&gt;&lt;volume&gt;26&lt;/volume&gt;&lt;number&gt;2&lt;/number&gt;&lt;edition&gt;2016/07/10&lt;/edition&gt;&lt;keywords&gt;&lt;keyword&gt;Activities of daily living&lt;/keyword&gt;&lt;keyword&gt;Aging&lt;/keyword&gt;&lt;keyword&gt;Functional ability&lt;/keyword&gt;&lt;keyword&gt;Mild cognitive impairment&lt;/keyword&gt;&lt;/keywords&gt;&lt;dates&gt;&lt;year&gt;2016&lt;/year&gt;&lt;pub-dates&gt;&lt;date&gt;Jun&lt;/date&gt;&lt;/pub-dates&gt;&lt;/dates&gt;&lt;isbn&gt;1040-7308&lt;/isbn&gt;&lt;accession-num&gt;27393566&lt;/accession-num&gt;&lt;urls&gt;&lt;/urls&gt;&lt;electronic-resource-num&gt;10.1007/s11065-016-9321-5&lt;/electronic-resource-num&gt;&lt;remote-database-provider&gt;NLM&lt;/remote-database-provider&gt;&lt;language&gt;eng&lt;/language&gt;&lt;/record&gt;&lt;/Cite&gt;&lt;/EndNote&gt;</w:instrText>
      </w:r>
      <w:r w:rsidR="0064161A">
        <w:rPr>
          <w:rFonts w:cs="Times New Roman"/>
          <w:bCs/>
          <w:iCs/>
          <w:shd w:val="clear" w:color="auto" w:fill="FFFFFF"/>
          <w:lang w:val="en-GB"/>
        </w:rPr>
        <w:fldChar w:fldCharType="separate"/>
      </w:r>
      <w:r w:rsidR="005E585D" w:rsidRPr="005E585D">
        <w:rPr>
          <w:rFonts w:cs="Times New Roman"/>
          <w:bCs/>
          <w:iCs/>
          <w:noProof/>
          <w:shd w:val="clear" w:color="auto" w:fill="FFFFFF"/>
          <w:vertAlign w:val="superscript"/>
          <w:lang w:val="en-GB"/>
        </w:rPr>
        <w:t>55</w:t>
      </w:r>
      <w:r w:rsidR="0064161A">
        <w:rPr>
          <w:rFonts w:cs="Times New Roman"/>
          <w:bCs/>
          <w:iCs/>
          <w:shd w:val="clear" w:color="auto" w:fill="FFFFFF"/>
          <w:lang w:val="en-GB"/>
        </w:rPr>
        <w:fldChar w:fldCharType="end"/>
      </w:r>
      <w:r w:rsidR="000A4B8B" w:rsidRPr="007C1E33">
        <w:rPr>
          <w:rFonts w:cs="Times New Roman"/>
          <w:bCs/>
          <w:iCs/>
          <w:shd w:val="clear" w:color="auto" w:fill="FFFFFF"/>
          <w:lang w:val="en-GB"/>
        </w:rPr>
        <w:t xml:space="preserve"> </w:t>
      </w:r>
      <w:r w:rsidR="0028302A" w:rsidRPr="00B5593F">
        <w:rPr>
          <w:bCs/>
          <w:iCs/>
          <w:shd w:val="clear" w:color="auto" w:fill="FFFFFF"/>
          <w:lang w:val="en-GB"/>
        </w:rPr>
        <w:t>but</w:t>
      </w:r>
      <w:r w:rsidR="0028302A">
        <w:rPr>
          <w:bCs/>
          <w:iCs/>
          <w:shd w:val="clear" w:color="auto" w:fill="FFFFFF"/>
          <w:lang w:val="en-GB"/>
        </w:rPr>
        <w:t xml:space="preserve"> it is reassuring that the results were similar even when applying a different definition for disability (i.e., </w:t>
      </w:r>
      <w:r w:rsidR="00287E17" w:rsidRPr="007C1E33">
        <w:rPr>
          <w:bCs/>
          <w:iCs/>
          <w:shd w:val="clear" w:color="auto" w:fill="FFFFFF"/>
          <w:lang w:val="en-GB"/>
        </w:rPr>
        <w:t>impai</w:t>
      </w:r>
      <w:r w:rsidR="0028302A" w:rsidRPr="0028302A">
        <w:rPr>
          <w:bCs/>
          <w:iCs/>
          <w:shd w:val="clear" w:color="auto" w:fill="FFFFFF"/>
          <w:lang w:val="en-GB"/>
        </w:rPr>
        <w:t>rment in all six domains of ADL</w:t>
      </w:r>
      <w:r w:rsidR="00D5409F">
        <w:rPr>
          <w:bCs/>
          <w:iCs/>
          <w:shd w:val="clear" w:color="auto" w:fill="FFFFFF"/>
          <w:lang w:val="en-GB"/>
        </w:rPr>
        <w:fldChar w:fldCharType="begin"/>
      </w:r>
      <w:r w:rsidR="005E585D">
        <w:rPr>
          <w:bCs/>
          <w:iCs/>
          <w:shd w:val="clear" w:color="auto" w:fill="FFFFFF"/>
          <w:lang w:val="en-GB"/>
        </w:rPr>
        <w:instrText xml:space="preserve"> ADDIN EN.CITE &lt;EndNote&gt;&lt;Cite&gt;&lt;Author&gt;Katz&lt;/Author&gt;&lt;Year&gt;1963&lt;/Year&gt;&lt;RecNum&gt;220&lt;/RecNum&gt;&lt;DisplayText&gt;&lt;style face="superscript"&gt;25&lt;/style&gt;&lt;/DisplayText&gt;&lt;record&gt;&lt;rec-number&gt;220&lt;/rec-number&gt;&lt;foreign-keys&gt;&lt;key app="EN" db-id="av2px5paiv9psse599xpdtrptzaferevtwxz" timestamp="1450271709"&gt;220&lt;/key&gt;&lt;/foreign-keys&gt;&lt;ref-type name="Journal Article"&gt;17&lt;/ref-type&gt;&lt;contributors&gt;&lt;authors&gt;&lt;author&gt;Katz, S.&lt;/author&gt;&lt;author&gt;Ford, A. B.&lt;/author&gt;&lt;author&gt;Moskowitz, R. W.&lt;/author&gt;&lt;author&gt;Jackson, B. A.&lt;/author&gt;&lt;author&gt;Jaffe, M. W.&lt;/author&gt;&lt;/authors&gt;&lt;/contributors&gt;&lt;titles&gt;&lt;title&gt;Studies of illness in the aged. The index of ADL: A standardized measure of biological and psychosocial function&lt;/title&gt;&lt;secondary-title&gt;Jama&lt;/secondary-title&gt;&lt;alt-title&gt;JAMA : the journal of the American Medical Association&lt;/alt-title&gt;&lt;/titles&gt;&lt;periodical&gt;&lt;full-title&gt;JAMA&lt;/full-title&gt;&lt;/periodical&gt;&lt;pages&gt;914-9&lt;/pages&gt;&lt;volume&gt;185&lt;/volume&gt;&lt;edition&gt;1963/09/21&lt;/edition&gt;&lt;keywords&gt;&lt;keyword&gt;*Adaptation, Psychological&lt;/keyword&gt;&lt;keyword&gt;*Chronic Disease&lt;/keyword&gt;&lt;keyword&gt;*Geriatrics&lt;/keyword&gt;&lt;keyword&gt;*Physical Fitness&lt;/keyword&gt;&lt;keyword&gt;*Rehabilitation&lt;/keyword&gt;&lt;/keywords&gt;&lt;dates&gt;&lt;year&gt;1963&lt;/year&gt;&lt;pub-dates&gt;&lt;date&gt;Sep 21&lt;/date&gt;&lt;/pub-dates&gt;&lt;/dates&gt;&lt;isbn&gt;0098-7484 (Print)&amp;#xD;0098-7484&lt;/isbn&gt;&lt;accession-num&gt;14044222&lt;/accession-num&gt;&lt;urls&gt;&lt;/urls&gt;&lt;remote-database-provider&gt;NLM&lt;/remote-database-provider&gt;&lt;language&gt;eng&lt;/language&gt;&lt;/record&gt;&lt;/Cite&gt;&lt;/EndNote&gt;</w:instrText>
      </w:r>
      <w:r w:rsidR="00D5409F">
        <w:rPr>
          <w:bCs/>
          <w:iCs/>
          <w:shd w:val="clear" w:color="auto" w:fill="FFFFFF"/>
          <w:lang w:val="en-GB"/>
        </w:rPr>
        <w:fldChar w:fldCharType="separate"/>
      </w:r>
      <w:r w:rsidR="005E585D" w:rsidRPr="005E585D">
        <w:rPr>
          <w:bCs/>
          <w:iCs/>
          <w:noProof/>
          <w:shd w:val="clear" w:color="auto" w:fill="FFFFFF"/>
          <w:vertAlign w:val="superscript"/>
          <w:lang w:val="en-GB"/>
        </w:rPr>
        <w:t>25</w:t>
      </w:r>
      <w:r w:rsidR="00D5409F">
        <w:rPr>
          <w:bCs/>
          <w:iCs/>
          <w:shd w:val="clear" w:color="auto" w:fill="FFFFFF"/>
          <w:lang w:val="en-GB"/>
        </w:rPr>
        <w:fldChar w:fldCharType="end"/>
      </w:r>
      <w:r w:rsidR="0028302A">
        <w:rPr>
          <w:bCs/>
          <w:iCs/>
          <w:shd w:val="clear" w:color="auto" w:fill="FFFFFF"/>
          <w:lang w:val="en-GB"/>
        </w:rPr>
        <w:t>)</w:t>
      </w:r>
      <w:r w:rsidR="00287E17" w:rsidRPr="007C1E33">
        <w:rPr>
          <w:bCs/>
          <w:iCs/>
          <w:shd w:val="clear" w:color="auto" w:fill="FFFFFF"/>
          <w:lang w:val="en-GB"/>
        </w:rPr>
        <w:t xml:space="preserve">. </w:t>
      </w:r>
      <w:r w:rsidR="00631FDF" w:rsidRPr="00287E17">
        <w:rPr>
          <w:rFonts w:cs="Times New Roman"/>
        </w:rPr>
        <w:t>F</w:t>
      </w:r>
      <w:r w:rsidR="00631FDF">
        <w:rPr>
          <w:rFonts w:cs="Times New Roman"/>
        </w:rPr>
        <w:t xml:space="preserve">urthermore, we lacked data on dietary factors, medication, and past alcohol drinking patterns which may also explain the chronic </w:t>
      </w:r>
      <w:r w:rsidR="00631FDF" w:rsidRPr="00616884">
        <w:rPr>
          <w:rFonts w:cs="Times New Roman"/>
        </w:rPr>
        <w:t xml:space="preserve">condition-MCI link. </w:t>
      </w:r>
      <w:r w:rsidR="00616884" w:rsidRPr="00616884">
        <w:rPr>
          <w:rFonts w:cs="Times New Roman"/>
        </w:rPr>
        <w:t xml:space="preserve">Next, </w:t>
      </w:r>
      <w:r w:rsidR="00616884" w:rsidRPr="00D20B79">
        <w:rPr>
          <w:rFonts w:cs="Times New Roman"/>
        </w:rPr>
        <w:t>t</w:t>
      </w:r>
      <w:r w:rsidR="00616884" w:rsidRPr="007C1E33">
        <w:rPr>
          <w:rFonts w:cs="Times New Roman"/>
        </w:rPr>
        <w:t xml:space="preserve">he response rate for the SAGE survey was comparable to or higher than that of other national surveys on ageing in most of the countries included in our study. Nevertheless, there was some between-country variability and the response rate for Mexico was low. </w:t>
      </w:r>
      <w:r w:rsidR="00631FDF" w:rsidRPr="00BB58B6">
        <w:rPr>
          <w:rFonts w:cs="Times New Roman"/>
        </w:rPr>
        <w:t>Finally, because this was a cross-sectional study, causality cannot be inferred</w:t>
      </w:r>
      <w:r w:rsidR="00DA4ED5">
        <w:rPr>
          <w:rFonts w:cs="Times New Roman"/>
        </w:rPr>
        <w:t xml:space="preserve"> </w:t>
      </w:r>
      <w:r w:rsidR="003E2EB9">
        <w:rPr>
          <w:rFonts w:cs="Times New Roman"/>
        </w:rPr>
        <w:t>and the possibility of reverse causality cannot be dismissed.</w:t>
      </w:r>
    </w:p>
    <w:p w14:paraId="45C791A4" w14:textId="4E6A3E2C" w:rsidR="009D1877" w:rsidRPr="002B1689" w:rsidRDefault="005E339E" w:rsidP="00596E76">
      <w:pPr>
        <w:spacing w:line="480" w:lineRule="auto"/>
      </w:pPr>
      <w:r>
        <w:tab/>
      </w:r>
      <w:r w:rsidR="00E546B9">
        <w:t xml:space="preserve">In conclusion, </w:t>
      </w:r>
      <w:r w:rsidR="00F773E7">
        <w:t xml:space="preserve">these results </w:t>
      </w:r>
      <w:r>
        <w:t xml:space="preserve">show that several chronic conditions and multimorbidity </w:t>
      </w:r>
      <w:r w:rsidR="000B6847">
        <w:t xml:space="preserve">are associated with </w:t>
      </w:r>
      <w:r>
        <w:t xml:space="preserve">MCI. </w:t>
      </w:r>
      <w:r w:rsidR="00196095">
        <w:t xml:space="preserve">Our </w:t>
      </w:r>
      <w:r w:rsidR="000A7745">
        <w:t xml:space="preserve">study </w:t>
      </w:r>
      <w:r w:rsidR="00196095">
        <w:t>results highlight</w:t>
      </w:r>
      <w:r w:rsidR="0023313B">
        <w:t xml:space="preserve"> the need to investigate the underlying mechanisms linking chronic c</w:t>
      </w:r>
      <w:r w:rsidR="006E2543">
        <w:t xml:space="preserve">onditions and MCI, and whether the prevention or treatment of </w:t>
      </w:r>
      <w:r w:rsidR="0023313B">
        <w:t xml:space="preserve">chronic conditions </w:t>
      </w:r>
      <w:r w:rsidR="00196095">
        <w:t xml:space="preserve">or multimorbidity </w:t>
      </w:r>
      <w:r w:rsidR="0023313B">
        <w:t xml:space="preserve">can </w:t>
      </w:r>
      <w:r w:rsidR="006E2543">
        <w:t xml:space="preserve">reduce the </w:t>
      </w:r>
      <w:r w:rsidR="0023313B">
        <w:t>onset of cognitive decline and subsequent dementia</w:t>
      </w:r>
      <w:r w:rsidR="00F25751">
        <w:t xml:space="preserve"> especially in LMICs</w:t>
      </w:r>
      <w:r w:rsidR="0023313B">
        <w:t>.</w:t>
      </w:r>
    </w:p>
    <w:p w14:paraId="1CE5E951" w14:textId="77777777" w:rsidR="00F60FFD" w:rsidRPr="00A24D95" w:rsidRDefault="00F60FFD">
      <w:pPr>
        <w:spacing w:line="480" w:lineRule="auto"/>
        <w:jc w:val="both"/>
        <w:rPr>
          <w:rFonts w:eastAsia="Times New Roman"/>
          <w:b/>
        </w:rPr>
      </w:pPr>
    </w:p>
    <w:p w14:paraId="1E459563" w14:textId="5C44FE1F" w:rsidR="00A24D95" w:rsidRPr="00A24D95" w:rsidRDefault="00A24D95">
      <w:pPr>
        <w:spacing w:line="480" w:lineRule="auto"/>
        <w:jc w:val="both"/>
        <w:rPr>
          <w:rFonts w:eastAsia="Times New Roman"/>
          <w:b/>
        </w:rPr>
      </w:pPr>
      <w:r w:rsidRPr="00A24D95">
        <w:rPr>
          <w:rFonts w:eastAsia="Times New Roman"/>
          <w:b/>
        </w:rPr>
        <w:t>Acknowledgements</w:t>
      </w:r>
    </w:p>
    <w:p w14:paraId="3053DC88" w14:textId="6E2132A1" w:rsidR="00445518" w:rsidRPr="00445518" w:rsidRDefault="004455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eastAsia="Times New Roman"/>
        </w:rPr>
      </w:pPr>
      <w:r>
        <w:rPr>
          <w:rFonts w:eastAsia="Times New Roman"/>
          <w:b/>
        </w:rPr>
        <w:t xml:space="preserve">Conflicts of interest: </w:t>
      </w:r>
      <w:r>
        <w:rPr>
          <w:rFonts w:eastAsia="Times New Roman"/>
        </w:rPr>
        <w:t>None.</w:t>
      </w:r>
    </w:p>
    <w:p w14:paraId="7343196B" w14:textId="46330C85" w:rsidR="00961159" w:rsidRPr="00961159" w:rsidRDefault="001559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Times New Roman"/>
          <w:color w:val="101010"/>
        </w:rPr>
      </w:pPr>
      <w:r w:rsidRPr="001F57BC">
        <w:rPr>
          <w:rFonts w:eastAsia="Times New Roman" w:cs="Times New Roman"/>
          <w:b/>
        </w:rPr>
        <w:t>Author’s contribution</w:t>
      </w:r>
      <w:r w:rsidR="00445518" w:rsidRPr="001F57BC">
        <w:rPr>
          <w:rFonts w:eastAsia="Times New Roman" w:cs="Times New Roman"/>
          <w:b/>
        </w:rPr>
        <w:t>s</w:t>
      </w:r>
      <w:r w:rsidRPr="00961159">
        <w:rPr>
          <w:rFonts w:eastAsia="Times New Roman" w:cs="Times New Roman"/>
          <w:b/>
        </w:rPr>
        <w:t>:</w:t>
      </w:r>
      <w:r w:rsidRPr="00961159">
        <w:rPr>
          <w:rFonts w:eastAsia="Times New Roman" w:cs="Times New Roman"/>
        </w:rPr>
        <w:t xml:space="preserve"> </w:t>
      </w:r>
      <w:r w:rsidR="00BA1A0C" w:rsidRPr="007821C7">
        <w:rPr>
          <w:rFonts w:cs="Times New Roman"/>
          <w:color w:val="101010"/>
        </w:rPr>
        <w:t>AK conceived the study idea. AK, EL, BS, DV analysed and interpreted the data, and AK wrote the main body of the text. All authors contributed to the drafting of the manuscript,</w:t>
      </w:r>
      <w:r w:rsidR="00BA1A0C" w:rsidRPr="00D90329">
        <w:rPr>
          <w:rFonts w:cs="Times New Roman"/>
          <w:color w:val="101010"/>
        </w:rPr>
        <w:t xml:space="preserve"> interpreted the data, and commented for intellectual content. All authors read and approved the final manuscript.</w:t>
      </w:r>
    </w:p>
    <w:p w14:paraId="6698AD62" w14:textId="60562048" w:rsidR="00155940" w:rsidRPr="00D90329" w:rsidRDefault="00155940">
      <w:pPr>
        <w:widowControl w:val="0"/>
        <w:autoSpaceDE w:val="0"/>
        <w:autoSpaceDN w:val="0"/>
        <w:adjustRightInd w:val="0"/>
        <w:spacing w:line="480" w:lineRule="auto"/>
        <w:rPr>
          <w:rFonts w:cs="Times New Roman"/>
        </w:rPr>
      </w:pPr>
      <w:r w:rsidRPr="007821C7">
        <w:rPr>
          <w:rFonts w:cs="Times New Roman"/>
          <w:b/>
        </w:rPr>
        <w:t>Sponsor’s Role:</w:t>
      </w:r>
      <w:r w:rsidRPr="007821C7">
        <w:rPr>
          <w:rFonts w:cs="Times New Roman"/>
        </w:rPr>
        <w:t xml:space="preserve"> None of the funders had any role in</w:t>
      </w:r>
      <w:r w:rsidRPr="003A2989">
        <w:rPr>
          <w:rFonts w:cs="Times New Roman"/>
        </w:rPr>
        <w:t xml:space="preserve"> the conduct of the study; in the collection, management, analysis, or interpretation of the</w:t>
      </w:r>
      <w:r w:rsidRPr="00D90329">
        <w:rPr>
          <w:rFonts w:cs="Times New Roman"/>
        </w:rPr>
        <w:t xml:space="preserve"> data; or in the preparation,</w:t>
      </w:r>
    </w:p>
    <w:p w14:paraId="61A97AC9" w14:textId="0A408583" w:rsidR="00155940" w:rsidRPr="00D90329" w:rsidRDefault="00155940">
      <w:pPr>
        <w:spacing w:line="480" w:lineRule="auto"/>
        <w:jc w:val="both"/>
        <w:rPr>
          <w:rFonts w:eastAsia="Times New Roman" w:cs="Times New Roman"/>
        </w:rPr>
      </w:pPr>
      <w:r w:rsidRPr="00D90329">
        <w:rPr>
          <w:rFonts w:cs="Times New Roman"/>
        </w:rPr>
        <w:t>review, or approval of the manuscript.</w:t>
      </w:r>
    </w:p>
    <w:p w14:paraId="12EB3D02" w14:textId="77777777" w:rsidR="00B60871" w:rsidRPr="00D90329" w:rsidRDefault="00B60871">
      <w:pPr>
        <w:spacing w:line="480" w:lineRule="auto"/>
        <w:jc w:val="both"/>
        <w:rPr>
          <w:rFonts w:eastAsia="Times New Roman" w:cs="Times New Roman"/>
        </w:rPr>
      </w:pPr>
    </w:p>
    <w:p w14:paraId="1EA60028" w14:textId="4C0C1318" w:rsidR="00136C47" w:rsidRPr="00D90329" w:rsidRDefault="00136C47">
      <w:pPr>
        <w:spacing w:after="200" w:line="480" w:lineRule="auto"/>
        <w:rPr>
          <w:rFonts w:cs="Times New Roman"/>
          <w:b/>
        </w:rPr>
      </w:pPr>
      <w:r w:rsidRPr="00D90329">
        <w:rPr>
          <w:rFonts w:cs="Times New Roman"/>
          <w:b/>
        </w:rPr>
        <w:t>References</w:t>
      </w:r>
    </w:p>
    <w:p w14:paraId="296ACE03" w14:textId="77777777" w:rsidR="00596E76" w:rsidRPr="00596E76" w:rsidRDefault="00D5409F" w:rsidP="00D03DD9">
      <w:pPr>
        <w:pStyle w:val="EndNoteBibliography"/>
        <w:spacing w:line="480" w:lineRule="auto"/>
        <w:rPr>
          <w:noProof/>
        </w:rPr>
      </w:pPr>
      <w:r w:rsidRPr="001F57BC">
        <w:rPr>
          <w:rFonts w:eastAsia="Times New Roman"/>
        </w:rPr>
        <w:fldChar w:fldCharType="begin"/>
      </w:r>
      <w:r w:rsidRPr="00D90329">
        <w:rPr>
          <w:rFonts w:eastAsia="Times New Roman"/>
        </w:rPr>
        <w:instrText xml:space="preserve"> ADDIN EN.REFLIST </w:instrText>
      </w:r>
      <w:r w:rsidRPr="001F57BC">
        <w:rPr>
          <w:rFonts w:eastAsia="Times New Roman"/>
        </w:rPr>
        <w:fldChar w:fldCharType="separate"/>
      </w:r>
      <w:r w:rsidR="00596E76" w:rsidRPr="00596E76">
        <w:rPr>
          <w:noProof/>
        </w:rPr>
        <w:t>[1]</w:t>
      </w:r>
      <w:r w:rsidR="00596E76" w:rsidRPr="00596E76">
        <w:rPr>
          <w:noProof/>
        </w:rPr>
        <w:tab/>
        <w:t>World Health Organization. Global health and ageing. 2011.</w:t>
      </w:r>
    </w:p>
    <w:p w14:paraId="765377C1" w14:textId="77777777" w:rsidR="00596E76" w:rsidRPr="00596E76" w:rsidRDefault="00596E76" w:rsidP="00D03DD9">
      <w:pPr>
        <w:pStyle w:val="EndNoteBibliography"/>
        <w:spacing w:line="480" w:lineRule="auto"/>
        <w:rPr>
          <w:noProof/>
        </w:rPr>
      </w:pPr>
      <w:r w:rsidRPr="00596E76">
        <w:rPr>
          <w:noProof/>
        </w:rPr>
        <w:t>[2]</w:t>
      </w:r>
      <w:r w:rsidRPr="00596E76">
        <w:rPr>
          <w:noProof/>
        </w:rPr>
        <w:tab/>
        <w:t xml:space="preserve">Mathers CD, Loncar D. Projections of global mortality and burden of disease from 2002 to 2030. </w:t>
      </w:r>
      <w:r w:rsidRPr="00596E76">
        <w:rPr>
          <w:i/>
          <w:noProof/>
        </w:rPr>
        <w:t>PLoS Med</w:t>
      </w:r>
      <w:r w:rsidRPr="00596E76">
        <w:rPr>
          <w:noProof/>
        </w:rPr>
        <w:t>. 2006;</w:t>
      </w:r>
      <w:r w:rsidRPr="00596E76">
        <w:rPr>
          <w:b/>
          <w:noProof/>
        </w:rPr>
        <w:t>3</w:t>
      </w:r>
      <w:r w:rsidRPr="00596E76">
        <w:rPr>
          <w:noProof/>
        </w:rPr>
        <w:t>: e442.</w:t>
      </w:r>
    </w:p>
    <w:p w14:paraId="01467126" w14:textId="77777777" w:rsidR="00596E76" w:rsidRPr="00596E76" w:rsidRDefault="00596E76" w:rsidP="00D03DD9">
      <w:pPr>
        <w:pStyle w:val="EndNoteBibliography"/>
        <w:spacing w:line="480" w:lineRule="auto"/>
        <w:rPr>
          <w:noProof/>
        </w:rPr>
      </w:pPr>
      <w:r w:rsidRPr="00596E76">
        <w:rPr>
          <w:noProof/>
        </w:rPr>
        <w:t>[3]</w:t>
      </w:r>
      <w:r w:rsidRPr="00596E76">
        <w:rPr>
          <w:noProof/>
        </w:rPr>
        <w:tab/>
        <w:t>Alzheimer's Disease International. World Alzheimer Report. 2015.</w:t>
      </w:r>
    </w:p>
    <w:p w14:paraId="7A861C96" w14:textId="77777777" w:rsidR="00596E76" w:rsidRPr="00596E76" w:rsidRDefault="00596E76" w:rsidP="00D03DD9">
      <w:pPr>
        <w:pStyle w:val="EndNoteBibliography"/>
        <w:spacing w:line="480" w:lineRule="auto"/>
        <w:rPr>
          <w:noProof/>
        </w:rPr>
      </w:pPr>
      <w:r w:rsidRPr="00596E76">
        <w:rPr>
          <w:noProof/>
        </w:rPr>
        <w:t>[4]</w:t>
      </w:r>
      <w:r w:rsidRPr="00596E76">
        <w:rPr>
          <w:noProof/>
        </w:rPr>
        <w:tab/>
        <w:t>Wimo A, Guerchet M, Ali GC</w:t>
      </w:r>
      <w:r w:rsidRPr="00596E76">
        <w:rPr>
          <w:i/>
          <w:noProof/>
        </w:rPr>
        <w:t>, et al.</w:t>
      </w:r>
      <w:r w:rsidRPr="00596E76">
        <w:rPr>
          <w:noProof/>
        </w:rPr>
        <w:t xml:space="preserve"> The worldwide costs of dementia 2015 and comparisons with 2010. </w:t>
      </w:r>
      <w:r w:rsidRPr="00596E76">
        <w:rPr>
          <w:i/>
          <w:noProof/>
        </w:rPr>
        <w:t>Alzheimers Dement</w:t>
      </w:r>
      <w:r w:rsidRPr="00596E76">
        <w:rPr>
          <w:noProof/>
        </w:rPr>
        <w:t>. 2017;</w:t>
      </w:r>
      <w:r w:rsidRPr="00596E76">
        <w:rPr>
          <w:b/>
          <w:noProof/>
        </w:rPr>
        <w:t>13</w:t>
      </w:r>
      <w:r w:rsidRPr="00596E76">
        <w:rPr>
          <w:noProof/>
        </w:rPr>
        <w:t>: 1-7.</w:t>
      </w:r>
    </w:p>
    <w:p w14:paraId="6F0F5FF6" w14:textId="77777777" w:rsidR="00596E76" w:rsidRPr="00596E76" w:rsidRDefault="00596E76" w:rsidP="00D03DD9">
      <w:pPr>
        <w:pStyle w:val="EndNoteBibliography"/>
        <w:spacing w:line="480" w:lineRule="auto"/>
        <w:rPr>
          <w:noProof/>
        </w:rPr>
      </w:pPr>
      <w:r w:rsidRPr="00596E76">
        <w:rPr>
          <w:noProof/>
        </w:rPr>
        <w:t>[5]</w:t>
      </w:r>
      <w:r w:rsidRPr="00596E76">
        <w:rPr>
          <w:noProof/>
        </w:rPr>
        <w:tab/>
        <w:t xml:space="preserve">Cummings JL. Treatment of Alzheimer's disease: current and future therapeutic approaches. </w:t>
      </w:r>
      <w:r w:rsidRPr="00596E76">
        <w:rPr>
          <w:i/>
          <w:noProof/>
        </w:rPr>
        <w:t>Rev Neurol Dis</w:t>
      </w:r>
      <w:r w:rsidRPr="00596E76">
        <w:rPr>
          <w:noProof/>
        </w:rPr>
        <w:t>. 2004;</w:t>
      </w:r>
      <w:r w:rsidRPr="00596E76">
        <w:rPr>
          <w:b/>
          <w:noProof/>
        </w:rPr>
        <w:t>1</w:t>
      </w:r>
      <w:r w:rsidRPr="00596E76">
        <w:rPr>
          <w:noProof/>
        </w:rPr>
        <w:t>: 60-69.</w:t>
      </w:r>
    </w:p>
    <w:p w14:paraId="500ED51D" w14:textId="6DFB446F" w:rsidR="00596E76" w:rsidRPr="00596E76" w:rsidRDefault="00596E76" w:rsidP="00D03DD9">
      <w:pPr>
        <w:pStyle w:val="EndNoteBibliography"/>
        <w:spacing w:line="480" w:lineRule="auto"/>
        <w:rPr>
          <w:noProof/>
        </w:rPr>
      </w:pPr>
      <w:r w:rsidRPr="00596E76">
        <w:rPr>
          <w:noProof/>
        </w:rPr>
        <w:t>[6]</w:t>
      </w:r>
      <w:r w:rsidRPr="00596E76">
        <w:rPr>
          <w:noProof/>
        </w:rPr>
        <w:tab/>
        <w:t xml:space="preserve">Kaduszkiewicz H, Zimmermann T, Beck-Bornholdt HP, van den Bussche H. Cholinesterase inhibitors for patients with Alzheimer's disease: systematic review of randomised clinical trials. </w:t>
      </w:r>
      <w:r w:rsidRPr="00596E76">
        <w:rPr>
          <w:i/>
          <w:noProof/>
        </w:rPr>
        <w:t>B</w:t>
      </w:r>
      <w:r w:rsidR="000F7EDC">
        <w:rPr>
          <w:i/>
          <w:noProof/>
        </w:rPr>
        <w:t>MJ</w:t>
      </w:r>
      <w:r w:rsidRPr="00596E76">
        <w:rPr>
          <w:noProof/>
        </w:rPr>
        <w:t>. 2005;</w:t>
      </w:r>
      <w:r w:rsidRPr="00596E76">
        <w:rPr>
          <w:b/>
          <w:noProof/>
        </w:rPr>
        <w:t>331</w:t>
      </w:r>
      <w:r w:rsidRPr="00596E76">
        <w:rPr>
          <w:noProof/>
        </w:rPr>
        <w:t>: 321-327.</w:t>
      </w:r>
    </w:p>
    <w:p w14:paraId="486C0F74" w14:textId="77777777" w:rsidR="00596E76" w:rsidRPr="00596E76" w:rsidRDefault="00596E76" w:rsidP="00D03DD9">
      <w:pPr>
        <w:pStyle w:val="EndNoteBibliography"/>
        <w:spacing w:line="480" w:lineRule="auto"/>
        <w:rPr>
          <w:noProof/>
        </w:rPr>
      </w:pPr>
      <w:r w:rsidRPr="00596E76">
        <w:rPr>
          <w:noProof/>
        </w:rPr>
        <w:t>[7]</w:t>
      </w:r>
      <w:r w:rsidRPr="00596E76">
        <w:rPr>
          <w:noProof/>
        </w:rPr>
        <w:tab/>
        <w:t xml:space="preserve">Petersen RC, Smith GE, Waring SC, Ivnik RJ, Tangalos EG, Kokmen E. Mild cognitive impairment: clinical characterization and outcome. </w:t>
      </w:r>
      <w:r w:rsidRPr="00596E76">
        <w:rPr>
          <w:i/>
          <w:noProof/>
        </w:rPr>
        <w:t>Arch Neurol</w:t>
      </w:r>
      <w:r w:rsidRPr="00596E76">
        <w:rPr>
          <w:noProof/>
        </w:rPr>
        <w:t>. 1999;</w:t>
      </w:r>
      <w:r w:rsidRPr="00596E76">
        <w:rPr>
          <w:b/>
          <w:noProof/>
        </w:rPr>
        <w:t>56</w:t>
      </w:r>
      <w:r w:rsidRPr="00596E76">
        <w:rPr>
          <w:noProof/>
        </w:rPr>
        <w:t>: 303-308.</w:t>
      </w:r>
    </w:p>
    <w:p w14:paraId="2F34BEEC" w14:textId="77777777" w:rsidR="00596E76" w:rsidRPr="00596E76" w:rsidRDefault="00596E76" w:rsidP="00D03DD9">
      <w:pPr>
        <w:pStyle w:val="EndNoteBibliography"/>
        <w:spacing w:line="480" w:lineRule="auto"/>
        <w:rPr>
          <w:noProof/>
        </w:rPr>
      </w:pPr>
      <w:r w:rsidRPr="00596E76">
        <w:rPr>
          <w:noProof/>
        </w:rPr>
        <w:t>[8]</w:t>
      </w:r>
      <w:r w:rsidRPr="00596E76">
        <w:rPr>
          <w:noProof/>
        </w:rPr>
        <w:tab/>
        <w:t>Solfrizzi V, Panza F, Colacicco AM</w:t>
      </w:r>
      <w:r w:rsidRPr="00596E76">
        <w:rPr>
          <w:i/>
          <w:noProof/>
        </w:rPr>
        <w:t>, et al.</w:t>
      </w:r>
      <w:r w:rsidRPr="00596E76">
        <w:rPr>
          <w:noProof/>
        </w:rPr>
        <w:t xml:space="preserve"> Vascular risk factors, incidence of MCI, and rates of progression to dementia. </w:t>
      </w:r>
      <w:r w:rsidRPr="00596E76">
        <w:rPr>
          <w:i/>
          <w:noProof/>
        </w:rPr>
        <w:t>Neurology</w:t>
      </w:r>
      <w:r w:rsidRPr="00596E76">
        <w:rPr>
          <w:noProof/>
        </w:rPr>
        <w:t>. 2004;</w:t>
      </w:r>
      <w:r w:rsidRPr="00596E76">
        <w:rPr>
          <w:b/>
          <w:noProof/>
        </w:rPr>
        <w:t>63</w:t>
      </w:r>
      <w:r w:rsidRPr="00596E76">
        <w:rPr>
          <w:noProof/>
        </w:rPr>
        <w:t>: 1882-1891.</w:t>
      </w:r>
    </w:p>
    <w:p w14:paraId="652FB134" w14:textId="77777777" w:rsidR="00596E76" w:rsidRPr="00596E76" w:rsidRDefault="00596E76" w:rsidP="00D03DD9">
      <w:pPr>
        <w:pStyle w:val="EndNoteBibliography"/>
        <w:spacing w:line="480" w:lineRule="auto"/>
        <w:rPr>
          <w:noProof/>
        </w:rPr>
      </w:pPr>
      <w:r w:rsidRPr="00596E76">
        <w:rPr>
          <w:noProof/>
        </w:rPr>
        <w:t>[9]</w:t>
      </w:r>
      <w:r w:rsidRPr="00596E76">
        <w:rPr>
          <w:noProof/>
        </w:rPr>
        <w:tab/>
        <w:t>Lara E, Koyanagi A, Olaya B</w:t>
      </w:r>
      <w:r w:rsidRPr="00596E76">
        <w:rPr>
          <w:i/>
          <w:noProof/>
        </w:rPr>
        <w:t>, et al.</w:t>
      </w:r>
      <w:r w:rsidRPr="00596E76">
        <w:rPr>
          <w:noProof/>
        </w:rPr>
        <w:t xml:space="preserve"> Mild cognitive impairment in a Spanish representative sample: prevalence and associated factors. </w:t>
      </w:r>
      <w:r w:rsidRPr="00596E76">
        <w:rPr>
          <w:i/>
          <w:noProof/>
        </w:rPr>
        <w:t>Int J Geriatr Psychiatry</w:t>
      </w:r>
      <w:r w:rsidRPr="00596E76">
        <w:rPr>
          <w:noProof/>
        </w:rPr>
        <w:t>. 2016;</w:t>
      </w:r>
      <w:r w:rsidRPr="00596E76">
        <w:rPr>
          <w:b/>
          <w:noProof/>
        </w:rPr>
        <w:t>31</w:t>
      </w:r>
      <w:r w:rsidRPr="00596E76">
        <w:rPr>
          <w:noProof/>
        </w:rPr>
        <w:t>: 858-867.</w:t>
      </w:r>
    </w:p>
    <w:p w14:paraId="48C74A9D" w14:textId="63D4CC71" w:rsidR="00596E76" w:rsidRPr="00596E76" w:rsidRDefault="00596E76" w:rsidP="00D03DD9">
      <w:pPr>
        <w:pStyle w:val="EndNoteBibliography"/>
        <w:spacing w:line="480" w:lineRule="auto"/>
        <w:rPr>
          <w:noProof/>
        </w:rPr>
      </w:pPr>
      <w:r w:rsidRPr="00596E76">
        <w:rPr>
          <w:noProof/>
        </w:rPr>
        <w:t>[10]</w:t>
      </w:r>
      <w:r w:rsidRPr="00596E76">
        <w:rPr>
          <w:noProof/>
        </w:rPr>
        <w:tab/>
        <w:t xml:space="preserve">Biessels GJ, Staekenborg S, Brunner E, Brayne C, Scheltens P. Risk of dementia in diabetes mellitus: a systematic review. </w:t>
      </w:r>
      <w:r w:rsidR="00BC6185">
        <w:rPr>
          <w:i/>
          <w:noProof/>
        </w:rPr>
        <w:t>Lancet Neurol</w:t>
      </w:r>
      <w:r w:rsidRPr="00596E76">
        <w:rPr>
          <w:noProof/>
        </w:rPr>
        <w:t>. 2006;</w:t>
      </w:r>
      <w:r w:rsidRPr="00596E76">
        <w:rPr>
          <w:b/>
          <w:noProof/>
        </w:rPr>
        <w:t>5</w:t>
      </w:r>
      <w:r w:rsidRPr="00596E76">
        <w:rPr>
          <w:noProof/>
        </w:rPr>
        <w:t>: 64-74.</w:t>
      </w:r>
    </w:p>
    <w:p w14:paraId="3E28DFAA" w14:textId="77777777" w:rsidR="00596E76" w:rsidRPr="00596E76" w:rsidRDefault="00596E76" w:rsidP="00D03DD9">
      <w:pPr>
        <w:pStyle w:val="EndNoteBibliography"/>
        <w:spacing w:line="480" w:lineRule="auto"/>
        <w:rPr>
          <w:noProof/>
        </w:rPr>
      </w:pPr>
      <w:r w:rsidRPr="00596E76">
        <w:rPr>
          <w:noProof/>
        </w:rPr>
        <w:t>[11]</w:t>
      </w:r>
      <w:r w:rsidRPr="00596E76">
        <w:rPr>
          <w:noProof/>
        </w:rPr>
        <w:tab/>
        <w:t>Marengoni A, Angleman S, Melis R</w:t>
      </w:r>
      <w:r w:rsidRPr="00596E76">
        <w:rPr>
          <w:i/>
          <w:noProof/>
        </w:rPr>
        <w:t>, et al.</w:t>
      </w:r>
      <w:r w:rsidRPr="00596E76">
        <w:rPr>
          <w:noProof/>
        </w:rPr>
        <w:t xml:space="preserve"> Aging with multimorbidity: a systematic review of the literature. </w:t>
      </w:r>
      <w:r w:rsidRPr="00596E76">
        <w:rPr>
          <w:i/>
          <w:noProof/>
        </w:rPr>
        <w:t>Ageing Res Rev</w:t>
      </w:r>
      <w:r w:rsidRPr="00596E76">
        <w:rPr>
          <w:noProof/>
        </w:rPr>
        <w:t>. 2011;</w:t>
      </w:r>
      <w:r w:rsidRPr="00596E76">
        <w:rPr>
          <w:b/>
          <w:noProof/>
        </w:rPr>
        <w:t>10</w:t>
      </w:r>
      <w:r w:rsidRPr="00596E76">
        <w:rPr>
          <w:noProof/>
        </w:rPr>
        <w:t>: 430-439.</w:t>
      </w:r>
    </w:p>
    <w:p w14:paraId="04277CBE" w14:textId="77777777" w:rsidR="00596E76" w:rsidRPr="00596E76" w:rsidRDefault="00596E76" w:rsidP="00D03DD9">
      <w:pPr>
        <w:pStyle w:val="EndNoteBibliography"/>
        <w:spacing w:line="480" w:lineRule="auto"/>
        <w:rPr>
          <w:noProof/>
        </w:rPr>
      </w:pPr>
      <w:r w:rsidRPr="00596E76">
        <w:rPr>
          <w:noProof/>
        </w:rPr>
        <w:t>[12]</w:t>
      </w:r>
      <w:r w:rsidRPr="00596E76">
        <w:rPr>
          <w:noProof/>
        </w:rPr>
        <w:tab/>
        <w:t>Violan C, Foguet-Boreu Q, Flores-Mateo G</w:t>
      </w:r>
      <w:r w:rsidRPr="00596E76">
        <w:rPr>
          <w:i/>
          <w:noProof/>
        </w:rPr>
        <w:t>, et al.</w:t>
      </w:r>
      <w:r w:rsidRPr="00596E76">
        <w:rPr>
          <w:noProof/>
        </w:rPr>
        <w:t xml:space="preserve"> Prevalence, determinants and patterns of multimorbidity in primary care: a systematic review of observational studies. </w:t>
      </w:r>
      <w:r w:rsidRPr="00596E76">
        <w:rPr>
          <w:i/>
          <w:noProof/>
        </w:rPr>
        <w:t>PLoS One</w:t>
      </w:r>
      <w:r w:rsidRPr="00596E76">
        <w:rPr>
          <w:noProof/>
        </w:rPr>
        <w:t>. 2014;</w:t>
      </w:r>
      <w:r w:rsidRPr="00596E76">
        <w:rPr>
          <w:b/>
          <w:noProof/>
        </w:rPr>
        <w:t>9</w:t>
      </w:r>
      <w:r w:rsidRPr="00596E76">
        <w:rPr>
          <w:noProof/>
        </w:rPr>
        <w:t>: e102149.</w:t>
      </w:r>
    </w:p>
    <w:p w14:paraId="09FEEE16" w14:textId="77777777" w:rsidR="00596E76" w:rsidRPr="00596E76" w:rsidRDefault="00596E76" w:rsidP="00D03DD9">
      <w:pPr>
        <w:pStyle w:val="EndNoteBibliography"/>
        <w:spacing w:line="480" w:lineRule="auto"/>
        <w:rPr>
          <w:noProof/>
        </w:rPr>
      </w:pPr>
      <w:r w:rsidRPr="00596E76">
        <w:rPr>
          <w:noProof/>
        </w:rPr>
        <w:t>[13]</w:t>
      </w:r>
      <w:r w:rsidRPr="00596E76">
        <w:rPr>
          <w:noProof/>
        </w:rPr>
        <w:tab/>
        <w:t>Vassilaki M, Aakre JA, Cha RH</w:t>
      </w:r>
      <w:r w:rsidRPr="00596E76">
        <w:rPr>
          <w:i/>
          <w:noProof/>
        </w:rPr>
        <w:t>, et al.</w:t>
      </w:r>
      <w:r w:rsidRPr="00596E76">
        <w:rPr>
          <w:noProof/>
        </w:rPr>
        <w:t xml:space="preserve"> Multimorbidity and Risk of Mild Cognitive Impairment. </w:t>
      </w:r>
      <w:r w:rsidRPr="00596E76">
        <w:rPr>
          <w:i/>
          <w:noProof/>
        </w:rPr>
        <w:t>J Am Geriatr Soc</w:t>
      </w:r>
      <w:r w:rsidRPr="00596E76">
        <w:rPr>
          <w:noProof/>
        </w:rPr>
        <w:t>. 2015;</w:t>
      </w:r>
      <w:r w:rsidRPr="00596E76">
        <w:rPr>
          <w:b/>
          <w:noProof/>
        </w:rPr>
        <w:t>63</w:t>
      </w:r>
      <w:r w:rsidRPr="00596E76">
        <w:rPr>
          <w:noProof/>
        </w:rPr>
        <w:t>: 1783-1790.</w:t>
      </w:r>
    </w:p>
    <w:p w14:paraId="7E356ECB" w14:textId="77777777" w:rsidR="00596E76" w:rsidRPr="00596E76" w:rsidRDefault="00596E76" w:rsidP="00D03DD9">
      <w:pPr>
        <w:pStyle w:val="EndNoteBibliography"/>
        <w:spacing w:line="480" w:lineRule="auto"/>
        <w:rPr>
          <w:noProof/>
        </w:rPr>
      </w:pPr>
      <w:r w:rsidRPr="00596E76">
        <w:rPr>
          <w:noProof/>
        </w:rPr>
        <w:t>[14]</w:t>
      </w:r>
      <w:r w:rsidRPr="00596E76">
        <w:rPr>
          <w:noProof/>
        </w:rPr>
        <w:tab/>
        <w:t xml:space="preserve">Frisoni GB, Fratiglioni L, Fastbom J, Guo Z, Viitanen M, Winblad B. Mild cognitive impairment in the population and physical health: data on 1,435 individuals aged 75 to 95. </w:t>
      </w:r>
      <w:r w:rsidRPr="00596E76">
        <w:rPr>
          <w:i/>
          <w:noProof/>
        </w:rPr>
        <w:t>J Gerontol A Biol Sci Med Sci</w:t>
      </w:r>
      <w:r w:rsidRPr="00596E76">
        <w:rPr>
          <w:noProof/>
        </w:rPr>
        <w:t>. 2000;</w:t>
      </w:r>
      <w:r w:rsidRPr="00596E76">
        <w:rPr>
          <w:b/>
          <w:noProof/>
        </w:rPr>
        <w:t>55</w:t>
      </w:r>
      <w:r w:rsidRPr="00596E76">
        <w:rPr>
          <w:noProof/>
        </w:rPr>
        <w:t>: M322-328.</w:t>
      </w:r>
    </w:p>
    <w:p w14:paraId="08EE2E6C" w14:textId="77777777" w:rsidR="00596E76" w:rsidRPr="00596E76" w:rsidRDefault="00596E76" w:rsidP="00D03DD9">
      <w:pPr>
        <w:pStyle w:val="EndNoteBibliography"/>
        <w:spacing w:line="480" w:lineRule="auto"/>
        <w:rPr>
          <w:noProof/>
        </w:rPr>
      </w:pPr>
      <w:r w:rsidRPr="00596E76">
        <w:rPr>
          <w:noProof/>
        </w:rPr>
        <w:t>[15]</w:t>
      </w:r>
      <w:r w:rsidRPr="00596E76">
        <w:rPr>
          <w:noProof/>
        </w:rPr>
        <w:tab/>
        <w:t>Amieva H, Jacqmin-Gadda H, Orgogozo JM</w:t>
      </w:r>
      <w:r w:rsidRPr="00596E76">
        <w:rPr>
          <w:i/>
          <w:noProof/>
        </w:rPr>
        <w:t>, et al.</w:t>
      </w:r>
      <w:r w:rsidRPr="00596E76">
        <w:rPr>
          <w:noProof/>
        </w:rPr>
        <w:t xml:space="preserve"> The 9 year cognitive decline before dementia of the Alzheimer type: a prospective population-based study. </w:t>
      </w:r>
      <w:r w:rsidRPr="00596E76">
        <w:rPr>
          <w:i/>
          <w:noProof/>
        </w:rPr>
        <w:t>Brain</w:t>
      </w:r>
      <w:r w:rsidRPr="00596E76">
        <w:rPr>
          <w:noProof/>
        </w:rPr>
        <w:t>. 2005;</w:t>
      </w:r>
      <w:r w:rsidRPr="00596E76">
        <w:rPr>
          <w:b/>
          <w:noProof/>
        </w:rPr>
        <w:t>128</w:t>
      </w:r>
      <w:r w:rsidRPr="00596E76">
        <w:rPr>
          <w:noProof/>
        </w:rPr>
        <w:t>: 1093-1101.</w:t>
      </w:r>
    </w:p>
    <w:p w14:paraId="0226578D" w14:textId="77777777" w:rsidR="00596E76" w:rsidRPr="00596E76" w:rsidRDefault="00596E76" w:rsidP="00D03DD9">
      <w:pPr>
        <w:pStyle w:val="EndNoteBibliography"/>
        <w:spacing w:line="480" w:lineRule="auto"/>
        <w:rPr>
          <w:noProof/>
        </w:rPr>
      </w:pPr>
      <w:r w:rsidRPr="00596E76">
        <w:rPr>
          <w:noProof/>
        </w:rPr>
        <w:t>[16]</w:t>
      </w:r>
      <w:r w:rsidRPr="00596E76">
        <w:rPr>
          <w:noProof/>
        </w:rPr>
        <w:tab/>
        <w:t>Alzheimer's Disease International. World Alzheimer Report. 2014.</w:t>
      </w:r>
    </w:p>
    <w:p w14:paraId="746141F8" w14:textId="77777777" w:rsidR="00596E76" w:rsidRPr="00596E76" w:rsidRDefault="00596E76" w:rsidP="00D03DD9">
      <w:pPr>
        <w:pStyle w:val="EndNoteBibliography"/>
        <w:spacing w:line="480" w:lineRule="auto"/>
        <w:rPr>
          <w:noProof/>
        </w:rPr>
      </w:pPr>
      <w:r w:rsidRPr="00596E76">
        <w:rPr>
          <w:noProof/>
        </w:rPr>
        <w:t>[17]</w:t>
      </w:r>
      <w:r w:rsidRPr="00596E76">
        <w:rPr>
          <w:noProof/>
        </w:rPr>
        <w:tab/>
        <w:t xml:space="preserve">Kivipelto M, Ngandu T, Laatikainen T, Winblad B, Soininen H, Tuomilehto J. Risk score for the prediction of dementia risk in 20 years among middle aged people: a longitudinal, population-based study. </w:t>
      </w:r>
      <w:r w:rsidRPr="00596E76">
        <w:rPr>
          <w:i/>
          <w:noProof/>
        </w:rPr>
        <w:t>Lancet Neurol</w:t>
      </w:r>
      <w:r w:rsidRPr="00596E76">
        <w:rPr>
          <w:noProof/>
        </w:rPr>
        <w:t>. 2006;</w:t>
      </w:r>
      <w:r w:rsidRPr="00596E76">
        <w:rPr>
          <w:b/>
          <w:noProof/>
        </w:rPr>
        <w:t>5</w:t>
      </w:r>
      <w:r w:rsidRPr="00596E76">
        <w:rPr>
          <w:noProof/>
        </w:rPr>
        <w:t>: 735-741.</w:t>
      </w:r>
    </w:p>
    <w:p w14:paraId="17D7036B" w14:textId="763B08F6" w:rsidR="00596E76" w:rsidRPr="00596E76" w:rsidRDefault="00596E76" w:rsidP="00D03DD9">
      <w:pPr>
        <w:pStyle w:val="EndNoteBibliography"/>
        <w:spacing w:line="480" w:lineRule="auto"/>
        <w:rPr>
          <w:noProof/>
        </w:rPr>
      </w:pPr>
      <w:r w:rsidRPr="00596E76">
        <w:rPr>
          <w:noProof/>
        </w:rPr>
        <w:t>[18]</w:t>
      </w:r>
      <w:r w:rsidRPr="00596E76">
        <w:rPr>
          <w:noProof/>
        </w:rPr>
        <w:tab/>
        <w:t xml:space="preserve">Gottesman RF, Albert MS, Alonso A, et al. Associations between midlife vascular risk factors and 25-year incident dementia in the atherosclerosis risk in communities (aric) cohort. </w:t>
      </w:r>
      <w:r w:rsidR="00084F12">
        <w:rPr>
          <w:i/>
          <w:noProof/>
        </w:rPr>
        <w:t>JAMA Neurol</w:t>
      </w:r>
      <w:r w:rsidR="00084F12">
        <w:rPr>
          <w:noProof/>
        </w:rPr>
        <w:t>. 2017;</w:t>
      </w:r>
      <w:r w:rsidR="00084F12" w:rsidRPr="00084F12">
        <w:rPr>
          <w:rFonts w:eastAsia="Times New Roman"/>
          <w:b/>
        </w:rPr>
        <w:t>74</w:t>
      </w:r>
      <w:r w:rsidR="00084F12">
        <w:rPr>
          <w:rFonts w:eastAsia="Times New Roman"/>
        </w:rPr>
        <w:t>(10):1246-1254</w:t>
      </w:r>
    </w:p>
    <w:p w14:paraId="1B751DBC" w14:textId="77777777" w:rsidR="00596E76" w:rsidRPr="00596E76" w:rsidRDefault="00596E76" w:rsidP="00D03DD9">
      <w:pPr>
        <w:pStyle w:val="EndNoteBibliography"/>
        <w:spacing w:line="480" w:lineRule="auto"/>
        <w:rPr>
          <w:noProof/>
        </w:rPr>
      </w:pPr>
      <w:r w:rsidRPr="00596E76">
        <w:rPr>
          <w:noProof/>
        </w:rPr>
        <w:t>[19]</w:t>
      </w:r>
      <w:r w:rsidRPr="00596E76">
        <w:rPr>
          <w:noProof/>
        </w:rPr>
        <w:tab/>
        <w:t xml:space="preserve">G. B. D. Healthcare Access Quality Collaborators. Healthcare Access and Quality Index based on mortality from causes amenable to personal health care in 195 countries and territories, 1990-2015: a novel analysis from the Global Burden of Disease Study 2015. </w:t>
      </w:r>
      <w:r w:rsidRPr="00596E76">
        <w:rPr>
          <w:i/>
          <w:noProof/>
        </w:rPr>
        <w:t>Lancet</w:t>
      </w:r>
      <w:r w:rsidRPr="00596E76">
        <w:rPr>
          <w:noProof/>
        </w:rPr>
        <w:t>. 2017;</w:t>
      </w:r>
      <w:r w:rsidRPr="00596E76">
        <w:rPr>
          <w:b/>
          <w:noProof/>
        </w:rPr>
        <w:t>390</w:t>
      </w:r>
      <w:r w:rsidRPr="00596E76">
        <w:rPr>
          <w:noProof/>
        </w:rPr>
        <w:t>: 231-266.</w:t>
      </w:r>
    </w:p>
    <w:p w14:paraId="36349AAB" w14:textId="77777777" w:rsidR="00596E76" w:rsidRPr="00596E76" w:rsidRDefault="00596E76" w:rsidP="00D03DD9">
      <w:pPr>
        <w:pStyle w:val="EndNoteBibliography"/>
        <w:spacing w:line="480" w:lineRule="auto"/>
        <w:rPr>
          <w:noProof/>
        </w:rPr>
      </w:pPr>
      <w:r w:rsidRPr="00596E76">
        <w:rPr>
          <w:noProof/>
        </w:rPr>
        <w:t>[20]</w:t>
      </w:r>
      <w:r w:rsidRPr="00596E76">
        <w:rPr>
          <w:noProof/>
        </w:rPr>
        <w:tab/>
        <w:t>Kowal P, Chatterji S, Naidoo N</w:t>
      </w:r>
      <w:r w:rsidRPr="00596E76">
        <w:rPr>
          <w:i/>
          <w:noProof/>
        </w:rPr>
        <w:t>, et al.</w:t>
      </w:r>
      <w:r w:rsidRPr="00596E76">
        <w:rPr>
          <w:noProof/>
        </w:rPr>
        <w:t xml:space="preserve"> Data resource profile: the World Health Organization Study on global AGEing and adult health (SAGE). </w:t>
      </w:r>
      <w:r w:rsidRPr="00596E76">
        <w:rPr>
          <w:i/>
          <w:noProof/>
        </w:rPr>
        <w:t>Int J Epidemiol</w:t>
      </w:r>
      <w:r w:rsidRPr="00596E76">
        <w:rPr>
          <w:noProof/>
        </w:rPr>
        <w:t>. 2012;</w:t>
      </w:r>
      <w:r w:rsidRPr="00596E76">
        <w:rPr>
          <w:b/>
          <w:noProof/>
        </w:rPr>
        <w:t>41</w:t>
      </w:r>
      <w:r w:rsidRPr="00596E76">
        <w:rPr>
          <w:noProof/>
        </w:rPr>
        <w:t>: 1639-1649.</w:t>
      </w:r>
    </w:p>
    <w:p w14:paraId="3753C1BB" w14:textId="77777777" w:rsidR="00596E76" w:rsidRPr="00596E76" w:rsidRDefault="00596E76" w:rsidP="00D03DD9">
      <w:pPr>
        <w:pStyle w:val="EndNoteBibliography"/>
        <w:spacing w:line="480" w:lineRule="auto"/>
        <w:rPr>
          <w:noProof/>
        </w:rPr>
      </w:pPr>
      <w:r w:rsidRPr="00596E76">
        <w:rPr>
          <w:noProof/>
        </w:rPr>
        <w:t>[21]</w:t>
      </w:r>
      <w:r w:rsidRPr="00596E76">
        <w:rPr>
          <w:noProof/>
        </w:rPr>
        <w:tab/>
        <w:t>Albert MS, DeKosky ST, Dickson D</w:t>
      </w:r>
      <w:r w:rsidRPr="00596E76">
        <w:rPr>
          <w:i/>
          <w:noProof/>
        </w:rPr>
        <w:t>, et al.</w:t>
      </w:r>
      <w:r w:rsidRPr="00596E76">
        <w:rPr>
          <w:noProof/>
        </w:rPr>
        <w:t xml:space="preserve"> The diagnosis of mild cognitive impairment due to Alzheimer's disease: recommendations from the National Institute on Aging-Alzheimer's Association workgroups on diagnostic guidelines for Alzheimer's disease. </w:t>
      </w:r>
      <w:r w:rsidRPr="00596E76">
        <w:rPr>
          <w:i/>
          <w:noProof/>
        </w:rPr>
        <w:t>Alzheimers Dement</w:t>
      </w:r>
      <w:r w:rsidRPr="00596E76">
        <w:rPr>
          <w:noProof/>
        </w:rPr>
        <w:t>. 2011;</w:t>
      </w:r>
      <w:r w:rsidRPr="00596E76">
        <w:rPr>
          <w:b/>
          <w:noProof/>
        </w:rPr>
        <w:t>7</w:t>
      </w:r>
      <w:r w:rsidRPr="00596E76">
        <w:rPr>
          <w:noProof/>
        </w:rPr>
        <w:t>: 270-279.</w:t>
      </w:r>
    </w:p>
    <w:p w14:paraId="4BDF11D2" w14:textId="77777777" w:rsidR="00596E76" w:rsidRPr="00596E76" w:rsidRDefault="00596E76" w:rsidP="00D03DD9">
      <w:pPr>
        <w:pStyle w:val="EndNoteBibliography"/>
        <w:spacing w:line="480" w:lineRule="auto"/>
        <w:rPr>
          <w:noProof/>
        </w:rPr>
      </w:pPr>
      <w:r w:rsidRPr="00596E76">
        <w:rPr>
          <w:noProof/>
        </w:rPr>
        <w:t>[22]</w:t>
      </w:r>
      <w:r w:rsidRPr="00596E76">
        <w:rPr>
          <w:noProof/>
        </w:rPr>
        <w:tab/>
        <w:t xml:space="preserve">Lara E, Koyanagi A, Domenech-Abella J, Miret M, Ayuso-Mateos JL, Haro JM. The Impact of Depression on the Development of Mild Cognitive Impairment over 3 Years of Follow-Up: A Population-Based Study. </w:t>
      </w:r>
      <w:r w:rsidRPr="00596E76">
        <w:rPr>
          <w:i/>
          <w:noProof/>
        </w:rPr>
        <w:t>Dement Geriatr Cogn Disord</w:t>
      </w:r>
      <w:r w:rsidRPr="00596E76">
        <w:rPr>
          <w:noProof/>
        </w:rPr>
        <w:t>. 2017;</w:t>
      </w:r>
      <w:r w:rsidRPr="00596E76">
        <w:rPr>
          <w:b/>
          <w:noProof/>
        </w:rPr>
        <w:t>43</w:t>
      </w:r>
      <w:r w:rsidRPr="00596E76">
        <w:rPr>
          <w:noProof/>
        </w:rPr>
        <w:t>: 155-169.</w:t>
      </w:r>
    </w:p>
    <w:p w14:paraId="055BB298" w14:textId="77777777" w:rsidR="00596E76" w:rsidRPr="00596E76" w:rsidRDefault="00596E76" w:rsidP="00D03DD9">
      <w:pPr>
        <w:pStyle w:val="EndNoteBibliography"/>
        <w:spacing w:line="480" w:lineRule="auto"/>
        <w:rPr>
          <w:noProof/>
        </w:rPr>
      </w:pPr>
      <w:r w:rsidRPr="00596E76">
        <w:rPr>
          <w:noProof/>
        </w:rPr>
        <w:t>[23]</w:t>
      </w:r>
      <w:r w:rsidRPr="00596E76">
        <w:rPr>
          <w:noProof/>
        </w:rPr>
        <w:tab/>
        <w:t>Morris JC, Heyman A, Mohs RC</w:t>
      </w:r>
      <w:r w:rsidRPr="00596E76">
        <w:rPr>
          <w:i/>
          <w:noProof/>
        </w:rPr>
        <w:t>, et al.</w:t>
      </w:r>
      <w:r w:rsidRPr="00596E76">
        <w:rPr>
          <w:noProof/>
        </w:rPr>
        <w:t xml:space="preserve"> The Consortium to Establish a Registry for Alzheimer's Disease (CERAD). Part I. Clinical and neuropsychological assessment of Alzheimer's disease. </w:t>
      </w:r>
      <w:r w:rsidRPr="00596E76">
        <w:rPr>
          <w:i/>
          <w:noProof/>
        </w:rPr>
        <w:t>Neurology</w:t>
      </w:r>
      <w:r w:rsidRPr="00596E76">
        <w:rPr>
          <w:noProof/>
        </w:rPr>
        <w:t>. 1989;</w:t>
      </w:r>
      <w:r w:rsidRPr="00596E76">
        <w:rPr>
          <w:b/>
          <w:noProof/>
        </w:rPr>
        <w:t>39</w:t>
      </w:r>
      <w:r w:rsidRPr="00596E76">
        <w:rPr>
          <w:noProof/>
        </w:rPr>
        <w:t>: 1159-1165.</w:t>
      </w:r>
    </w:p>
    <w:p w14:paraId="2B8AFEB5" w14:textId="77777777" w:rsidR="00596E76" w:rsidRPr="00596E76" w:rsidRDefault="00596E76" w:rsidP="00D03DD9">
      <w:pPr>
        <w:pStyle w:val="EndNoteBibliography"/>
        <w:spacing w:line="480" w:lineRule="auto"/>
        <w:rPr>
          <w:noProof/>
        </w:rPr>
      </w:pPr>
      <w:r w:rsidRPr="00596E76">
        <w:rPr>
          <w:noProof/>
        </w:rPr>
        <w:t>[24]</w:t>
      </w:r>
      <w:r w:rsidRPr="00596E76">
        <w:rPr>
          <w:noProof/>
        </w:rPr>
        <w:tab/>
        <w:t>The Psychological Corporation. The Psychological Corporation: The WAIS III-WMS III Updated Technical Manual. San Antonio, 2002.</w:t>
      </w:r>
    </w:p>
    <w:p w14:paraId="772F2E9D" w14:textId="4564A723" w:rsidR="00596E76" w:rsidRPr="00596E76" w:rsidRDefault="00596E76" w:rsidP="00D03DD9">
      <w:pPr>
        <w:pStyle w:val="EndNoteBibliography"/>
        <w:spacing w:line="480" w:lineRule="auto"/>
        <w:rPr>
          <w:noProof/>
        </w:rPr>
      </w:pPr>
      <w:r w:rsidRPr="00596E76">
        <w:rPr>
          <w:noProof/>
        </w:rPr>
        <w:t>[25]</w:t>
      </w:r>
      <w:r w:rsidRPr="00596E76">
        <w:rPr>
          <w:noProof/>
        </w:rPr>
        <w:tab/>
        <w:t xml:space="preserve">Katz S, Ford AB, Moskowitz RW, Jackson BA, Jaffe MW. Studies of illness in the aged. The index of ADL: A standardized measure of biological and psychosocial function. </w:t>
      </w:r>
      <w:r w:rsidR="00084F12">
        <w:rPr>
          <w:i/>
          <w:noProof/>
        </w:rPr>
        <w:t>JAMA</w:t>
      </w:r>
      <w:r w:rsidRPr="00596E76">
        <w:rPr>
          <w:noProof/>
        </w:rPr>
        <w:t>. 1963;</w:t>
      </w:r>
      <w:r w:rsidRPr="00596E76">
        <w:rPr>
          <w:b/>
          <w:noProof/>
        </w:rPr>
        <w:t>185</w:t>
      </w:r>
      <w:r w:rsidRPr="00596E76">
        <w:rPr>
          <w:noProof/>
        </w:rPr>
        <w:t>: 914-919.</w:t>
      </w:r>
    </w:p>
    <w:p w14:paraId="1C2458FB" w14:textId="77777777" w:rsidR="00596E76" w:rsidRPr="00596E76" w:rsidRDefault="00596E76" w:rsidP="00D03DD9">
      <w:pPr>
        <w:pStyle w:val="EndNoteBibliography"/>
        <w:spacing w:line="480" w:lineRule="auto"/>
        <w:rPr>
          <w:noProof/>
        </w:rPr>
      </w:pPr>
      <w:r w:rsidRPr="00596E76">
        <w:rPr>
          <w:noProof/>
        </w:rPr>
        <w:t>[26]</w:t>
      </w:r>
      <w:r w:rsidRPr="00596E76">
        <w:rPr>
          <w:noProof/>
        </w:rPr>
        <w:tab/>
        <w:t>Fortunato S, Forli F, Guglielmi V</w:t>
      </w:r>
      <w:r w:rsidRPr="00596E76">
        <w:rPr>
          <w:i/>
          <w:noProof/>
        </w:rPr>
        <w:t>, et al.</w:t>
      </w:r>
      <w:r w:rsidRPr="00596E76">
        <w:rPr>
          <w:noProof/>
        </w:rPr>
        <w:t xml:space="preserve"> A review of new insights on the association between hearing loss and cognitive decline in ageing. </w:t>
      </w:r>
      <w:r w:rsidRPr="00596E76">
        <w:rPr>
          <w:i/>
          <w:noProof/>
        </w:rPr>
        <w:t>Acta Otorhinolaryngol Ital</w:t>
      </w:r>
      <w:r w:rsidRPr="00596E76">
        <w:rPr>
          <w:noProof/>
        </w:rPr>
        <w:t>. 2016;</w:t>
      </w:r>
      <w:r w:rsidRPr="00596E76">
        <w:rPr>
          <w:b/>
          <w:noProof/>
        </w:rPr>
        <w:t>36</w:t>
      </w:r>
      <w:r w:rsidRPr="00596E76">
        <w:rPr>
          <w:noProof/>
        </w:rPr>
        <w:t>: 155-166.</w:t>
      </w:r>
    </w:p>
    <w:p w14:paraId="4C755FBC" w14:textId="77777777" w:rsidR="00596E76" w:rsidRPr="00596E76" w:rsidRDefault="00596E76" w:rsidP="00D03DD9">
      <w:pPr>
        <w:pStyle w:val="EndNoteBibliography"/>
        <w:spacing w:line="480" w:lineRule="auto"/>
        <w:rPr>
          <w:noProof/>
        </w:rPr>
      </w:pPr>
      <w:r w:rsidRPr="00596E76">
        <w:rPr>
          <w:noProof/>
        </w:rPr>
        <w:t>[27]</w:t>
      </w:r>
      <w:r w:rsidRPr="00596E76">
        <w:rPr>
          <w:noProof/>
        </w:rPr>
        <w:tab/>
        <w:t xml:space="preserve">Caldera-Alvarado G, Khan DA, Defina LF, Pieper A, Brown ES. Relationship between asthma and cognition: the Cooper Center Longitudinal Study. </w:t>
      </w:r>
      <w:r w:rsidRPr="00596E76">
        <w:rPr>
          <w:i/>
          <w:noProof/>
        </w:rPr>
        <w:t>Allergy</w:t>
      </w:r>
      <w:r w:rsidRPr="00596E76">
        <w:rPr>
          <w:noProof/>
        </w:rPr>
        <w:t>. 2013;</w:t>
      </w:r>
      <w:r w:rsidRPr="00596E76">
        <w:rPr>
          <w:b/>
          <w:noProof/>
        </w:rPr>
        <w:t>68</w:t>
      </w:r>
      <w:r w:rsidRPr="00596E76">
        <w:rPr>
          <w:noProof/>
        </w:rPr>
        <w:t>: 545-548.</w:t>
      </w:r>
    </w:p>
    <w:p w14:paraId="0581C12E" w14:textId="77777777" w:rsidR="00596E76" w:rsidRPr="00596E76" w:rsidRDefault="00596E76" w:rsidP="00D03DD9">
      <w:pPr>
        <w:pStyle w:val="EndNoteBibliography"/>
        <w:spacing w:line="480" w:lineRule="auto"/>
        <w:rPr>
          <w:noProof/>
        </w:rPr>
      </w:pPr>
      <w:r w:rsidRPr="00596E76">
        <w:rPr>
          <w:noProof/>
        </w:rPr>
        <w:t>[28]</w:t>
      </w:r>
      <w:r w:rsidRPr="00596E76">
        <w:rPr>
          <w:noProof/>
        </w:rPr>
        <w:tab/>
        <w:t>Cerutti-Kopplin D, Feine J, Padilha DM</w:t>
      </w:r>
      <w:r w:rsidRPr="00596E76">
        <w:rPr>
          <w:i/>
          <w:noProof/>
        </w:rPr>
        <w:t>, et al.</w:t>
      </w:r>
      <w:r w:rsidRPr="00596E76">
        <w:rPr>
          <w:noProof/>
        </w:rPr>
        <w:t xml:space="preserve"> Tooth Loss Increases the Risk of Diminished Cognitive Function. </w:t>
      </w:r>
      <w:r w:rsidRPr="00596E76">
        <w:rPr>
          <w:i/>
          <w:noProof/>
        </w:rPr>
        <w:t>JDR Clinical &amp; Translational Research</w:t>
      </w:r>
      <w:r w:rsidRPr="00596E76">
        <w:rPr>
          <w:noProof/>
        </w:rPr>
        <w:t>. 2016;</w:t>
      </w:r>
      <w:r w:rsidRPr="00596E76">
        <w:rPr>
          <w:b/>
          <w:noProof/>
        </w:rPr>
        <w:t>1</w:t>
      </w:r>
      <w:r w:rsidRPr="00596E76">
        <w:rPr>
          <w:noProof/>
        </w:rPr>
        <w:t>: 10-19.</w:t>
      </w:r>
    </w:p>
    <w:p w14:paraId="55F80692" w14:textId="77777777" w:rsidR="00596E76" w:rsidRPr="00596E76" w:rsidRDefault="00596E76" w:rsidP="00D03DD9">
      <w:pPr>
        <w:pStyle w:val="EndNoteBibliography"/>
        <w:spacing w:line="480" w:lineRule="auto"/>
        <w:rPr>
          <w:noProof/>
        </w:rPr>
      </w:pPr>
      <w:r w:rsidRPr="00596E76">
        <w:rPr>
          <w:noProof/>
        </w:rPr>
        <w:t>[29]</w:t>
      </w:r>
      <w:r w:rsidRPr="00596E76">
        <w:rPr>
          <w:noProof/>
        </w:rPr>
        <w:tab/>
        <w:t>Singh B, Parsaik AK, Mielke MM</w:t>
      </w:r>
      <w:r w:rsidRPr="00596E76">
        <w:rPr>
          <w:i/>
          <w:noProof/>
        </w:rPr>
        <w:t>, et al.</w:t>
      </w:r>
      <w:r w:rsidRPr="00596E76">
        <w:rPr>
          <w:noProof/>
        </w:rPr>
        <w:t xml:space="preserve"> Chronic obstructive pulmonary disease and association with mild cognitive impairment: the Mayo Clinic Study of Aging. </w:t>
      </w:r>
      <w:r w:rsidRPr="00596E76">
        <w:rPr>
          <w:i/>
          <w:noProof/>
        </w:rPr>
        <w:t>Mayo Clin Proc</w:t>
      </w:r>
      <w:r w:rsidRPr="00596E76">
        <w:rPr>
          <w:noProof/>
        </w:rPr>
        <w:t>. 2013;</w:t>
      </w:r>
      <w:r w:rsidRPr="00596E76">
        <w:rPr>
          <w:b/>
          <w:noProof/>
        </w:rPr>
        <w:t>88</w:t>
      </w:r>
      <w:r w:rsidRPr="00596E76">
        <w:rPr>
          <w:noProof/>
        </w:rPr>
        <w:t>: 1222-1230.</w:t>
      </w:r>
    </w:p>
    <w:p w14:paraId="37AC2DB8" w14:textId="77777777" w:rsidR="00596E76" w:rsidRPr="00596E76" w:rsidRDefault="00596E76" w:rsidP="00D03DD9">
      <w:pPr>
        <w:pStyle w:val="EndNoteBibliography"/>
        <w:spacing w:line="480" w:lineRule="auto"/>
        <w:rPr>
          <w:noProof/>
        </w:rPr>
      </w:pPr>
      <w:r w:rsidRPr="00596E76">
        <w:rPr>
          <w:noProof/>
        </w:rPr>
        <w:t>[30]</w:t>
      </w:r>
      <w:r w:rsidRPr="00596E76">
        <w:rPr>
          <w:noProof/>
        </w:rPr>
        <w:tab/>
        <w:t xml:space="preserve">Veeranki SP, Downer B, Jupiter D, Wong R. Arthritis and Risk of Cognitive and Functional Impairment in Older Mexican Adults. </w:t>
      </w:r>
      <w:r w:rsidRPr="00596E76">
        <w:rPr>
          <w:i/>
          <w:noProof/>
        </w:rPr>
        <w:t>J Aging Health</w:t>
      </w:r>
      <w:r w:rsidRPr="00596E76">
        <w:rPr>
          <w:noProof/>
        </w:rPr>
        <w:t>. 2017;</w:t>
      </w:r>
      <w:r w:rsidRPr="00596E76">
        <w:rPr>
          <w:b/>
          <w:noProof/>
        </w:rPr>
        <w:t>29</w:t>
      </w:r>
      <w:r w:rsidRPr="00596E76">
        <w:rPr>
          <w:noProof/>
        </w:rPr>
        <w:t>: 454-473.</w:t>
      </w:r>
    </w:p>
    <w:p w14:paraId="19ED273C" w14:textId="77777777" w:rsidR="00596E76" w:rsidRPr="00596E76" w:rsidRDefault="00596E76" w:rsidP="00D03DD9">
      <w:pPr>
        <w:pStyle w:val="EndNoteBibliography"/>
        <w:spacing w:line="480" w:lineRule="auto"/>
        <w:rPr>
          <w:noProof/>
        </w:rPr>
      </w:pPr>
      <w:r w:rsidRPr="00596E76">
        <w:rPr>
          <w:noProof/>
        </w:rPr>
        <w:t>[31]</w:t>
      </w:r>
      <w:r w:rsidRPr="00596E76">
        <w:rPr>
          <w:noProof/>
        </w:rPr>
        <w:tab/>
        <w:t xml:space="preserve">Sierra C, Domenech M, Camafort M, Coca A. Hypertension and mild cognitive impairment. </w:t>
      </w:r>
      <w:r w:rsidRPr="00596E76">
        <w:rPr>
          <w:i/>
          <w:noProof/>
        </w:rPr>
        <w:t>Curr Hypertens Rep</w:t>
      </w:r>
      <w:r w:rsidRPr="00596E76">
        <w:rPr>
          <w:noProof/>
        </w:rPr>
        <w:t>. 2012;</w:t>
      </w:r>
      <w:r w:rsidRPr="00596E76">
        <w:rPr>
          <w:b/>
          <w:noProof/>
        </w:rPr>
        <w:t>14</w:t>
      </w:r>
      <w:r w:rsidRPr="00596E76">
        <w:rPr>
          <w:noProof/>
        </w:rPr>
        <w:t>: 548-555.</w:t>
      </w:r>
    </w:p>
    <w:p w14:paraId="3684C0D9" w14:textId="77777777" w:rsidR="00596E76" w:rsidRPr="00596E76" w:rsidRDefault="00596E76" w:rsidP="00D03DD9">
      <w:pPr>
        <w:pStyle w:val="EndNoteBibliography"/>
        <w:spacing w:line="480" w:lineRule="auto"/>
        <w:rPr>
          <w:noProof/>
        </w:rPr>
      </w:pPr>
      <w:r w:rsidRPr="00596E76">
        <w:rPr>
          <w:noProof/>
        </w:rPr>
        <w:t>[32]</w:t>
      </w:r>
      <w:r w:rsidRPr="00596E76">
        <w:rPr>
          <w:noProof/>
        </w:rPr>
        <w:tab/>
        <w:t xml:space="preserve">Eggermont LH, de Boer K, Muller M, Jaschke AC, Kamp O, Scherder EJ. Cardiac disease and cognitive impairment: a systematic review. </w:t>
      </w:r>
      <w:r w:rsidRPr="00596E76">
        <w:rPr>
          <w:i/>
          <w:noProof/>
        </w:rPr>
        <w:t>Heart</w:t>
      </w:r>
      <w:r w:rsidRPr="00596E76">
        <w:rPr>
          <w:noProof/>
        </w:rPr>
        <w:t>. 2012;</w:t>
      </w:r>
      <w:r w:rsidRPr="00596E76">
        <w:rPr>
          <w:b/>
          <w:noProof/>
        </w:rPr>
        <w:t>98</w:t>
      </w:r>
      <w:r w:rsidRPr="00596E76">
        <w:rPr>
          <w:noProof/>
        </w:rPr>
        <w:t>: 1334-1340.</w:t>
      </w:r>
    </w:p>
    <w:p w14:paraId="3FD915C1" w14:textId="77777777" w:rsidR="00596E76" w:rsidRPr="00596E76" w:rsidRDefault="00596E76" w:rsidP="00D03DD9">
      <w:pPr>
        <w:pStyle w:val="EndNoteBibliography"/>
        <w:spacing w:line="480" w:lineRule="auto"/>
        <w:rPr>
          <w:noProof/>
        </w:rPr>
      </w:pPr>
      <w:r w:rsidRPr="00596E76">
        <w:rPr>
          <w:noProof/>
        </w:rPr>
        <w:t>[33]</w:t>
      </w:r>
      <w:r w:rsidRPr="00596E76">
        <w:rPr>
          <w:noProof/>
        </w:rPr>
        <w:tab/>
        <w:t xml:space="preserve">Jefferis JM, Mosimann UP, Clarke MP. Cataract and cognitive impairment: a review of the literature. </w:t>
      </w:r>
      <w:r w:rsidRPr="00596E76">
        <w:rPr>
          <w:i/>
          <w:noProof/>
        </w:rPr>
        <w:t>Br J Ophthalmol</w:t>
      </w:r>
      <w:r w:rsidRPr="00596E76">
        <w:rPr>
          <w:noProof/>
        </w:rPr>
        <w:t>. 2011;</w:t>
      </w:r>
      <w:r w:rsidRPr="00596E76">
        <w:rPr>
          <w:b/>
          <w:noProof/>
        </w:rPr>
        <w:t>95</w:t>
      </w:r>
      <w:r w:rsidRPr="00596E76">
        <w:rPr>
          <w:noProof/>
        </w:rPr>
        <w:t>: 17-23.</w:t>
      </w:r>
    </w:p>
    <w:p w14:paraId="18E7F88A" w14:textId="77777777" w:rsidR="00596E76" w:rsidRPr="00596E76" w:rsidRDefault="00596E76" w:rsidP="00D03DD9">
      <w:pPr>
        <w:pStyle w:val="EndNoteBibliography"/>
        <w:spacing w:line="480" w:lineRule="auto"/>
        <w:rPr>
          <w:noProof/>
        </w:rPr>
      </w:pPr>
      <w:r w:rsidRPr="00596E76">
        <w:rPr>
          <w:noProof/>
        </w:rPr>
        <w:t>[34]</w:t>
      </w:r>
      <w:r w:rsidRPr="00596E76">
        <w:rPr>
          <w:noProof/>
        </w:rPr>
        <w:tab/>
        <w:t>Garin N, Koyanagi A, Chatterji S</w:t>
      </w:r>
      <w:r w:rsidRPr="00596E76">
        <w:rPr>
          <w:i/>
          <w:noProof/>
        </w:rPr>
        <w:t>, et al.</w:t>
      </w:r>
      <w:r w:rsidRPr="00596E76">
        <w:rPr>
          <w:noProof/>
        </w:rPr>
        <w:t xml:space="preserve"> Global Multimorbidity Patterns: A Cross-Sectional, Population-Based, Multi-Country Study. </w:t>
      </w:r>
      <w:r w:rsidRPr="00596E76">
        <w:rPr>
          <w:i/>
          <w:noProof/>
        </w:rPr>
        <w:t>J Gerontol A Biol Sci Med Sci</w:t>
      </w:r>
      <w:r w:rsidRPr="00596E76">
        <w:rPr>
          <w:noProof/>
        </w:rPr>
        <w:t>. 2016;</w:t>
      </w:r>
      <w:r w:rsidRPr="00596E76">
        <w:rPr>
          <w:b/>
          <w:noProof/>
        </w:rPr>
        <w:t>71</w:t>
      </w:r>
      <w:r w:rsidRPr="00596E76">
        <w:rPr>
          <w:noProof/>
        </w:rPr>
        <w:t>: 205-214.</w:t>
      </w:r>
    </w:p>
    <w:p w14:paraId="470E975D" w14:textId="5B7D44B1" w:rsidR="00596E76" w:rsidRPr="00596E76" w:rsidRDefault="00596E76" w:rsidP="00D03DD9">
      <w:pPr>
        <w:pStyle w:val="EndNoteBibliography"/>
        <w:spacing w:line="480" w:lineRule="auto"/>
        <w:rPr>
          <w:noProof/>
        </w:rPr>
      </w:pPr>
      <w:r w:rsidRPr="00596E76">
        <w:rPr>
          <w:noProof/>
        </w:rPr>
        <w:t>[35]</w:t>
      </w:r>
      <w:r w:rsidRPr="00596E76">
        <w:rPr>
          <w:noProof/>
        </w:rPr>
        <w:tab/>
        <w:t xml:space="preserve">World health Organization. </w:t>
      </w:r>
      <w:hyperlink r:id="rId9" w:history="1">
        <w:r w:rsidRPr="00596E76">
          <w:rPr>
            <w:rStyle w:val="Hyperlink"/>
            <w:rFonts w:cstheme="minorBidi"/>
            <w:noProof/>
          </w:rPr>
          <w:t>http://www.who.int/chp/chronic_disease_report/media/Factsheet1.pdf</w:t>
        </w:r>
      </w:hyperlink>
      <w:r w:rsidRPr="00596E76">
        <w:rPr>
          <w:noProof/>
        </w:rPr>
        <w:t xml:space="preserve">. </w:t>
      </w:r>
      <w:r w:rsidRPr="00596E76">
        <w:rPr>
          <w:b/>
          <w:noProof/>
        </w:rPr>
        <w:t>2017</w:t>
      </w:r>
      <w:r w:rsidRPr="00596E76">
        <w:rPr>
          <w:noProof/>
        </w:rPr>
        <w:t>.</w:t>
      </w:r>
    </w:p>
    <w:p w14:paraId="6A5378F4" w14:textId="77777777" w:rsidR="00596E76" w:rsidRPr="00596E76" w:rsidRDefault="00596E76" w:rsidP="00D03DD9">
      <w:pPr>
        <w:pStyle w:val="EndNoteBibliography"/>
        <w:spacing w:line="480" w:lineRule="auto"/>
        <w:rPr>
          <w:noProof/>
        </w:rPr>
      </w:pPr>
      <w:r w:rsidRPr="00596E76">
        <w:rPr>
          <w:noProof/>
        </w:rPr>
        <w:t>[36]</w:t>
      </w:r>
      <w:r w:rsidRPr="00596E76">
        <w:rPr>
          <w:noProof/>
        </w:rPr>
        <w:tab/>
        <w:t xml:space="preserve">Voinov B, Richie WD, Bailey RK. Depression and chronic diseases: it is time for a synergistic mental health and primary care approach. </w:t>
      </w:r>
      <w:r w:rsidRPr="00596E76">
        <w:rPr>
          <w:i/>
          <w:noProof/>
        </w:rPr>
        <w:t>Prim Care Companion CNS Disord</w:t>
      </w:r>
      <w:r w:rsidRPr="00596E76">
        <w:rPr>
          <w:noProof/>
        </w:rPr>
        <w:t>. 2013;</w:t>
      </w:r>
      <w:r w:rsidRPr="00596E76">
        <w:rPr>
          <w:b/>
          <w:noProof/>
        </w:rPr>
        <w:t>15</w:t>
      </w:r>
      <w:r w:rsidRPr="00596E76">
        <w:rPr>
          <w:noProof/>
        </w:rPr>
        <w:t>.</w:t>
      </w:r>
    </w:p>
    <w:p w14:paraId="0DA6E5AD" w14:textId="77777777" w:rsidR="00596E76" w:rsidRPr="00596E76" w:rsidRDefault="00596E76" w:rsidP="00D03DD9">
      <w:pPr>
        <w:pStyle w:val="EndNoteBibliography"/>
        <w:spacing w:line="480" w:lineRule="auto"/>
        <w:rPr>
          <w:noProof/>
        </w:rPr>
      </w:pPr>
      <w:r w:rsidRPr="00596E76">
        <w:rPr>
          <w:noProof/>
        </w:rPr>
        <w:t>[37]</w:t>
      </w:r>
      <w:r w:rsidRPr="00596E76">
        <w:rPr>
          <w:noProof/>
        </w:rPr>
        <w:tab/>
        <w:t xml:space="preserve">Baumgart M, Snyder HM, Carrillo MC, Fazio S, Kim H, Johns H. Summary of the evidence on modifiable risk factors for cognitive decline and dementia: A population-based perspective. </w:t>
      </w:r>
      <w:r w:rsidRPr="00596E76">
        <w:rPr>
          <w:i/>
          <w:noProof/>
        </w:rPr>
        <w:t>Alzheimers Dement</w:t>
      </w:r>
      <w:r w:rsidRPr="00596E76">
        <w:rPr>
          <w:noProof/>
        </w:rPr>
        <w:t>. 2015;</w:t>
      </w:r>
      <w:r w:rsidRPr="00596E76">
        <w:rPr>
          <w:b/>
          <w:noProof/>
        </w:rPr>
        <w:t>11</w:t>
      </w:r>
      <w:r w:rsidRPr="00596E76">
        <w:rPr>
          <w:noProof/>
        </w:rPr>
        <w:t>: 718-726.</w:t>
      </w:r>
    </w:p>
    <w:p w14:paraId="012C8A1A" w14:textId="6FC12991" w:rsidR="00596E76" w:rsidRPr="00596E76" w:rsidRDefault="00596E76" w:rsidP="00D03DD9">
      <w:pPr>
        <w:pStyle w:val="EndNoteBibliography"/>
        <w:spacing w:line="480" w:lineRule="auto"/>
        <w:rPr>
          <w:noProof/>
        </w:rPr>
      </w:pPr>
      <w:r w:rsidRPr="00596E76">
        <w:rPr>
          <w:noProof/>
        </w:rPr>
        <w:t>[38]</w:t>
      </w:r>
      <w:r w:rsidRPr="00596E76">
        <w:rPr>
          <w:noProof/>
        </w:rPr>
        <w:tab/>
        <w:t xml:space="preserve">Higgins JP, Thompson SG, Deeks JJ, Altman DG. Measuring inconsistency in meta-analyses. </w:t>
      </w:r>
      <w:r w:rsidRPr="00596E76">
        <w:rPr>
          <w:i/>
          <w:noProof/>
        </w:rPr>
        <w:t>B</w:t>
      </w:r>
      <w:r w:rsidR="0050766F">
        <w:rPr>
          <w:i/>
          <w:noProof/>
        </w:rPr>
        <w:t>MJ</w:t>
      </w:r>
      <w:r w:rsidRPr="00596E76">
        <w:rPr>
          <w:noProof/>
        </w:rPr>
        <w:t>. 2003;</w:t>
      </w:r>
      <w:r w:rsidRPr="00596E76">
        <w:rPr>
          <w:b/>
          <w:noProof/>
        </w:rPr>
        <w:t>327</w:t>
      </w:r>
      <w:r w:rsidRPr="00596E76">
        <w:rPr>
          <w:noProof/>
        </w:rPr>
        <w:t>: 557-560.</w:t>
      </w:r>
    </w:p>
    <w:p w14:paraId="055B90C2" w14:textId="77777777" w:rsidR="00596E76" w:rsidRPr="00596E76" w:rsidRDefault="00596E76" w:rsidP="00D03DD9">
      <w:pPr>
        <w:pStyle w:val="EndNoteBibliography"/>
        <w:spacing w:line="480" w:lineRule="auto"/>
        <w:rPr>
          <w:noProof/>
        </w:rPr>
      </w:pPr>
      <w:r w:rsidRPr="00596E76">
        <w:rPr>
          <w:noProof/>
        </w:rPr>
        <w:t>[39]</w:t>
      </w:r>
      <w:r w:rsidRPr="00596E76">
        <w:rPr>
          <w:noProof/>
        </w:rPr>
        <w:tab/>
        <w:t>World Health Organization. mhGAP Intervention Guide for mental, neurological and substance use disorders in non-specialized health settings. 2017.</w:t>
      </w:r>
    </w:p>
    <w:p w14:paraId="6D94936E" w14:textId="77777777" w:rsidR="00596E76" w:rsidRPr="00596E76" w:rsidRDefault="00596E76" w:rsidP="00D03DD9">
      <w:pPr>
        <w:pStyle w:val="EndNoteBibliography"/>
        <w:spacing w:line="480" w:lineRule="auto"/>
        <w:rPr>
          <w:noProof/>
        </w:rPr>
      </w:pPr>
      <w:r w:rsidRPr="00596E76">
        <w:rPr>
          <w:noProof/>
        </w:rPr>
        <w:t>[40]</w:t>
      </w:r>
      <w:r w:rsidRPr="00596E76">
        <w:rPr>
          <w:noProof/>
        </w:rPr>
        <w:tab/>
        <w:t xml:space="preserve">Gaziano TA, Pagidipati N. Scaling up chronic disease prevention interventions in lower- and middle-income countries. </w:t>
      </w:r>
      <w:r w:rsidRPr="00596E76">
        <w:rPr>
          <w:i/>
          <w:noProof/>
        </w:rPr>
        <w:t>Annu Rev Public Health</w:t>
      </w:r>
      <w:r w:rsidRPr="00596E76">
        <w:rPr>
          <w:noProof/>
        </w:rPr>
        <w:t>. 2013;</w:t>
      </w:r>
      <w:r w:rsidRPr="00596E76">
        <w:rPr>
          <w:b/>
          <w:noProof/>
        </w:rPr>
        <w:t>34</w:t>
      </w:r>
      <w:r w:rsidRPr="00596E76">
        <w:rPr>
          <w:noProof/>
        </w:rPr>
        <w:t>: 317-335.</w:t>
      </w:r>
    </w:p>
    <w:p w14:paraId="29F9375F" w14:textId="77777777" w:rsidR="00596E76" w:rsidRPr="00596E76" w:rsidRDefault="00596E76" w:rsidP="00D03DD9">
      <w:pPr>
        <w:pStyle w:val="EndNoteBibliography"/>
        <w:spacing w:line="480" w:lineRule="auto"/>
        <w:rPr>
          <w:noProof/>
        </w:rPr>
      </w:pPr>
      <w:r w:rsidRPr="00596E76">
        <w:rPr>
          <w:noProof/>
        </w:rPr>
        <w:t>[41]</w:t>
      </w:r>
      <w:r w:rsidRPr="00596E76">
        <w:rPr>
          <w:noProof/>
        </w:rPr>
        <w:tab/>
        <w:t>Gorelick PB, Scuteri A, Black SE</w:t>
      </w:r>
      <w:r w:rsidRPr="00596E76">
        <w:rPr>
          <w:i/>
          <w:noProof/>
        </w:rPr>
        <w:t>, et al.</w:t>
      </w:r>
      <w:r w:rsidRPr="00596E76">
        <w:rPr>
          <w:noProof/>
        </w:rPr>
        <w:t xml:space="preserve"> Vascular contributions to cognitive impairment and dementia: a statement for healthcare professionals from the american heart association/american stroke association. </w:t>
      </w:r>
      <w:r w:rsidRPr="00596E76">
        <w:rPr>
          <w:i/>
          <w:noProof/>
        </w:rPr>
        <w:t>Stroke</w:t>
      </w:r>
      <w:r w:rsidRPr="00596E76">
        <w:rPr>
          <w:noProof/>
        </w:rPr>
        <w:t>. 2011;</w:t>
      </w:r>
      <w:r w:rsidRPr="00596E76">
        <w:rPr>
          <w:b/>
          <w:noProof/>
        </w:rPr>
        <w:t>42</w:t>
      </w:r>
      <w:r w:rsidRPr="00596E76">
        <w:rPr>
          <w:noProof/>
        </w:rPr>
        <w:t>: 2672-2713.</w:t>
      </w:r>
    </w:p>
    <w:p w14:paraId="43BE03DB" w14:textId="77777777" w:rsidR="00596E76" w:rsidRPr="00596E76" w:rsidRDefault="00596E76" w:rsidP="00D03DD9">
      <w:pPr>
        <w:pStyle w:val="EndNoteBibliography"/>
        <w:spacing w:line="480" w:lineRule="auto"/>
        <w:rPr>
          <w:noProof/>
        </w:rPr>
      </w:pPr>
      <w:r w:rsidRPr="00596E76">
        <w:rPr>
          <w:noProof/>
        </w:rPr>
        <w:t>[42]</w:t>
      </w:r>
      <w:r w:rsidRPr="00596E76">
        <w:rPr>
          <w:noProof/>
        </w:rPr>
        <w:tab/>
        <w:t>Verghese J, Annweiler C, Ayers E</w:t>
      </w:r>
      <w:r w:rsidRPr="00596E76">
        <w:rPr>
          <w:i/>
          <w:noProof/>
        </w:rPr>
        <w:t>, et al.</w:t>
      </w:r>
      <w:r w:rsidRPr="00596E76">
        <w:rPr>
          <w:noProof/>
        </w:rPr>
        <w:t xml:space="preserve"> Motoric cognitive risk syndrome: multicountry prevalence and dementia risk. </w:t>
      </w:r>
      <w:r w:rsidRPr="00596E76">
        <w:rPr>
          <w:i/>
          <w:noProof/>
        </w:rPr>
        <w:t>Neurology</w:t>
      </w:r>
      <w:r w:rsidRPr="00596E76">
        <w:rPr>
          <w:noProof/>
        </w:rPr>
        <w:t>. 2014;</w:t>
      </w:r>
      <w:r w:rsidRPr="00596E76">
        <w:rPr>
          <w:b/>
          <w:noProof/>
        </w:rPr>
        <w:t>83</w:t>
      </w:r>
      <w:r w:rsidRPr="00596E76">
        <w:rPr>
          <w:noProof/>
        </w:rPr>
        <w:t>: 718-726.</w:t>
      </w:r>
    </w:p>
    <w:p w14:paraId="1192867B" w14:textId="77777777" w:rsidR="00596E76" w:rsidRPr="00596E76" w:rsidRDefault="00596E76" w:rsidP="00D03DD9">
      <w:pPr>
        <w:pStyle w:val="EndNoteBibliography"/>
        <w:spacing w:line="480" w:lineRule="auto"/>
        <w:rPr>
          <w:noProof/>
        </w:rPr>
      </w:pPr>
      <w:r w:rsidRPr="00596E76">
        <w:rPr>
          <w:noProof/>
        </w:rPr>
        <w:t>[43]</w:t>
      </w:r>
      <w:r w:rsidRPr="00596E76">
        <w:rPr>
          <w:noProof/>
        </w:rPr>
        <w:tab/>
        <w:t>Prince M, Acosta D, Ferri CP</w:t>
      </w:r>
      <w:r w:rsidRPr="00596E76">
        <w:rPr>
          <w:i/>
          <w:noProof/>
        </w:rPr>
        <w:t>, et al.</w:t>
      </w:r>
      <w:r w:rsidRPr="00596E76">
        <w:rPr>
          <w:noProof/>
        </w:rPr>
        <w:t xml:space="preserve"> The association between common physical impairments and dementia in low and middle income countries, and, among people with dementia, their association with cognitive function and disability. A 10/66 Dementia Research Group population-based study. </w:t>
      </w:r>
      <w:r w:rsidRPr="00596E76">
        <w:rPr>
          <w:i/>
          <w:noProof/>
        </w:rPr>
        <w:t>Int J Geriatr Psychiatry</w:t>
      </w:r>
      <w:r w:rsidRPr="00596E76">
        <w:rPr>
          <w:noProof/>
        </w:rPr>
        <w:t>. 2011;</w:t>
      </w:r>
      <w:r w:rsidRPr="00596E76">
        <w:rPr>
          <w:b/>
          <w:noProof/>
        </w:rPr>
        <w:t>26</w:t>
      </w:r>
      <w:r w:rsidRPr="00596E76">
        <w:rPr>
          <w:noProof/>
        </w:rPr>
        <w:t>: 511-519.</w:t>
      </w:r>
    </w:p>
    <w:p w14:paraId="5D073D6F" w14:textId="77777777" w:rsidR="00596E76" w:rsidRPr="00596E76" w:rsidRDefault="00596E76" w:rsidP="00D03DD9">
      <w:pPr>
        <w:pStyle w:val="EndNoteBibliography"/>
        <w:spacing w:line="480" w:lineRule="auto"/>
        <w:rPr>
          <w:noProof/>
        </w:rPr>
      </w:pPr>
      <w:r w:rsidRPr="00596E76">
        <w:rPr>
          <w:noProof/>
        </w:rPr>
        <w:t>[44]</w:t>
      </w:r>
      <w:r w:rsidRPr="00596E76">
        <w:rPr>
          <w:noProof/>
        </w:rPr>
        <w:tab/>
        <w:t xml:space="preserve">Hong T, Mitchell P, Burlutsky G, Liew G, Wang JJ. Visual Impairment, Hearing Loss and Cognitive Function in an Older Population: Longitudinal Findings from the Blue Mountains Eye Study. </w:t>
      </w:r>
      <w:r w:rsidRPr="00596E76">
        <w:rPr>
          <w:i/>
          <w:noProof/>
        </w:rPr>
        <w:t>PLoS One</w:t>
      </w:r>
      <w:r w:rsidRPr="00596E76">
        <w:rPr>
          <w:noProof/>
        </w:rPr>
        <w:t>. 2016;</w:t>
      </w:r>
      <w:r w:rsidRPr="00596E76">
        <w:rPr>
          <w:b/>
          <w:noProof/>
        </w:rPr>
        <w:t>11</w:t>
      </w:r>
      <w:r w:rsidRPr="00596E76">
        <w:rPr>
          <w:noProof/>
        </w:rPr>
        <w:t>: e0147646.</w:t>
      </w:r>
    </w:p>
    <w:p w14:paraId="3ED440CC" w14:textId="77777777" w:rsidR="00596E76" w:rsidRPr="00596E76" w:rsidRDefault="00596E76" w:rsidP="00D03DD9">
      <w:pPr>
        <w:pStyle w:val="EndNoteBibliography"/>
        <w:spacing w:line="480" w:lineRule="auto"/>
        <w:rPr>
          <w:noProof/>
        </w:rPr>
      </w:pPr>
      <w:r w:rsidRPr="00596E76">
        <w:rPr>
          <w:noProof/>
        </w:rPr>
        <w:t>[45]</w:t>
      </w:r>
      <w:r w:rsidRPr="00596E76">
        <w:rPr>
          <w:noProof/>
        </w:rPr>
        <w:tab/>
        <w:t xml:space="preserve">Dodd JW. Lung disease as a determinant of cognitive decline and dementia. </w:t>
      </w:r>
      <w:r w:rsidRPr="00596E76">
        <w:rPr>
          <w:i/>
          <w:noProof/>
        </w:rPr>
        <w:t>Alzheimers Res Ther</w:t>
      </w:r>
      <w:r w:rsidRPr="00596E76">
        <w:rPr>
          <w:noProof/>
        </w:rPr>
        <w:t>. 2015;</w:t>
      </w:r>
      <w:r w:rsidRPr="00596E76">
        <w:rPr>
          <w:b/>
          <w:noProof/>
        </w:rPr>
        <w:t>7</w:t>
      </w:r>
      <w:r w:rsidRPr="00596E76">
        <w:rPr>
          <w:noProof/>
        </w:rPr>
        <w:t>: 32.</w:t>
      </w:r>
    </w:p>
    <w:p w14:paraId="08A711D0" w14:textId="77777777" w:rsidR="00596E76" w:rsidRPr="00596E76" w:rsidRDefault="00596E76" w:rsidP="00D03DD9">
      <w:pPr>
        <w:pStyle w:val="EndNoteBibliography"/>
        <w:spacing w:line="480" w:lineRule="auto"/>
        <w:rPr>
          <w:noProof/>
        </w:rPr>
      </w:pPr>
      <w:r w:rsidRPr="00596E76">
        <w:rPr>
          <w:noProof/>
        </w:rPr>
        <w:t>[46]</w:t>
      </w:r>
      <w:r w:rsidRPr="00596E76">
        <w:rPr>
          <w:noProof/>
        </w:rPr>
        <w:tab/>
        <w:t>Hebert LE, Scherr PA, Bennett DA</w:t>
      </w:r>
      <w:r w:rsidRPr="00596E76">
        <w:rPr>
          <w:i/>
          <w:noProof/>
        </w:rPr>
        <w:t>, et al.</w:t>
      </w:r>
      <w:r w:rsidRPr="00596E76">
        <w:rPr>
          <w:noProof/>
        </w:rPr>
        <w:t xml:space="preserve"> Blood pressure and late-life cognitive function change: a biracial longitudinal population study. </w:t>
      </w:r>
      <w:r w:rsidRPr="00596E76">
        <w:rPr>
          <w:i/>
          <w:noProof/>
        </w:rPr>
        <w:t>Neurology</w:t>
      </w:r>
      <w:r w:rsidRPr="00596E76">
        <w:rPr>
          <w:noProof/>
        </w:rPr>
        <w:t>. 2004;</w:t>
      </w:r>
      <w:r w:rsidRPr="00596E76">
        <w:rPr>
          <w:b/>
          <w:noProof/>
        </w:rPr>
        <w:t>62</w:t>
      </w:r>
      <w:r w:rsidRPr="00596E76">
        <w:rPr>
          <w:noProof/>
        </w:rPr>
        <w:t>: 2021-2024.</w:t>
      </w:r>
    </w:p>
    <w:p w14:paraId="710F5153" w14:textId="77777777" w:rsidR="00596E76" w:rsidRPr="00596E76" w:rsidRDefault="00596E76" w:rsidP="00D03DD9">
      <w:pPr>
        <w:pStyle w:val="EndNoteBibliography"/>
        <w:spacing w:line="480" w:lineRule="auto"/>
        <w:rPr>
          <w:noProof/>
        </w:rPr>
      </w:pPr>
      <w:r w:rsidRPr="00596E76">
        <w:rPr>
          <w:noProof/>
        </w:rPr>
        <w:t>[47]</w:t>
      </w:r>
      <w:r w:rsidRPr="00596E76">
        <w:rPr>
          <w:noProof/>
        </w:rPr>
        <w:tab/>
        <w:t>Panza F, Capurso C, D'Introno A</w:t>
      </w:r>
      <w:r w:rsidRPr="00596E76">
        <w:rPr>
          <w:i/>
          <w:noProof/>
        </w:rPr>
        <w:t>, et al.</w:t>
      </w:r>
      <w:r w:rsidRPr="00596E76">
        <w:rPr>
          <w:noProof/>
        </w:rPr>
        <w:t xml:space="preserve"> Impact of depressive symptoms on the rate of progression to dementia in patients affected by mild cognitive impairment. The Italian Longitudinal Study on Aging. </w:t>
      </w:r>
      <w:r w:rsidRPr="00596E76">
        <w:rPr>
          <w:i/>
          <w:noProof/>
        </w:rPr>
        <w:t>Int J Geriatr Psychiatry</w:t>
      </w:r>
      <w:r w:rsidRPr="00596E76">
        <w:rPr>
          <w:noProof/>
        </w:rPr>
        <w:t>. 2008;</w:t>
      </w:r>
      <w:r w:rsidRPr="00596E76">
        <w:rPr>
          <w:b/>
          <w:noProof/>
        </w:rPr>
        <w:t>23</w:t>
      </w:r>
      <w:r w:rsidRPr="00596E76">
        <w:rPr>
          <w:noProof/>
        </w:rPr>
        <w:t>: 726-734.</w:t>
      </w:r>
    </w:p>
    <w:p w14:paraId="28D38443" w14:textId="77777777" w:rsidR="00596E76" w:rsidRPr="00596E76" w:rsidRDefault="00596E76" w:rsidP="00D03DD9">
      <w:pPr>
        <w:pStyle w:val="EndNoteBibliography"/>
        <w:spacing w:line="480" w:lineRule="auto"/>
        <w:rPr>
          <w:noProof/>
        </w:rPr>
      </w:pPr>
      <w:r w:rsidRPr="00596E76">
        <w:rPr>
          <w:noProof/>
        </w:rPr>
        <w:t>[48]</w:t>
      </w:r>
      <w:r w:rsidRPr="00596E76">
        <w:rPr>
          <w:noProof/>
        </w:rPr>
        <w:tab/>
        <w:t>Fabbri E, An Y, Zoli M</w:t>
      </w:r>
      <w:r w:rsidRPr="00596E76">
        <w:rPr>
          <w:i/>
          <w:noProof/>
        </w:rPr>
        <w:t>, et al.</w:t>
      </w:r>
      <w:r w:rsidRPr="00596E76">
        <w:rPr>
          <w:noProof/>
        </w:rPr>
        <w:t xml:space="preserve"> Association Between Accelerated Multimorbidity and Age-Related Cognitive Decline in Older Baltimore Longitudinal Study of Aging Participants without Dementia. </w:t>
      </w:r>
      <w:r w:rsidRPr="00596E76">
        <w:rPr>
          <w:i/>
          <w:noProof/>
        </w:rPr>
        <w:t>J Am Geriatr Soc</w:t>
      </w:r>
      <w:r w:rsidRPr="00596E76">
        <w:rPr>
          <w:noProof/>
        </w:rPr>
        <w:t>. 2016;</w:t>
      </w:r>
      <w:r w:rsidRPr="00596E76">
        <w:rPr>
          <w:b/>
          <w:noProof/>
        </w:rPr>
        <w:t>64</w:t>
      </w:r>
      <w:r w:rsidRPr="00596E76">
        <w:rPr>
          <w:noProof/>
        </w:rPr>
        <w:t>: 965-972.</w:t>
      </w:r>
    </w:p>
    <w:p w14:paraId="503EF5C6" w14:textId="77777777" w:rsidR="00596E76" w:rsidRPr="00596E76" w:rsidRDefault="00596E76" w:rsidP="00D03DD9">
      <w:pPr>
        <w:pStyle w:val="EndNoteBibliography"/>
        <w:spacing w:line="480" w:lineRule="auto"/>
        <w:rPr>
          <w:noProof/>
        </w:rPr>
      </w:pPr>
      <w:r w:rsidRPr="00596E76">
        <w:rPr>
          <w:noProof/>
        </w:rPr>
        <w:t>[49]</w:t>
      </w:r>
      <w:r w:rsidRPr="00596E76">
        <w:rPr>
          <w:noProof/>
        </w:rPr>
        <w:tab/>
        <w:t xml:space="preserve">Song X, Mitnitski A, Rockwood K. Nontraditional risk factors combine to predict Alzheimer disease and dementia. </w:t>
      </w:r>
      <w:r w:rsidRPr="00596E76">
        <w:rPr>
          <w:i/>
          <w:noProof/>
        </w:rPr>
        <w:t>Neurology</w:t>
      </w:r>
      <w:r w:rsidRPr="00596E76">
        <w:rPr>
          <w:noProof/>
        </w:rPr>
        <w:t>. 2011;</w:t>
      </w:r>
      <w:r w:rsidRPr="00596E76">
        <w:rPr>
          <w:b/>
          <w:noProof/>
        </w:rPr>
        <w:t>77</w:t>
      </w:r>
      <w:r w:rsidRPr="00596E76">
        <w:rPr>
          <w:noProof/>
        </w:rPr>
        <w:t>: 227-234.</w:t>
      </w:r>
    </w:p>
    <w:p w14:paraId="10FA819F" w14:textId="77777777" w:rsidR="00596E76" w:rsidRPr="00596E76" w:rsidRDefault="00596E76" w:rsidP="00D03DD9">
      <w:pPr>
        <w:pStyle w:val="EndNoteBibliography"/>
        <w:spacing w:line="480" w:lineRule="auto"/>
        <w:rPr>
          <w:noProof/>
        </w:rPr>
      </w:pPr>
      <w:r w:rsidRPr="00596E76">
        <w:rPr>
          <w:noProof/>
        </w:rPr>
        <w:t>[50]</w:t>
      </w:r>
      <w:r w:rsidRPr="00596E76">
        <w:rPr>
          <w:noProof/>
        </w:rPr>
        <w:tab/>
        <w:t xml:space="preserve">Fratiglioni L, Paillard-Borg S, Winblad B. An active and socially integrated lifestyle in late life might protect against dementia. </w:t>
      </w:r>
      <w:r w:rsidRPr="00596E76">
        <w:rPr>
          <w:i/>
          <w:noProof/>
        </w:rPr>
        <w:t>Lancet Neurol</w:t>
      </w:r>
      <w:r w:rsidRPr="00596E76">
        <w:rPr>
          <w:noProof/>
        </w:rPr>
        <w:t>. 2004;</w:t>
      </w:r>
      <w:r w:rsidRPr="00596E76">
        <w:rPr>
          <w:b/>
          <w:noProof/>
        </w:rPr>
        <w:t>3</w:t>
      </w:r>
      <w:r w:rsidRPr="00596E76">
        <w:rPr>
          <w:noProof/>
        </w:rPr>
        <w:t>: 343-353.</w:t>
      </w:r>
    </w:p>
    <w:p w14:paraId="42CA26DD" w14:textId="77777777" w:rsidR="00596E76" w:rsidRPr="00596E76" w:rsidRDefault="00596E76" w:rsidP="00D03DD9">
      <w:pPr>
        <w:pStyle w:val="EndNoteBibliography"/>
        <w:spacing w:line="480" w:lineRule="auto"/>
        <w:rPr>
          <w:noProof/>
        </w:rPr>
      </w:pPr>
      <w:r w:rsidRPr="00596E76">
        <w:rPr>
          <w:noProof/>
        </w:rPr>
        <w:t>[51]</w:t>
      </w:r>
      <w:r w:rsidRPr="00596E76">
        <w:rPr>
          <w:noProof/>
        </w:rPr>
        <w:tab/>
        <w:t>Oni T, McGrath N, BeLue R</w:t>
      </w:r>
      <w:r w:rsidRPr="00596E76">
        <w:rPr>
          <w:i/>
          <w:noProof/>
        </w:rPr>
        <w:t>, et al.</w:t>
      </w:r>
      <w:r w:rsidRPr="00596E76">
        <w:rPr>
          <w:noProof/>
        </w:rPr>
        <w:t xml:space="preserve"> Chronic diseases and multi-morbidity - a conceptual modification to the WHO ICCC model for countries in health transition. </w:t>
      </w:r>
      <w:r w:rsidRPr="00596E76">
        <w:rPr>
          <w:i/>
          <w:noProof/>
        </w:rPr>
        <w:t>BMC Public Health</w:t>
      </w:r>
      <w:r w:rsidRPr="00596E76">
        <w:rPr>
          <w:noProof/>
        </w:rPr>
        <w:t>. 2014;</w:t>
      </w:r>
      <w:r w:rsidRPr="00596E76">
        <w:rPr>
          <w:b/>
          <w:noProof/>
        </w:rPr>
        <w:t>14</w:t>
      </w:r>
      <w:r w:rsidRPr="00596E76">
        <w:rPr>
          <w:noProof/>
        </w:rPr>
        <w:t>: 575.</w:t>
      </w:r>
    </w:p>
    <w:p w14:paraId="540D45CF" w14:textId="0DD23DDF" w:rsidR="00596E76" w:rsidRPr="00596E76" w:rsidRDefault="00596E76" w:rsidP="00D03DD9">
      <w:pPr>
        <w:pStyle w:val="EndNoteBibliography"/>
        <w:spacing w:line="480" w:lineRule="auto"/>
        <w:rPr>
          <w:noProof/>
        </w:rPr>
      </w:pPr>
      <w:r w:rsidRPr="00596E76">
        <w:rPr>
          <w:noProof/>
        </w:rPr>
        <w:t>[52]</w:t>
      </w:r>
      <w:r w:rsidRPr="00596E76">
        <w:rPr>
          <w:noProof/>
        </w:rPr>
        <w:tab/>
        <w:t xml:space="preserve">Navickas R, Petric VK, Feigl AB, Seychell M. Multimorbidity: What do we know? What should we do? </w:t>
      </w:r>
      <w:r w:rsidR="00D03DD9" w:rsidRPr="00D03DD9">
        <w:rPr>
          <w:i/>
          <w:noProof/>
        </w:rPr>
        <w:t>Journal of Comorbidity</w:t>
      </w:r>
      <w:r w:rsidRPr="00596E76">
        <w:rPr>
          <w:noProof/>
        </w:rPr>
        <w:t xml:space="preserve"> 2016;</w:t>
      </w:r>
      <w:r w:rsidRPr="00596E76">
        <w:rPr>
          <w:b/>
          <w:noProof/>
        </w:rPr>
        <w:t>6</w:t>
      </w:r>
      <w:r w:rsidRPr="00596E76">
        <w:rPr>
          <w:noProof/>
        </w:rPr>
        <w:t>: 8.</w:t>
      </w:r>
    </w:p>
    <w:p w14:paraId="31F1782E" w14:textId="77777777" w:rsidR="00596E76" w:rsidRPr="00596E76" w:rsidRDefault="00596E76" w:rsidP="00D03DD9">
      <w:pPr>
        <w:pStyle w:val="EndNoteBibliography"/>
        <w:spacing w:line="480" w:lineRule="auto"/>
        <w:rPr>
          <w:noProof/>
        </w:rPr>
      </w:pPr>
      <w:r w:rsidRPr="00596E76">
        <w:rPr>
          <w:noProof/>
        </w:rPr>
        <w:t>[53]</w:t>
      </w:r>
      <w:r w:rsidRPr="00596E76">
        <w:rPr>
          <w:noProof/>
        </w:rPr>
        <w:tab/>
        <w:t>To T, Stanojevic S, Moores G</w:t>
      </w:r>
      <w:r w:rsidRPr="00596E76">
        <w:rPr>
          <w:i/>
          <w:noProof/>
        </w:rPr>
        <w:t>, et al.</w:t>
      </w:r>
      <w:r w:rsidRPr="00596E76">
        <w:rPr>
          <w:noProof/>
        </w:rPr>
        <w:t xml:space="preserve"> Global asthma prevalence in adults: findings from the cross-sectional world health survey. </w:t>
      </w:r>
      <w:r w:rsidRPr="00596E76">
        <w:rPr>
          <w:i/>
          <w:noProof/>
        </w:rPr>
        <w:t>BMC Public Health</w:t>
      </w:r>
      <w:r w:rsidRPr="00596E76">
        <w:rPr>
          <w:noProof/>
        </w:rPr>
        <w:t>. 2012;</w:t>
      </w:r>
      <w:r w:rsidRPr="00596E76">
        <w:rPr>
          <w:b/>
          <w:noProof/>
        </w:rPr>
        <w:t>12</w:t>
      </w:r>
      <w:r w:rsidRPr="00596E76">
        <w:rPr>
          <w:noProof/>
        </w:rPr>
        <w:t>: 204.</w:t>
      </w:r>
    </w:p>
    <w:p w14:paraId="623B81B5" w14:textId="77777777" w:rsidR="00596E76" w:rsidRPr="00596E76" w:rsidRDefault="00596E76" w:rsidP="00D03DD9">
      <w:pPr>
        <w:pStyle w:val="EndNoteBibliography"/>
        <w:spacing w:line="480" w:lineRule="auto"/>
        <w:rPr>
          <w:noProof/>
        </w:rPr>
      </w:pPr>
      <w:r w:rsidRPr="00596E76">
        <w:rPr>
          <w:noProof/>
        </w:rPr>
        <w:t>[54]</w:t>
      </w:r>
      <w:r w:rsidRPr="00596E76">
        <w:rPr>
          <w:noProof/>
        </w:rPr>
        <w:tab/>
        <w:t xml:space="preserve">Petersen RC. Mild Cognitive Impairment. </w:t>
      </w:r>
      <w:r w:rsidRPr="00596E76">
        <w:rPr>
          <w:i/>
          <w:noProof/>
        </w:rPr>
        <w:t>Continuum (Minneap Minn)</w:t>
      </w:r>
      <w:r w:rsidRPr="00596E76">
        <w:rPr>
          <w:noProof/>
        </w:rPr>
        <w:t>. 2016;</w:t>
      </w:r>
      <w:r w:rsidRPr="00596E76">
        <w:rPr>
          <w:b/>
          <w:noProof/>
        </w:rPr>
        <w:t>22</w:t>
      </w:r>
      <w:r w:rsidRPr="00596E76">
        <w:rPr>
          <w:noProof/>
        </w:rPr>
        <w:t>: 404-418.</w:t>
      </w:r>
    </w:p>
    <w:p w14:paraId="403C54D8" w14:textId="77777777" w:rsidR="00596E76" w:rsidRPr="00596E76" w:rsidRDefault="00596E76" w:rsidP="00D03DD9">
      <w:pPr>
        <w:pStyle w:val="EndNoteBibliography"/>
        <w:spacing w:line="480" w:lineRule="auto"/>
        <w:rPr>
          <w:noProof/>
        </w:rPr>
      </w:pPr>
      <w:r w:rsidRPr="00596E76">
        <w:rPr>
          <w:noProof/>
        </w:rPr>
        <w:t>[55]</w:t>
      </w:r>
      <w:r w:rsidRPr="00596E76">
        <w:rPr>
          <w:noProof/>
        </w:rPr>
        <w:tab/>
        <w:t xml:space="preserve">Lindbergh CA, Dishman RK, Miller LS. Functional Disability in Mild Cognitive Impairment: A Systematic Review and Meta-Analysis. </w:t>
      </w:r>
      <w:r w:rsidRPr="00596E76">
        <w:rPr>
          <w:i/>
          <w:noProof/>
        </w:rPr>
        <w:t>Neuropsychol Rev</w:t>
      </w:r>
      <w:r w:rsidRPr="00596E76">
        <w:rPr>
          <w:noProof/>
        </w:rPr>
        <w:t>. 2016;</w:t>
      </w:r>
      <w:r w:rsidRPr="00596E76">
        <w:rPr>
          <w:b/>
          <w:noProof/>
        </w:rPr>
        <w:t>26</w:t>
      </w:r>
      <w:r w:rsidRPr="00596E76">
        <w:rPr>
          <w:noProof/>
        </w:rPr>
        <w:t>: 129-159.</w:t>
      </w:r>
    </w:p>
    <w:p w14:paraId="20F9F35C" w14:textId="354F59FF" w:rsidR="00136C47" w:rsidRDefault="00D5409F" w:rsidP="00596E76">
      <w:pPr>
        <w:spacing w:after="200" w:line="480" w:lineRule="auto"/>
        <w:jc w:val="both"/>
        <w:rPr>
          <w:rFonts w:eastAsia="Times New Roman" w:cs="Times New Roman"/>
        </w:rPr>
      </w:pPr>
      <w:r w:rsidRPr="001F57BC">
        <w:rPr>
          <w:rFonts w:eastAsia="Times New Roman" w:cs="Times New Roman"/>
        </w:rPr>
        <w:fldChar w:fldCharType="end"/>
      </w:r>
    </w:p>
    <w:p w14:paraId="31B40680" w14:textId="72B85168" w:rsidR="00BD15C6" w:rsidRPr="007C1E33" w:rsidRDefault="00BD15C6">
      <w:pPr>
        <w:spacing w:after="200" w:line="480" w:lineRule="auto"/>
        <w:jc w:val="both"/>
        <w:rPr>
          <w:rFonts w:eastAsia="Times New Roman" w:cs="Times New Roman"/>
          <w:b/>
        </w:rPr>
      </w:pPr>
      <w:r w:rsidRPr="007C1E33">
        <w:rPr>
          <w:rFonts w:eastAsia="Times New Roman" w:cs="Times New Roman"/>
          <w:b/>
        </w:rPr>
        <w:t>Supplementary material</w:t>
      </w:r>
    </w:p>
    <w:p w14:paraId="0C173E29" w14:textId="4D07A7DC" w:rsidR="00BD15C6" w:rsidRDefault="00041F24" w:rsidP="001F57BC">
      <w:pPr>
        <w:spacing w:after="200" w:line="480" w:lineRule="auto"/>
        <w:jc w:val="both"/>
        <w:rPr>
          <w:rFonts w:eastAsia="Times New Roman"/>
        </w:rPr>
      </w:pPr>
      <w:r>
        <w:rPr>
          <w:rFonts w:eastAsia="Times New Roman"/>
        </w:rPr>
        <w:t xml:space="preserve">Title: </w:t>
      </w:r>
      <w:r w:rsidR="00196216">
        <w:rPr>
          <w:rFonts w:eastAsia="Times New Roman"/>
        </w:rPr>
        <w:t>Details of variables and additional analyses</w:t>
      </w:r>
    </w:p>
    <w:p w14:paraId="3543ED44" w14:textId="77777777" w:rsidR="005C6051" w:rsidRDefault="005C6051" w:rsidP="001F57BC">
      <w:pPr>
        <w:spacing w:after="200" w:line="480" w:lineRule="auto"/>
        <w:jc w:val="both"/>
        <w:rPr>
          <w:rFonts w:eastAsia="Times New Roman"/>
        </w:rPr>
      </w:pPr>
    </w:p>
    <w:p w14:paraId="1392B5DB" w14:textId="77777777" w:rsidR="00961AD6" w:rsidRDefault="00961AD6" w:rsidP="008121D4">
      <w:pPr>
        <w:spacing w:line="480" w:lineRule="auto"/>
        <w:jc w:val="both"/>
        <w:rPr>
          <w:rFonts w:eastAsia="Times New Roman"/>
        </w:rPr>
        <w:sectPr w:rsidR="00961AD6" w:rsidSect="00B60871">
          <w:pgSz w:w="11900" w:h="16840"/>
          <w:pgMar w:top="1440" w:right="1440" w:bottom="1440" w:left="1440" w:header="720" w:footer="720" w:gutter="0"/>
          <w:lnNumType w:countBy="1" w:restart="continuous"/>
          <w:cols w:space="720"/>
          <w:docGrid w:linePitch="360"/>
        </w:sectPr>
      </w:pPr>
    </w:p>
    <w:tbl>
      <w:tblPr>
        <w:tblW w:w="0" w:type="auto"/>
        <w:tblInd w:w="108" w:type="dxa"/>
        <w:tblCellMar>
          <w:top w:w="15" w:type="dxa"/>
          <w:bottom w:w="15" w:type="dxa"/>
        </w:tblCellMar>
        <w:tblLook w:val="04A0" w:firstRow="1" w:lastRow="0" w:firstColumn="1" w:lastColumn="0" w:noHBand="0" w:noVBand="1"/>
      </w:tblPr>
      <w:tblGrid>
        <w:gridCol w:w="2471"/>
        <w:gridCol w:w="2604"/>
        <w:gridCol w:w="700"/>
        <w:gridCol w:w="1803"/>
        <w:gridCol w:w="1035"/>
      </w:tblGrid>
      <w:tr w:rsidR="0033591B" w:rsidRPr="0033591B" w14:paraId="0F2E4020" w14:textId="77777777" w:rsidTr="0033591B">
        <w:trPr>
          <w:trHeight w:val="315"/>
        </w:trPr>
        <w:tc>
          <w:tcPr>
            <w:tcW w:w="0" w:type="auto"/>
            <w:gridSpan w:val="5"/>
            <w:tcBorders>
              <w:top w:val="nil"/>
              <w:left w:val="nil"/>
              <w:bottom w:val="single" w:sz="4" w:space="0" w:color="auto"/>
              <w:right w:val="nil"/>
            </w:tcBorders>
            <w:vAlign w:val="bottom"/>
            <w:hideMark/>
          </w:tcPr>
          <w:p w14:paraId="4E0ACB83" w14:textId="77777777" w:rsidR="0033591B" w:rsidRPr="0033591B" w:rsidRDefault="0033591B" w:rsidP="0033591B">
            <w:pPr>
              <w:rPr>
                <w:rFonts w:eastAsia="Times New Roman" w:cs="Times New Roman"/>
                <w:b/>
                <w:bCs/>
                <w:color w:val="000000"/>
                <w:lang w:eastAsia="ja-JP"/>
              </w:rPr>
            </w:pPr>
            <w:r w:rsidRPr="0033591B">
              <w:rPr>
                <w:rFonts w:eastAsia="Times New Roman" w:cs="Times New Roman"/>
                <w:b/>
                <w:bCs/>
                <w:color w:val="000000"/>
                <w:lang w:eastAsia="ja-JP"/>
              </w:rPr>
              <w:t>Table 1</w:t>
            </w:r>
            <w:r w:rsidRPr="0033591B">
              <w:rPr>
                <w:rFonts w:eastAsia="Times New Roman" w:cs="Times New Roman"/>
                <w:color w:val="000000"/>
                <w:lang w:eastAsia="ja-JP"/>
              </w:rPr>
              <w:t xml:space="preserve"> Sample characteristics and prevalence of multimorbidity by each characteristic</w:t>
            </w:r>
          </w:p>
        </w:tc>
      </w:tr>
      <w:tr w:rsidR="00611743" w:rsidRPr="0033591B" w14:paraId="424D7CEE" w14:textId="77777777" w:rsidTr="00611743">
        <w:trPr>
          <w:trHeight w:val="65"/>
        </w:trPr>
        <w:tc>
          <w:tcPr>
            <w:tcW w:w="0" w:type="auto"/>
            <w:tcBorders>
              <w:top w:val="nil"/>
              <w:left w:val="nil"/>
              <w:bottom w:val="double" w:sz="6" w:space="0" w:color="auto"/>
              <w:right w:val="nil"/>
            </w:tcBorders>
            <w:vAlign w:val="bottom"/>
            <w:hideMark/>
          </w:tcPr>
          <w:p w14:paraId="010DF7E7"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Characteristic</w:t>
            </w:r>
          </w:p>
        </w:tc>
        <w:tc>
          <w:tcPr>
            <w:tcW w:w="0" w:type="auto"/>
            <w:tcBorders>
              <w:top w:val="nil"/>
              <w:left w:val="nil"/>
              <w:bottom w:val="double" w:sz="6" w:space="0" w:color="auto"/>
              <w:right w:val="nil"/>
            </w:tcBorders>
            <w:vAlign w:val="bottom"/>
            <w:hideMark/>
          </w:tcPr>
          <w:p w14:paraId="0FEC18E9"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Category</w:t>
            </w:r>
          </w:p>
        </w:tc>
        <w:tc>
          <w:tcPr>
            <w:tcW w:w="0" w:type="auto"/>
            <w:tcBorders>
              <w:top w:val="nil"/>
              <w:left w:val="nil"/>
              <w:bottom w:val="double" w:sz="6" w:space="0" w:color="auto"/>
              <w:right w:val="nil"/>
            </w:tcBorders>
            <w:vAlign w:val="bottom"/>
            <w:hideMark/>
          </w:tcPr>
          <w:p w14:paraId="6F845AC4" w14:textId="32E7F162"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w:t>
            </w:r>
            <w:r w:rsidR="00050D68" w:rsidRPr="00F033F5">
              <w:rPr>
                <w:rFonts w:eastAsia="Times New Roman" w:cs="Times New Roman"/>
                <w:color w:val="000000"/>
                <w:sz w:val="22"/>
                <w:szCs w:val="22"/>
                <w:vertAlign w:val="superscript"/>
                <w:lang w:eastAsia="ja-JP"/>
              </w:rPr>
              <w:t>a</w:t>
            </w:r>
          </w:p>
        </w:tc>
        <w:tc>
          <w:tcPr>
            <w:tcW w:w="0" w:type="auto"/>
            <w:tcBorders>
              <w:top w:val="nil"/>
              <w:left w:val="nil"/>
              <w:bottom w:val="double" w:sz="6" w:space="0" w:color="auto"/>
              <w:right w:val="nil"/>
            </w:tcBorders>
            <w:vAlign w:val="bottom"/>
            <w:hideMark/>
          </w:tcPr>
          <w:p w14:paraId="39A419B1" w14:textId="77777777" w:rsidR="00611743" w:rsidRDefault="0033591B" w:rsidP="0033591B">
            <w:pPr>
              <w:rPr>
                <w:rFonts w:eastAsia="Times New Roman" w:cs="Times New Roman"/>
                <w:color w:val="000000"/>
                <w:sz w:val="22"/>
                <w:szCs w:val="22"/>
                <w:lang w:eastAsia="ja-JP"/>
              </w:rPr>
            </w:pPr>
            <w:r>
              <w:rPr>
                <w:rFonts w:eastAsia="Times New Roman" w:cs="Times New Roman"/>
                <w:color w:val="000000"/>
                <w:sz w:val="22"/>
                <w:szCs w:val="22"/>
                <w:lang w:eastAsia="ja-JP"/>
              </w:rPr>
              <w:t xml:space="preserve">% </w:t>
            </w:r>
            <w:r w:rsidR="00611743">
              <w:rPr>
                <w:rFonts w:eastAsia="Times New Roman" w:cs="Times New Roman"/>
                <w:color w:val="000000"/>
                <w:sz w:val="22"/>
                <w:szCs w:val="22"/>
                <w:lang w:eastAsia="ja-JP"/>
              </w:rPr>
              <w:t xml:space="preserve">with </w:t>
            </w:r>
          </w:p>
          <w:p w14:paraId="439AF86B" w14:textId="072410E6" w:rsidR="0033591B" w:rsidRPr="0033591B" w:rsidRDefault="00611743" w:rsidP="0033591B">
            <w:pPr>
              <w:rPr>
                <w:rFonts w:eastAsia="Times New Roman" w:cs="Times New Roman"/>
                <w:color w:val="000000"/>
                <w:sz w:val="22"/>
                <w:szCs w:val="22"/>
                <w:lang w:eastAsia="ja-JP"/>
              </w:rPr>
            </w:pPr>
            <w:r>
              <w:rPr>
                <w:rFonts w:eastAsia="Times New Roman" w:cs="Times New Roman"/>
                <w:color w:val="000000"/>
                <w:sz w:val="22"/>
                <w:szCs w:val="22"/>
                <w:lang w:eastAsia="ja-JP"/>
              </w:rPr>
              <w:t>m</w:t>
            </w:r>
            <w:r w:rsidR="0033591B">
              <w:rPr>
                <w:rFonts w:eastAsia="Times New Roman" w:cs="Times New Roman"/>
                <w:color w:val="000000"/>
                <w:sz w:val="22"/>
                <w:szCs w:val="22"/>
                <w:lang w:eastAsia="ja-JP"/>
              </w:rPr>
              <w:t>ultimorbidity</w:t>
            </w:r>
          </w:p>
        </w:tc>
        <w:tc>
          <w:tcPr>
            <w:tcW w:w="0" w:type="auto"/>
            <w:tcBorders>
              <w:top w:val="nil"/>
              <w:left w:val="nil"/>
              <w:bottom w:val="double" w:sz="6" w:space="0" w:color="auto"/>
              <w:right w:val="nil"/>
            </w:tcBorders>
            <w:vAlign w:val="bottom"/>
            <w:hideMark/>
          </w:tcPr>
          <w:p w14:paraId="2B38EF9F"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P-value</w:t>
            </w:r>
          </w:p>
        </w:tc>
      </w:tr>
      <w:tr w:rsidR="00611743" w:rsidRPr="0033591B" w14:paraId="053159C3" w14:textId="77777777" w:rsidTr="0033591B">
        <w:trPr>
          <w:trHeight w:val="315"/>
        </w:trPr>
        <w:tc>
          <w:tcPr>
            <w:tcW w:w="0" w:type="auto"/>
            <w:tcBorders>
              <w:top w:val="nil"/>
              <w:left w:val="nil"/>
              <w:bottom w:val="nil"/>
              <w:right w:val="nil"/>
            </w:tcBorders>
            <w:vAlign w:val="bottom"/>
            <w:hideMark/>
          </w:tcPr>
          <w:p w14:paraId="31BE8BF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Age (years)</w:t>
            </w:r>
          </w:p>
        </w:tc>
        <w:tc>
          <w:tcPr>
            <w:tcW w:w="0" w:type="auto"/>
            <w:tcBorders>
              <w:top w:val="nil"/>
              <w:left w:val="nil"/>
              <w:bottom w:val="nil"/>
              <w:right w:val="nil"/>
            </w:tcBorders>
            <w:vAlign w:val="bottom"/>
            <w:hideMark/>
          </w:tcPr>
          <w:p w14:paraId="760BF324"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50-59</w:t>
            </w:r>
          </w:p>
        </w:tc>
        <w:tc>
          <w:tcPr>
            <w:tcW w:w="0" w:type="auto"/>
            <w:tcBorders>
              <w:top w:val="nil"/>
              <w:left w:val="nil"/>
              <w:bottom w:val="nil"/>
              <w:right w:val="nil"/>
            </w:tcBorders>
            <w:vAlign w:val="bottom"/>
            <w:hideMark/>
          </w:tcPr>
          <w:p w14:paraId="437BB4AC" w14:textId="0DA9084C"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47.3 </w:t>
            </w:r>
          </w:p>
        </w:tc>
        <w:tc>
          <w:tcPr>
            <w:tcW w:w="0" w:type="auto"/>
            <w:tcBorders>
              <w:top w:val="nil"/>
              <w:left w:val="nil"/>
              <w:bottom w:val="nil"/>
              <w:right w:val="nil"/>
            </w:tcBorders>
            <w:vAlign w:val="bottom"/>
            <w:hideMark/>
          </w:tcPr>
          <w:p w14:paraId="7BCF096A" w14:textId="28AFFCB0"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37.6 </w:t>
            </w:r>
          </w:p>
        </w:tc>
        <w:tc>
          <w:tcPr>
            <w:tcW w:w="0" w:type="auto"/>
            <w:tcBorders>
              <w:top w:val="nil"/>
              <w:left w:val="nil"/>
              <w:bottom w:val="nil"/>
              <w:right w:val="nil"/>
            </w:tcBorders>
            <w:vAlign w:val="bottom"/>
            <w:hideMark/>
          </w:tcPr>
          <w:p w14:paraId="50A92D08"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&lt;0.001</w:t>
            </w:r>
          </w:p>
        </w:tc>
      </w:tr>
      <w:tr w:rsidR="00611743" w:rsidRPr="0033591B" w14:paraId="73940F2F" w14:textId="77777777" w:rsidTr="0033591B">
        <w:trPr>
          <w:trHeight w:val="315"/>
        </w:trPr>
        <w:tc>
          <w:tcPr>
            <w:tcW w:w="0" w:type="auto"/>
            <w:tcBorders>
              <w:top w:val="nil"/>
              <w:left w:val="nil"/>
              <w:bottom w:val="nil"/>
              <w:right w:val="nil"/>
            </w:tcBorders>
            <w:vAlign w:val="bottom"/>
            <w:hideMark/>
          </w:tcPr>
          <w:p w14:paraId="514D36C0" w14:textId="77777777" w:rsidR="0033591B" w:rsidRPr="0033591B" w:rsidRDefault="0033591B" w:rsidP="0033591B">
            <w:pPr>
              <w:rPr>
                <w:rFonts w:eastAsia="Times New Roman" w:cs="Times New Roman"/>
                <w:color w:val="000000"/>
                <w:sz w:val="22"/>
                <w:szCs w:val="22"/>
                <w:lang w:eastAsia="ja-JP"/>
              </w:rPr>
            </w:pPr>
          </w:p>
        </w:tc>
        <w:tc>
          <w:tcPr>
            <w:tcW w:w="0" w:type="auto"/>
            <w:tcBorders>
              <w:top w:val="nil"/>
              <w:left w:val="nil"/>
              <w:bottom w:val="nil"/>
              <w:right w:val="nil"/>
            </w:tcBorders>
            <w:vAlign w:val="bottom"/>
            <w:hideMark/>
          </w:tcPr>
          <w:p w14:paraId="1A3A4456"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60-69</w:t>
            </w:r>
          </w:p>
        </w:tc>
        <w:tc>
          <w:tcPr>
            <w:tcW w:w="0" w:type="auto"/>
            <w:tcBorders>
              <w:top w:val="nil"/>
              <w:left w:val="nil"/>
              <w:bottom w:val="nil"/>
              <w:right w:val="nil"/>
            </w:tcBorders>
            <w:vAlign w:val="bottom"/>
            <w:hideMark/>
          </w:tcPr>
          <w:p w14:paraId="485C4FE3" w14:textId="027DC4CE"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30.2 </w:t>
            </w:r>
          </w:p>
        </w:tc>
        <w:tc>
          <w:tcPr>
            <w:tcW w:w="0" w:type="auto"/>
            <w:tcBorders>
              <w:top w:val="nil"/>
              <w:left w:val="nil"/>
              <w:bottom w:val="nil"/>
              <w:right w:val="nil"/>
            </w:tcBorders>
            <w:vAlign w:val="bottom"/>
            <w:hideMark/>
          </w:tcPr>
          <w:p w14:paraId="18719D98" w14:textId="2DF3D6A6"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53.1 </w:t>
            </w:r>
          </w:p>
        </w:tc>
        <w:tc>
          <w:tcPr>
            <w:tcW w:w="0" w:type="auto"/>
            <w:tcBorders>
              <w:top w:val="nil"/>
              <w:left w:val="nil"/>
              <w:bottom w:val="nil"/>
              <w:right w:val="nil"/>
            </w:tcBorders>
            <w:vAlign w:val="bottom"/>
            <w:hideMark/>
          </w:tcPr>
          <w:p w14:paraId="59B799CC" w14:textId="77777777" w:rsidR="0033591B" w:rsidRPr="0033591B" w:rsidRDefault="0033591B" w:rsidP="0033591B">
            <w:pPr>
              <w:rPr>
                <w:rFonts w:eastAsia="Times New Roman" w:cs="Times New Roman"/>
                <w:color w:val="000000"/>
                <w:sz w:val="22"/>
                <w:szCs w:val="22"/>
                <w:lang w:eastAsia="ja-JP"/>
              </w:rPr>
            </w:pPr>
          </w:p>
        </w:tc>
      </w:tr>
      <w:tr w:rsidR="00611743" w:rsidRPr="0033591B" w14:paraId="31B22D53" w14:textId="77777777" w:rsidTr="0033591B">
        <w:trPr>
          <w:trHeight w:val="315"/>
        </w:trPr>
        <w:tc>
          <w:tcPr>
            <w:tcW w:w="0" w:type="auto"/>
            <w:tcBorders>
              <w:top w:val="nil"/>
              <w:left w:val="nil"/>
              <w:bottom w:val="nil"/>
              <w:right w:val="nil"/>
            </w:tcBorders>
            <w:vAlign w:val="bottom"/>
            <w:hideMark/>
          </w:tcPr>
          <w:p w14:paraId="12176361"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264C49E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70-79</w:t>
            </w:r>
          </w:p>
        </w:tc>
        <w:tc>
          <w:tcPr>
            <w:tcW w:w="0" w:type="auto"/>
            <w:tcBorders>
              <w:top w:val="nil"/>
              <w:left w:val="nil"/>
              <w:bottom w:val="nil"/>
              <w:right w:val="nil"/>
            </w:tcBorders>
            <w:vAlign w:val="bottom"/>
            <w:hideMark/>
          </w:tcPr>
          <w:p w14:paraId="57BB9EDF" w14:textId="7E7E608A"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17.7 </w:t>
            </w:r>
          </w:p>
        </w:tc>
        <w:tc>
          <w:tcPr>
            <w:tcW w:w="0" w:type="auto"/>
            <w:tcBorders>
              <w:top w:val="nil"/>
              <w:left w:val="nil"/>
              <w:bottom w:val="nil"/>
              <w:right w:val="nil"/>
            </w:tcBorders>
            <w:vAlign w:val="bottom"/>
            <w:hideMark/>
          </w:tcPr>
          <w:p w14:paraId="53CAB231" w14:textId="514A94DA"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70.2 </w:t>
            </w:r>
          </w:p>
        </w:tc>
        <w:tc>
          <w:tcPr>
            <w:tcW w:w="0" w:type="auto"/>
            <w:tcBorders>
              <w:top w:val="nil"/>
              <w:left w:val="nil"/>
              <w:bottom w:val="nil"/>
              <w:right w:val="nil"/>
            </w:tcBorders>
            <w:vAlign w:val="bottom"/>
            <w:hideMark/>
          </w:tcPr>
          <w:p w14:paraId="2222F232" w14:textId="77777777" w:rsidR="0033591B" w:rsidRPr="0033591B" w:rsidRDefault="0033591B" w:rsidP="0033591B">
            <w:pPr>
              <w:rPr>
                <w:rFonts w:eastAsia="Times New Roman" w:cs="Times New Roman"/>
                <w:color w:val="000000"/>
                <w:sz w:val="22"/>
                <w:szCs w:val="22"/>
                <w:lang w:eastAsia="ja-JP"/>
              </w:rPr>
            </w:pPr>
          </w:p>
        </w:tc>
      </w:tr>
      <w:tr w:rsidR="00611743" w:rsidRPr="0033591B" w14:paraId="4004FF96" w14:textId="77777777" w:rsidTr="0033591B">
        <w:trPr>
          <w:trHeight w:val="315"/>
        </w:trPr>
        <w:tc>
          <w:tcPr>
            <w:tcW w:w="0" w:type="auto"/>
            <w:tcBorders>
              <w:top w:val="nil"/>
              <w:left w:val="nil"/>
              <w:bottom w:val="nil"/>
              <w:right w:val="nil"/>
            </w:tcBorders>
            <w:vAlign w:val="bottom"/>
            <w:hideMark/>
          </w:tcPr>
          <w:p w14:paraId="1B8195BB"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5559F2D6"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≥80</w:t>
            </w:r>
          </w:p>
        </w:tc>
        <w:tc>
          <w:tcPr>
            <w:tcW w:w="0" w:type="auto"/>
            <w:tcBorders>
              <w:top w:val="nil"/>
              <w:left w:val="nil"/>
              <w:bottom w:val="nil"/>
              <w:right w:val="nil"/>
            </w:tcBorders>
            <w:vAlign w:val="bottom"/>
            <w:hideMark/>
          </w:tcPr>
          <w:p w14:paraId="76C5D5A7" w14:textId="353D5FD0"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4.8 </w:t>
            </w:r>
          </w:p>
        </w:tc>
        <w:tc>
          <w:tcPr>
            <w:tcW w:w="0" w:type="auto"/>
            <w:tcBorders>
              <w:top w:val="nil"/>
              <w:left w:val="nil"/>
              <w:bottom w:val="nil"/>
              <w:right w:val="nil"/>
            </w:tcBorders>
            <w:vAlign w:val="bottom"/>
            <w:hideMark/>
          </w:tcPr>
          <w:p w14:paraId="1EA266AC" w14:textId="0E9188A1"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74.6 </w:t>
            </w:r>
          </w:p>
        </w:tc>
        <w:tc>
          <w:tcPr>
            <w:tcW w:w="0" w:type="auto"/>
            <w:tcBorders>
              <w:top w:val="nil"/>
              <w:left w:val="nil"/>
              <w:bottom w:val="nil"/>
              <w:right w:val="nil"/>
            </w:tcBorders>
            <w:vAlign w:val="bottom"/>
            <w:hideMark/>
          </w:tcPr>
          <w:p w14:paraId="5749A9D4" w14:textId="77777777" w:rsidR="0033591B" w:rsidRPr="0033591B" w:rsidRDefault="0033591B" w:rsidP="0033591B">
            <w:pPr>
              <w:rPr>
                <w:rFonts w:eastAsia="Times New Roman" w:cs="Times New Roman"/>
                <w:color w:val="000000"/>
                <w:sz w:val="22"/>
                <w:szCs w:val="22"/>
                <w:lang w:eastAsia="ja-JP"/>
              </w:rPr>
            </w:pPr>
          </w:p>
        </w:tc>
      </w:tr>
      <w:tr w:rsidR="00611743" w:rsidRPr="0033591B" w14:paraId="1C9A8FD5" w14:textId="77777777" w:rsidTr="0033591B">
        <w:trPr>
          <w:trHeight w:val="300"/>
        </w:trPr>
        <w:tc>
          <w:tcPr>
            <w:tcW w:w="0" w:type="auto"/>
            <w:tcBorders>
              <w:top w:val="nil"/>
              <w:left w:val="nil"/>
              <w:bottom w:val="nil"/>
              <w:right w:val="nil"/>
            </w:tcBorders>
            <w:vAlign w:val="bottom"/>
            <w:hideMark/>
          </w:tcPr>
          <w:p w14:paraId="1ACDE19B"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Sex</w:t>
            </w:r>
          </w:p>
        </w:tc>
        <w:tc>
          <w:tcPr>
            <w:tcW w:w="0" w:type="auto"/>
            <w:tcBorders>
              <w:top w:val="nil"/>
              <w:left w:val="nil"/>
              <w:bottom w:val="nil"/>
              <w:right w:val="nil"/>
            </w:tcBorders>
            <w:vAlign w:val="bottom"/>
            <w:hideMark/>
          </w:tcPr>
          <w:p w14:paraId="6754AF0E"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Female</w:t>
            </w:r>
          </w:p>
        </w:tc>
        <w:tc>
          <w:tcPr>
            <w:tcW w:w="0" w:type="auto"/>
            <w:tcBorders>
              <w:top w:val="nil"/>
              <w:left w:val="nil"/>
              <w:bottom w:val="nil"/>
              <w:right w:val="nil"/>
            </w:tcBorders>
            <w:vAlign w:val="bottom"/>
            <w:hideMark/>
          </w:tcPr>
          <w:p w14:paraId="36CC8B52" w14:textId="003348B5"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51.7 </w:t>
            </w:r>
          </w:p>
        </w:tc>
        <w:tc>
          <w:tcPr>
            <w:tcW w:w="0" w:type="auto"/>
            <w:tcBorders>
              <w:top w:val="nil"/>
              <w:left w:val="nil"/>
              <w:bottom w:val="nil"/>
              <w:right w:val="nil"/>
            </w:tcBorders>
            <w:vAlign w:val="bottom"/>
            <w:hideMark/>
          </w:tcPr>
          <w:p w14:paraId="60099D75" w14:textId="4A78EE6B"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54.9 </w:t>
            </w:r>
          </w:p>
        </w:tc>
        <w:tc>
          <w:tcPr>
            <w:tcW w:w="0" w:type="auto"/>
            <w:tcBorders>
              <w:top w:val="nil"/>
              <w:left w:val="nil"/>
              <w:bottom w:val="nil"/>
              <w:right w:val="nil"/>
            </w:tcBorders>
            <w:vAlign w:val="bottom"/>
            <w:hideMark/>
          </w:tcPr>
          <w:p w14:paraId="6BEA751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&lt;0.001</w:t>
            </w:r>
          </w:p>
        </w:tc>
      </w:tr>
      <w:tr w:rsidR="00611743" w:rsidRPr="0033591B" w14:paraId="73D9941B" w14:textId="77777777" w:rsidTr="0033591B">
        <w:trPr>
          <w:trHeight w:val="315"/>
        </w:trPr>
        <w:tc>
          <w:tcPr>
            <w:tcW w:w="0" w:type="auto"/>
            <w:tcBorders>
              <w:top w:val="nil"/>
              <w:left w:val="nil"/>
              <w:bottom w:val="nil"/>
              <w:right w:val="nil"/>
            </w:tcBorders>
            <w:vAlign w:val="bottom"/>
            <w:hideMark/>
          </w:tcPr>
          <w:p w14:paraId="708C92C0" w14:textId="77777777" w:rsidR="0033591B" w:rsidRPr="0033591B" w:rsidRDefault="0033591B" w:rsidP="0033591B">
            <w:pPr>
              <w:rPr>
                <w:rFonts w:eastAsia="Times New Roman" w:cs="Times New Roman"/>
                <w:color w:val="000000"/>
                <w:sz w:val="22"/>
                <w:szCs w:val="22"/>
                <w:lang w:eastAsia="ja-JP"/>
              </w:rPr>
            </w:pPr>
          </w:p>
        </w:tc>
        <w:tc>
          <w:tcPr>
            <w:tcW w:w="0" w:type="auto"/>
            <w:tcBorders>
              <w:top w:val="nil"/>
              <w:left w:val="nil"/>
              <w:bottom w:val="nil"/>
              <w:right w:val="nil"/>
            </w:tcBorders>
            <w:vAlign w:val="bottom"/>
            <w:hideMark/>
          </w:tcPr>
          <w:p w14:paraId="5BE6CEAD"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Male</w:t>
            </w:r>
          </w:p>
        </w:tc>
        <w:tc>
          <w:tcPr>
            <w:tcW w:w="0" w:type="auto"/>
            <w:tcBorders>
              <w:top w:val="nil"/>
              <w:left w:val="nil"/>
              <w:bottom w:val="nil"/>
              <w:right w:val="nil"/>
            </w:tcBorders>
            <w:vAlign w:val="bottom"/>
            <w:hideMark/>
          </w:tcPr>
          <w:p w14:paraId="4093B7A9" w14:textId="1C5F4E39"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48.3 </w:t>
            </w:r>
          </w:p>
        </w:tc>
        <w:tc>
          <w:tcPr>
            <w:tcW w:w="0" w:type="auto"/>
            <w:tcBorders>
              <w:top w:val="nil"/>
              <w:left w:val="nil"/>
              <w:bottom w:val="nil"/>
              <w:right w:val="nil"/>
            </w:tcBorders>
            <w:vAlign w:val="bottom"/>
            <w:hideMark/>
          </w:tcPr>
          <w:p w14:paraId="7DF9AF0C" w14:textId="0F48B049"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44.4 </w:t>
            </w:r>
          </w:p>
        </w:tc>
        <w:tc>
          <w:tcPr>
            <w:tcW w:w="0" w:type="auto"/>
            <w:tcBorders>
              <w:top w:val="nil"/>
              <w:left w:val="nil"/>
              <w:bottom w:val="nil"/>
              <w:right w:val="nil"/>
            </w:tcBorders>
            <w:vAlign w:val="bottom"/>
            <w:hideMark/>
          </w:tcPr>
          <w:p w14:paraId="6EBD6BB3" w14:textId="77777777" w:rsidR="0033591B" w:rsidRPr="0033591B" w:rsidRDefault="0033591B" w:rsidP="0033591B">
            <w:pPr>
              <w:rPr>
                <w:rFonts w:eastAsia="Times New Roman" w:cs="Times New Roman"/>
                <w:color w:val="000000"/>
                <w:sz w:val="22"/>
                <w:szCs w:val="22"/>
                <w:lang w:eastAsia="ja-JP"/>
              </w:rPr>
            </w:pPr>
          </w:p>
        </w:tc>
      </w:tr>
      <w:tr w:rsidR="00611743" w:rsidRPr="0033591B" w14:paraId="73907648" w14:textId="77777777" w:rsidTr="0033591B">
        <w:trPr>
          <w:trHeight w:val="300"/>
        </w:trPr>
        <w:tc>
          <w:tcPr>
            <w:tcW w:w="0" w:type="auto"/>
            <w:tcBorders>
              <w:top w:val="nil"/>
              <w:left w:val="nil"/>
              <w:bottom w:val="nil"/>
              <w:right w:val="nil"/>
            </w:tcBorders>
            <w:vAlign w:val="bottom"/>
            <w:hideMark/>
          </w:tcPr>
          <w:p w14:paraId="7D13C72A"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Education</w:t>
            </w:r>
          </w:p>
        </w:tc>
        <w:tc>
          <w:tcPr>
            <w:tcW w:w="0" w:type="auto"/>
            <w:tcBorders>
              <w:top w:val="nil"/>
              <w:left w:val="nil"/>
              <w:bottom w:val="nil"/>
              <w:right w:val="nil"/>
            </w:tcBorders>
            <w:vAlign w:val="bottom"/>
            <w:hideMark/>
          </w:tcPr>
          <w:p w14:paraId="7ACCA418"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No formal</w:t>
            </w:r>
          </w:p>
        </w:tc>
        <w:tc>
          <w:tcPr>
            <w:tcW w:w="0" w:type="auto"/>
            <w:tcBorders>
              <w:top w:val="nil"/>
              <w:left w:val="nil"/>
              <w:bottom w:val="nil"/>
              <w:right w:val="nil"/>
            </w:tcBorders>
            <w:vAlign w:val="bottom"/>
            <w:hideMark/>
          </w:tcPr>
          <w:p w14:paraId="17C02714" w14:textId="729F903F"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28.5 </w:t>
            </w:r>
          </w:p>
        </w:tc>
        <w:tc>
          <w:tcPr>
            <w:tcW w:w="0" w:type="auto"/>
            <w:tcBorders>
              <w:top w:val="nil"/>
              <w:left w:val="nil"/>
              <w:bottom w:val="nil"/>
              <w:right w:val="nil"/>
            </w:tcBorders>
            <w:vAlign w:val="bottom"/>
            <w:hideMark/>
          </w:tcPr>
          <w:p w14:paraId="41A7F592" w14:textId="6E6DB5C6"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54.3 </w:t>
            </w:r>
          </w:p>
        </w:tc>
        <w:tc>
          <w:tcPr>
            <w:tcW w:w="0" w:type="auto"/>
            <w:tcBorders>
              <w:top w:val="nil"/>
              <w:left w:val="nil"/>
              <w:bottom w:val="nil"/>
              <w:right w:val="nil"/>
            </w:tcBorders>
            <w:vAlign w:val="bottom"/>
            <w:hideMark/>
          </w:tcPr>
          <w:p w14:paraId="6384AA91"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&lt;0.001</w:t>
            </w:r>
          </w:p>
        </w:tc>
      </w:tr>
      <w:tr w:rsidR="00611743" w:rsidRPr="0033591B" w14:paraId="456AAB5D" w14:textId="77777777" w:rsidTr="0033591B">
        <w:trPr>
          <w:trHeight w:val="315"/>
        </w:trPr>
        <w:tc>
          <w:tcPr>
            <w:tcW w:w="0" w:type="auto"/>
            <w:tcBorders>
              <w:top w:val="nil"/>
              <w:left w:val="nil"/>
              <w:bottom w:val="nil"/>
              <w:right w:val="nil"/>
            </w:tcBorders>
            <w:vAlign w:val="bottom"/>
            <w:hideMark/>
          </w:tcPr>
          <w:p w14:paraId="0816A0CB" w14:textId="77777777" w:rsidR="0033591B" w:rsidRPr="0033591B" w:rsidRDefault="0033591B" w:rsidP="0033591B">
            <w:pPr>
              <w:rPr>
                <w:rFonts w:eastAsia="Times New Roman" w:cs="Times New Roman"/>
                <w:color w:val="000000"/>
                <w:sz w:val="22"/>
                <w:szCs w:val="22"/>
                <w:lang w:eastAsia="ja-JP"/>
              </w:rPr>
            </w:pPr>
          </w:p>
        </w:tc>
        <w:tc>
          <w:tcPr>
            <w:tcW w:w="0" w:type="auto"/>
            <w:tcBorders>
              <w:top w:val="nil"/>
              <w:left w:val="nil"/>
              <w:bottom w:val="nil"/>
              <w:right w:val="nil"/>
            </w:tcBorders>
            <w:vAlign w:val="bottom"/>
            <w:hideMark/>
          </w:tcPr>
          <w:p w14:paraId="6723504E"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At least primary</w:t>
            </w:r>
          </w:p>
        </w:tc>
        <w:tc>
          <w:tcPr>
            <w:tcW w:w="0" w:type="auto"/>
            <w:tcBorders>
              <w:top w:val="nil"/>
              <w:left w:val="nil"/>
              <w:bottom w:val="nil"/>
              <w:right w:val="nil"/>
            </w:tcBorders>
            <w:vAlign w:val="bottom"/>
            <w:hideMark/>
          </w:tcPr>
          <w:p w14:paraId="50CCA1E4" w14:textId="01E3548F"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28.2 </w:t>
            </w:r>
          </w:p>
        </w:tc>
        <w:tc>
          <w:tcPr>
            <w:tcW w:w="0" w:type="auto"/>
            <w:tcBorders>
              <w:top w:val="nil"/>
              <w:left w:val="nil"/>
              <w:bottom w:val="nil"/>
              <w:right w:val="nil"/>
            </w:tcBorders>
            <w:vAlign w:val="bottom"/>
            <w:hideMark/>
          </w:tcPr>
          <w:p w14:paraId="556B94B3" w14:textId="092FAD85"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46.6 </w:t>
            </w:r>
          </w:p>
        </w:tc>
        <w:tc>
          <w:tcPr>
            <w:tcW w:w="0" w:type="auto"/>
            <w:tcBorders>
              <w:top w:val="nil"/>
              <w:left w:val="nil"/>
              <w:bottom w:val="nil"/>
              <w:right w:val="nil"/>
            </w:tcBorders>
            <w:vAlign w:val="bottom"/>
            <w:hideMark/>
          </w:tcPr>
          <w:p w14:paraId="1B346DF2" w14:textId="77777777" w:rsidR="0033591B" w:rsidRPr="0033591B" w:rsidRDefault="0033591B" w:rsidP="0033591B">
            <w:pPr>
              <w:rPr>
                <w:rFonts w:eastAsia="Times New Roman" w:cs="Times New Roman"/>
                <w:color w:val="000000"/>
                <w:sz w:val="22"/>
                <w:szCs w:val="22"/>
                <w:lang w:eastAsia="ja-JP"/>
              </w:rPr>
            </w:pPr>
          </w:p>
        </w:tc>
      </w:tr>
      <w:tr w:rsidR="00611743" w:rsidRPr="0033591B" w14:paraId="51AE999D" w14:textId="77777777" w:rsidTr="0033591B">
        <w:trPr>
          <w:trHeight w:val="315"/>
        </w:trPr>
        <w:tc>
          <w:tcPr>
            <w:tcW w:w="0" w:type="auto"/>
            <w:tcBorders>
              <w:top w:val="nil"/>
              <w:left w:val="nil"/>
              <w:bottom w:val="nil"/>
              <w:right w:val="nil"/>
            </w:tcBorders>
            <w:vAlign w:val="bottom"/>
            <w:hideMark/>
          </w:tcPr>
          <w:p w14:paraId="283CEF72"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44BAA807"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≥Secondary completed</w:t>
            </w:r>
          </w:p>
        </w:tc>
        <w:tc>
          <w:tcPr>
            <w:tcW w:w="0" w:type="auto"/>
            <w:tcBorders>
              <w:top w:val="nil"/>
              <w:left w:val="nil"/>
              <w:bottom w:val="nil"/>
              <w:right w:val="nil"/>
            </w:tcBorders>
            <w:vAlign w:val="bottom"/>
            <w:hideMark/>
          </w:tcPr>
          <w:p w14:paraId="47CCF68D" w14:textId="05208A4F"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43.3 </w:t>
            </w:r>
          </w:p>
        </w:tc>
        <w:tc>
          <w:tcPr>
            <w:tcW w:w="0" w:type="auto"/>
            <w:tcBorders>
              <w:top w:val="nil"/>
              <w:left w:val="nil"/>
              <w:bottom w:val="nil"/>
              <w:right w:val="nil"/>
            </w:tcBorders>
            <w:vAlign w:val="bottom"/>
            <w:hideMark/>
          </w:tcPr>
          <w:p w14:paraId="1D1B492E" w14:textId="4C66ABA4"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49</w:t>
            </w:r>
            <w:r>
              <w:rPr>
                <w:rFonts w:eastAsia="Times New Roman" w:cs="Times New Roman"/>
                <w:color w:val="000000"/>
                <w:sz w:val="22"/>
                <w:szCs w:val="22"/>
                <w:lang w:eastAsia="ja-JP"/>
              </w:rPr>
              <w:t>.0</w:t>
            </w:r>
            <w:r w:rsidRPr="0033591B">
              <w:rPr>
                <w:rFonts w:eastAsia="Times New Roman" w:cs="Times New Roman"/>
                <w:color w:val="000000"/>
                <w:sz w:val="22"/>
                <w:szCs w:val="22"/>
                <w:lang w:eastAsia="ja-JP"/>
              </w:rPr>
              <w:t xml:space="preserve"> </w:t>
            </w:r>
          </w:p>
        </w:tc>
        <w:tc>
          <w:tcPr>
            <w:tcW w:w="0" w:type="auto"/>
            <w:tcBorders>
              <w:top w:val="nil"/>
              <w:left w:val="nil"/>
              <w:bottom w:val="nil"/>
              <w:right w:val="nil"/>
            </w:tcBorders>
            <w:vAlign w:val="bottom"/>
            <w:hideMark/>
          </w:tcPr>
          <w:p w14:paraId="3AD327E7" w14:textId="77777777" w:rsidR="0033591B" w:rsidRPr="0033591B" w:rsidRDefault="0033591B" w:rsidP="0033591B">
            <w:pPr>
              <w:rPr>
                <w:rFonts w:eastAsia="Times New Roman" w:cs="Times New Roman"/>
                <w:color w:val="000000"/>
                <w:sz w:val="22"/>
                <w:szCs w:val="22"/>
                <w:lang w:eastAsia="ja-JP"/>
              </w:rPr>
            </w:pPr>
          </w:p>
        </w:tc>
      </w:tr>
      <w:tr w:rsidR="00611743" w:rsidRPr="0033591B" w14:paraId="0904FA5A" w14:textId="77777777" w:rsidTr="0033591B">
        <w:trPr>
          <w:trHeight w:val="300"/>
        </w:trPr>
        <w:tc>
          <w:tcPr>
            <w:tcW w:w="0" w:type="auto"/>
            <w:tcBorders>
              <w:top w:val="nil"/>
              <w:left w:val="nil"/>
              <w:bottom w:val="nil"/>
              <w:right w:val="nil"/>
            </w:tcBorders>
            <w:vAlign w:val="bottom"/>
            <w:hideMark/>
          </w:tcPr>
          <w:p w14:paraId="32480DED"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Wealth</w:t>
            </w:r>
          </w:p>
        </w:tc>
        <w:tc>
          <w:tcPr>
            <w:tcW w:w="0" w:type="auto"/>
            <w:tcBorders>
              <w:top w:val="nil"/>
              <w:left w:val="nil"/>
              <w:bottom w:val="nil"/>
              <w:right w:val="nil"/>
            </w:tcBorders>
            <w:vAlign w:val="bottom"/>
            <w:hideMark/>
          </w:tcPr>
          <w:p w14:paraId="114B1A89"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Poorest</w:t>
            </w:r>
          </w:p>
        </w:tc>
        <w:tc>
          <w:tcPr>
            <w:tcW w:w="0" w:type="auto"/>
            <w:tcBorders>
              <w:top w:val="nil"/>
              <w:left w:val="nil"/>
              <w:bottom w:val="nil"/>
              <w:right w:val="nil"/>
            </w:tcBorders>
            <w:vAlign w:val="bottom"/>
            <w:hideMark/>
          </w:tcPr>
          <w:p w14:paraId="0945C0A8" w14:textId="19D390F2"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16.9 </w:t>
            </w:r>
          </w:p>
        </w:tc>
        <w:tc>
          <w:tcPr>
            <w:tcW w:w="0" w:type="auto"/>
            <w:tcBorders>
              <w:top w:val="nil"/>
              <w:left w:val="nil"/>
              <w:bottom w:val="nil"/>
              <w:right w:val="nil"/>
            </w:tcBorders>
            <w:vAlign w:val="bottom"/>
            <w:hideMark/>
          </w:tcPr>
          <w:p w14:paraId="53FC9A10" w14:textId="646C42BE"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53.2 </w:t>
            </w:r>
          </w:p>
        </w:tc>
        <w:tc>
          <w:tcPr>
            <w:tcW w:w="0" w:type="auto"/>
            <w:tcBorders>
              <w:top w:val="nil"/>
              <w:left w:val="nil"/>
              <w:bottom w:val="nil"/>
              <w:right w:val="nil"/>
            </w:tcBorders>
            <w:vAlign w:val="bottom"/>
            <w:hideMark/>
          </w:tcPr>
          <w:p w14:paraId="1CAF3806"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0.005</w:t>
            </w:r>
          </w:p>
        </w:tc>
      </w:tr>
      <w:tr w:rsidR="00611743" w:rsidRPr="0033591B" w14:paraId="43591371" w14:textId="77777777" w:rsidTr="0033591B">
        <w:trPr>
          <w:trHeight w:val="315"/>
        </w:trPr>
        <w:tc>
          <w:tcPr>
            <w:tcW w:w="0" w:type="auto"/>
            <w:tcBorders>
              <w:top w:val="nil"/>
              <w:left w:val="nil"/>
              <w:bottom w:val="nil"/>
              <w:right w:val="nil"/>
            </w:tcBorders>
            <w:vAlign w:val="bottom"/>
            <w:hideMark/>
          </w:tcPr>
          <w:p w14:paraId="1F04FCB4" w14:textId="77777777" w:rsidR="0033591B" w:rsidRPr="0033591B" w:rsidRDefault="0033591B" w:rsidP="0033591B">
            <w:pPr>
              <w:rPr>
                <w:rFonts w:eastAsia="Times New Roman" w:cs="Times New Roman"/>
                <w:color w:val="000000"/>
                <w:sz w:val="22"/>
                <w:szCs w:val="22"/>
                <w:lang w:eastAsia="ja-JP"/>
              </w:rPr>
            </w:pPr>
          </w:p>
        </w:tc>
        <w:tc>
          <w:tcPr>
            <w:tcW w:w="0" w:type="auto"/>
            <w:tcBorders>
              <w:top w:val="nil"/>
              <w:left w:val="nil"/>
              <w:bottom w:val="nil"/>
              <w:right w:val="nil"/>
            </w:tcBorders>
            <w:vAlign w:val="bottom"/>
            <w:hideMark/>
          </w:tcPr>
          <w:p w14:paraId="1D5F4D19"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Poorer</w:t>
            </w:r>
          </w:p>
        </w:tc>
        <w:tc>
          <w:tcPr>
            <w:tcW w:w="0" w:type="auto"/>
            <w:tcBorders>
              <w:top w:val="nil"/>
              <w:left w:val="nil"/>
              <w:bottom w:val="nil"/>
              <w:right w:val="nil"/>
            </w:tcBorders>
            <w:vAlign w:val="bottom"/>
            <w:hideMark/>
          </w:tcPr>
          <w:p w14:paraId="6C1D8B66" w14:textId="28496105"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18.9 </w:t>
            </w:r>
          </w:p>
        </w:tc>
        <w:tc>
          <w:tcPr>
            <w:tcW w:w="0" w:type="auto"/>
            <w:tcBorders>
              <w:top w:val="nil"/>
              <w:left w:val="nil"/>
              <w:bottom w:val="nil"/>
              <w:right w:val="nil"/>
            </w:tcBorders>
            <w:vAlign w:val="bottom"/>
            <w:hideMark/>
          </w:tcPr>
          <w:p w14:paraId="4479C7A8" w14:textId="221BC92C"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53.1 </w:t>
            </w:r>
          </w:p>
        </w:tc>
        <w:tc>
          <w:tcPr>
            <w:tcW w:w="0" w:type="auto"/>
            <w:tcBorders>
              <w:top w:val="nil"/>
              <w:left w:val="nil"/>
              <w:bottom w:val="nil"/>
              <w:right w:val="nil"/>
            </w:tcBorders>
            <w:vAlign w:val="bottom"/>
            <w:hideMark/>
          </w:tcPr>
          <w:p w14:paraId="0EED5EC3" w14:textId="77777777" w:rsidR="0033591B" w:rsidRPr="0033591B" w:rsidRDefault="0033591B" w:rsidP="0033591B">
            <w:pPr>
              <w:rPr>
                <w:rFonts w:eastAsia="Times New Roman" w:cs="Times New Roman"/>
                <w:color w:val="000000"/>
                <w:sz w:val="22"/>
                <w:szCs w:val="22"/>
                <w:lang w:eastAsia="ja-JP"/>
              </w:rPr>
            </w:pPr>
          </w:p>
        </w:tc>
      </w:tr>
      <w:tr w:rsidR="00611743" w:rsidRPr="0033591B" w14:paraId="64B3E478" w14:textId="77777777" w:rsidTr="0033591B">
        <w:trPr>
          <w:trHeight w:val="315"/>
        </w:trPr>
        <w:tc>
          <w:tcPr>
            <w:tcW w:w="0" w:type="auto"/>
            <w:tcBorders>
              <w:top w:val="nil"/>
              <w:left w:val="nil"/>
              <w:bottom w:val="nil"/>
              <w:right w:val="nil"/>
            </w:tcBorders>
            <w:vAlign w:val="bottom"/>
            <w:hideMark/>
          </w:tcPr>
          <w:p w14:paraId="4B4B9D28"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2ED8EFD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Middle</w:t>
            </w:r>
          </w:p>
        </w:tc>
        <w:tc>
          <w:tcPr>
            <w:tcW w:w="0" w:type="auto"/>
            <w:tcBorders>
              <w:top w:val="nil"/>
              <w:left w:val="nil"/>
              <w:bottom w:val="nil"/>
              <w:right w:val="nil"/>
            </w:tcBorders>
            <w:vAlign w:val="bottom"/>
            <w:hideMark/>
          </w:tcPr>
          <w:p w14:paraId="53759239" w14:textId="1F0153FC"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19.4 </w:t>
            </w:r>
          </w:p>
        </w:tc>
        <w:tc>
          <w:tcPr>
            <w:tcW w:w="0" w:type="auto"/>
            <w:tcBorders>
              <w:top w:val="nil"/>
              <w:left w:val="nil"/>
              <w:bottom w:val="nil"/>
              <w:right w:val="nil"/>
            </w:tcBorders>
            <w:vAlign w:val="bottom"/>
            <w:hideMark/>
          </w:tcPr>
          <w:p w14:paraId="6077785C" w14:textId="10FFAA77"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50.0 </w:t>
            </w:r>
          </w:p>
        </w:tc>
        <w:tc>
          <w:tcPr>
            <w:tcW w:w="0" w:type="auto"/>
            <w:tcBorders>
              <w:top w:val="nil"/>
              <w:left w:val="nil"/>
              <w:bottom w:val="nil"/>
              <w:right w:val="nil"/>
            </w:tcBorders>
            <w:vAlign w:val="bottom"/>
            <w:hideMark/>
          </w:tcPr>
          <w:p w14:paraId="62515196" w14:textId="77777777" w:rsidR="0033591B" w:rsidRPr="0033591B" w:rsidRDefault="0033591B" w:rsidP="0033591B">
            <w:pPr>
              <w:rPr>
                <w:rFonts w:eastAsia="Times New Roman" w:cs="Times New Roman"/>
                <w:color w:val="000000"/>
                <w:sz w:val="22"/>
                <w:szCs w:val="22"/>
                <w:lang w:eastAsia="ja-JP"/>
              </w:rPr>
            </w:pPr>
          </w:p>
        </w:tc>
      </w:tr>
      <w:tr w:rsidR="00611743" w:rsidRPr="0033591B" w14:paraId="38A301FD" w14:textId="77777777" w:rsidTr="0033591B">
        <w:trPr>
          <w:trHeight w:val="315"/>
        </w:trPr>
        <w:tc>
          <w:tcPr>
            <w:tcW w:w="0" w:type="auto"/>
            <w:tcBorders>
              <w:top w:val="nil"/>
              <w:left w:val="nil"/>
              <w:bottom w:val="nil"/>
              <w:right w:val="nil"/>
            </w:tcBorders>
            <w:vAlign w:val="bottom"/>
            <w:hideMark/>
          </w:tcPr>
          <w:p w14:paraId="6450CEE5"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0B1E1856"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Richer</w:t>
            </w:r>
          </w:p>
        </w:tc>
        <w:tc>
          <w:tcPr>
            <w:tcW w:w="0" w:type="auto"/>
            <w:tcBorders>
              <w:top w:val="nil"/>
              <w:left w:val="nil"/>
              <w:bottom w:val="nil"/>
              <w:right w:val="nil"/>
            </w:tcBorders>
            <w:vAlign w:val="bottom"/>
            <w:hideMark/>
          </w:tcPr>
          <w:p w14:paraId="1C98595C" w14:textId="3B3B4862"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21.5 </w:t>
            </w:r>
          </w:p>
        </w:tc>
        <w:tc>
          <w:tcPr>
            <w:tcW w:w="0" w:type="auto"/>
            <w:tcBorders>
              <w:top w:val="nil"/>
              <w:left w:val="nil"/>
              <w:bottom w:val="nil"/>
              <w:right w:val="nil"/>
            </w:tcBorders>
            <w:vAlign w:val="bottom"/>
            <w:hideMark/>
          </w:tcPr>
          <w:p w14:paraId="1BA8E827" w14:textId="6C54B76F"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48.0 </w:t>
            </w:r>
          </w:p>
        </w:tc>
        <w:tc>
          <w:tcPr>
            <w:tcW w:w="0" w:type="auto"/>
            <w:tcBorders>
              <w:top w:val="nil"/>
              <w:left w:val="nil"/>
              <w:bottom w:val="nil"/>
              <w:right w:val="nil"/>
            </w:tcBorders>
            <w:vAlign w:val="bottom"/>
            <w:hideMark/>
          </w:tcPr>
          <w:p w14:paraId="39DEEFD1" w14:textId="77777777" w:rsidR="0033591B" w:rsidRPr="0033591B" w:rsidRDefault="0033591B" w:rsidP="0033591B">
            <w:pPr>
              <w:rPr>
                <w:rFonts w:eastAsia="Times New Roman" w:cs="Times New Roman"/>
                <w:color w:val="000000"/>
                <w:sz w:val="22"/>
                <w:szCs w:val="22"/>
                <w:lang w:eastAsia="ja-JP"/>
              </w:rPr>
            </w:pPr>
          </w:p>
        </w:tc>
      </w:tr>
      <w:tr w:rsidR="00611743" w:rsidRPr="0033591B" w14:paraId="5B0D8708" w14:textId="77777777" w:rsidTr="0033591B">
        <w:trPr>
          <w:trHeight w:val="315"/>
        </w:trPr>
        <w:tc>
          <w:tcPr>
            <w:tcW w:w="0" w:type="auto"/>
            <w:tcBorders>
              <w:top w:val="nil"/>
              <w:left w:val="nil"/>
              <w:bottom w:val="nil"/>
              <w:right w:val="nil"/>
            </w:tcBorders>
            <w:vAlign w:val="bottom"/>
            <w:hideMark/>
          </w:tcPr>
          <w:p w14:paraId="60901150"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11F51211"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Richest</w:t>
            </w:r>
          </w:p>
        </w:tc>
        <w:tc>
          <w:tcPr>
            <w:tcW w:w="0" w:type="auto"/>
            <w:tcBorders>
              <w:top w:val="nil"/>
              <w:left w:val="nil"/>
              <w:bottom w:val="nil"/>
              <w:right w:val="nil"/>
            </w:tcBorders>
            <w:vAlign w:val="bottom"/>
            <w:hideMark/>
          </w:tcPr>
          <w:p w14:paraId="01C2CE27" w14:textId="090E0361"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23.3</w:t>
            </w:r>
          </w:p>
        </w:tc>
        <w:tc>
          <w:tcPr>
            <w:tcW w:w="0" w:type="auto"/>
            <w:tcBorders>
              <w:top w:val="nil"/>
              <w:left w:val="nil"/>
              <w:bottom w:val="nil"/>
              <w:right w:val="nil"/>
            </w:tcBorders>
            <w:vAlign w:val="bottom"/>
            <w:hideMark/>
          </w:tcPr>
          <w:p w14:paraId="296B5595" w14:textId="79A462FF"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46.3 </w:t>
            </w:r>
          </w:p>
        </w:tc>
        <w:tc>
          <w:tcPr>
            <w:tcW w:w="0" w:type="auto"/>
            <w:tcBorders>
              <w:top w:val="nil"/>
              <w:left w:val="nil"/>
              <w:bottom w:val="nil"/>
              <w:right w:val="nil"/>
            </w:tcBorders>
            <w:vAlign w:val="bottom"/>
            <w:hideMark/>
          </w:tcPr>
          <w:p w14:paraId="15BEFD71" w14:textId="77777777" w:rsidR="0033591B" w:rsidRPr="0033591B" w:rsidRDefault="0033591B" w:rsidP="0033591B">
            <w:pPr>
              <w:rPr>
                <w:rFonts w:eastAsia="Times New Roman" w:cs="Times New Roman"/>
                <w:color w:val="000000"/>
                <w:sz w:val="22"/>
                <w:szCs w:val="22"/>
                <w:lang w:eastAsia="ja-JP"/>
              </w:rPr>
            </w:pPr>
          </w:p>
        </w:tc>
      </w:tr>
      <w:tr w:rsidR="00611743" w:rsidRPr="0033591B" w14:paraId="49C94F29" w14:textId="77777777" w:rsidTr="0033591B">
        <w:trPr>
          <w:trHeight w:val="300"/>
        </w:trPr>
        <w:tc>
          <w:tcPr>
            <w:tcW w:w="0" w:type="auto"/>
            <w:tcBorders>
              <w:top w:val="nil"/>
              <w:left w:val="nil"/>
              <w:bottom w:val="nil"/>
              <w:right w:val="nil"/>
            </w:tcBorders>
            <w:vAlign w:val="bottom"/>
            <w:hideMark/>
          </w:tcPr>
          <w:p w14:paraId="3102137A"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Smoking</w:t>
            </w:r>
          </w:p>
        </w:tc>
        <w:tc>
          <w:tcPr>
            <w:tcW w:w="0" w:type="auto"/>
            <w:tcBorders>
              <w:top w:val="nil"/>
              <w:left w:val="nil"/>
              <w:bottom w:val="nil"/>
              <w:right w:val="nil"/>
            </w:tcBorders>
            <w:vAlign w:val="bottom"/>
            <w:hideMark/>
          </w:tcPr>
          <w:p w14:paraId="37B1F36E"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Never</w:t>
            </w:r>
          </w:p>
        </w:tc>
        <w:tc>
          <w:tcPr>
            <w:tcW w:w="0" w:type="auto"/>
            <w:tcBorders>
              <w:top w:val="nil"/>
              <w:left w:val="nil"/>
              <w:bottom w:val="nil"/>
              <w:right w:val="nil"/>
            </w:tcBorders>
            <w:vAlign w:val="bottom"/>
            <w:hideMark/>
          </w:tcPr>
          <w:p w14:paraId="40D4A112" w14:textId="3276CAC5"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58.7 </w:t>
            </w:r>
          </w:p>
        </w:tc>
        <w:tc>
          <w:tcPr>
            <w:tcW w:w="0" w:type="auto"/>
            <w:tcBorders>
              <w:top w:val="nil"/>
              <w:left w:val="nil"/>
              <w:bottom w:val="nil"/>
              <w:right w:val="nil"/>
            </w:tcBorders>
            <w:vAlign w:val="bottom"/>
            <w:hideMark/>
          </w:tcPr>
          <w:p w14:paraId="38340EC6" w14:textId="124DC468"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51.0 </w:t>
            </w:r>
          </w:p>
        </w:tc>
        <w:tc>
          <w:tcPr>
            <w:tcW w:w="0" w:type="auto"/>
            <w:tcBorders>
              <w:top w:val="nil"/>
              <w:left w:val="nil"/>
              <w:bottom w:val="nil"/>
              <w:right w:val="nil"/>
            </w:tcBorders>
            <w:vAlign w:val="bottom"/>
            <w:hideMark/>
          </w:tcPr>
          <w:p w14:paraId="40279699"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&lt;0.001</w:t>
            </w:r>
          </w:p>
        </w:tc>
      </w:tr>
      <w:tr w:rsidR="00611743" w:rsidRPr="0033591B" w14:paraId="0A8B03BF" w14:textId="77777777" w:rsidTr="0033591B">
        <w:trPr>
          <w:trHeight w:val="315"/>
        </w:trPr>
        <w:tc>
          <w:tcPr>
            <w:tcW w:w="0" w:type="auto"/>
            <w:tcBorders>
              <w:top w:val="nil"/>
              <w:left w:val="nil"/>
              <w:bottom w:val="nil"/>
              <w:right w:val="nil"/>
            </w:tcBorders>
            <w:vAlign w:val="bottom"/>
            <w:hideMark/>
          </w:tcPr>
          <w:p w14:paraId="4AEEC118" w14:textId="77777777" w:rsidR="0033591B" w:rsidRPr="0033591B" w:rsidRDefault="0033591B" w:rsidP="0033591B">
            <w:pPr>
              <w:rPr>
                <w:rFonts w:eastAsia="Times New Roman" w:cs="Times New Roman"/>
                <w:color w:val="000000"/>
                <w:sz w:val="22"/>
                <w:szCs w:val="22"/>
                <w:lang w:eastAsia="ja-JP"/>
              </w:rPr>
            </w:pPr>
          </w:p>
        </w:tc>
        <w:tc>
          <w:tcPr>
            <w:tcW w:w="0" w:type="auto"/>
            <w:tcBorders>
              <w:top w:val="nil"/>
              <w:left w:val="nil"/>
              <w:bottom w:val="nil"/>
              <w:right w:val="nil"/>
            </w:tcBorders>
            <w:vAlign w:val="bottom"/>
            <w:hideMark/>
          </w:tcPr>
          <w:p w14:paraId="4472907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Current</w:t>
            </w:r>
          </w:p>
        </w:tc>
        <w:tc>
          <w:tcPr>
            <w:tcW w:w="0" w:type="auto"/>
            <w:tcBorders>
              <w:top w:val="nil"/>
              <w:left w:val="nil"/>
              <w:bottom w:val="nil"/>
              <w:right w:val="nil"/>
            </w:tcBorders>
            <w:vAlign w:val="bottom"/>
            <w:hideMark/>
          </w:tcPr>
          <w:p w14:paraId="7A1CB111" w14:textId="4C747F48"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34.9</w:t>
            </w:r>
          </w:p>
        </w:tc>
        <w:tc>
          <w:tcPr>
            <w:tcW w:w="0" w:type="auto"/>
            <w:tcBorders>
              <w:top w:val="nil"/>
              <w:left w:val="nil"/>
              <w:bottom w:val="nil"/>
              <w:right w:val="nil"/>
            </w:tcBorders>
            <w:vAlign w:val="bottom"/>
            <w:hideMark/>
          </w:tcPr>
          <w:p w14:paraId="39C1CDD7" w14:textId="2C43BB28"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46.4 </w:t>
            </w:r>
          </w:p>
        </w:tc>
        <w:tc>
          <w:tcPr>
            <w:tcW w:w="0" w:type="auto"/>
            <w:tcBorders>
              <w:top w:val="nil"/>
              <w:left w:val="nil"/>
              <w:bottom w:val="nil"/>
              <w:right w:val="nil"/>
            </w:tcBorders>
            <w:vAlign w:val="bottom"/>
            <w:hideMark/>
          </w:tcPr>
          <w:p w14:paraId="5B0283E6" w14:textId="77777777" w:rsidR="0033591B" w:rsidRPr="0033591B" w:rsidRDefault="0033591B" w:rsidP="0033591B">
            <w:pPr>
              <w:rPr>
                <w:rFonts w:eastAsia="Times New Roman" w:cs="Times New Roman"/>
                <w:color w:val="000000"/>
                <w:sz w:val="22"/>
                <w:szCs w:val="22"/>
                <w:lang w:eastAsia="ja-JP"/>
              </w:rPr>
            </w:pPr>
          </w:p>
        </w:tc>
      </w:tr>
      <w:tr w:rsidR="00611743" w:rsidRPr="0033591B" w14:paraId="4544C27C" w14:textId="77777777" w:rsidTr="0033591B">
        <w:trPr>
          <w:trHeight w:val="315"/>
        </w:trPr>
        <w:tc>
          <w:tcPr>
            <w:tcW w:w="0" w:type="auto"/>
            <w:tcBorders>
              <w:top w:val="nil"/>
              <w:left w:val="nil"/>
              <w:bottom w:val="nil"/>
              <w:right w:val="nil"/>
            </w:tcBorders>
            <w:vAlign w:val="bottom"/>
            <w:hideMark/>
          </w:tcPr>
          <w:p w14:paraId="121B6D2A"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41378F44"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Former</w:t>
            </w:r>
          </w:p>
        </w:tc>
        <w:tc>
          <w:tcPr>
            <w:tcW w:w="0" w:type="auto"/>
            <w:tcBorders>
              <w:top w:val="nil"/>
              <w:left w:val="nil"/>
              <w:bottom w:val="nil"/>
              <w:right w:val="nil"/>
            </w:tcBorders>
            <w:vAlign w:val="bottom"/>
            <w:hideMark/>
          </w:tcPr>
          <w:p w14:paraId="0B800796" w14:textId="3D6FCABE"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6.4</w:t>
            </w:r>
          </w:p>
        </w:tc>
        <w:tc>
          <w:tcPr>
            <w:tcW w:w="0" w:type="auto"/>
            <w:tcBorders>
              <w:top w:val="nil"/>
              <w:left w:val="nil"/>
              <w:bottom w:val="nil"/>
              <w:right w:val="nil"/>
            </w:tcBorders>
            <w:vAlign w:val="bottom"/>
            <w:hideMark/>
          </w:tcPr>
          <w:p w14:paraId="49AFBDD7" w14:textId="04C1B35E"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57.4 </w:t>
            </w:r>
          </w:p>
        </w:tc>
        <w:tc>
          <w:tcPr>
            <w:tcW w:w="0" w:type="auto"/>
            <w:tcBorders>
              <w:top w:val="nil"/>
              <w:left w:val="nil"/>
              <w:bottom w:val="nil"/>
              <w:right w:val="nil"/>
            </w:tcBorders>
            <w:vAlign w:val="bottom"/>
            <w:hideMark/>
          </w:tcPr>
          <w:p w14:paraId="7612AB5B" w14:textId="77777777" w:rsidR="0033591B" w:rsidRPr="0033591B" w:rsidRDefault="0033591B" w:rsidP="0033591B">
            <w:pPr>
              <w:rPr>
                <w:rFonts w:eastAsia="Times New Roman" w:cs="Times New Roman"/>
                <w:color w:val="000000"/>
                <w:sz w:val="22"/>
                <w:szCs w:val="22"/>
                <w:lang w:eastAsia="ja-JP"/>
              </w:rPr>
            </w:pPr>
          </w:p>
        </w:tc>
      </w:tr>
      <w:tr w:rsidR="00611743" w:rsidRPr="0033591B" w14:paraId="26D2D779" w14:textId="77777777" w:rsidTr="0033591B">
        <w:trPr>
          <w:trHeight w:val="300"/>
        </w:trPr>
        <w:tc>
          <w:tcPr>
            <w:tcW w:w="0" w:type="auto"/>
            <w:tcBorders>
              <w:top w:val="nil"/>
              <w:left w:val="nil"/>
              <w:bottom w:val="nil"/>
              <w:right w:val="nil"/>
            </w:tcBorders>
            <w:vAlign w:val="bottom"/>
            <w:hideMark/>
          </w:tcPr>
          <w:p w14:paraId="79E5F5C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Alcohol consumption</w:t>
            </w:r>
          </w:p>
        </w:tc>
        <w:tc>
          <w:tcPr>
            <w:tcW w:w="0" w:type="auto"/>
            <w:tcBorders>
              <w:top w:val="nil"/>
              <w:left w:val="nil"/>
              <w:bottom w:val="nil"/>
              <w:right w:val="nil"/>
            </w:tcBorders>
            <w:vAlign w:val="bottom"/>
            <w:hideMark/>
          </w:tcPr>
          <w:p w14:paraId="061287E6"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Never</w:t>
            </w:r>
          </w:p>
        </w:tc>
        <w:tc>
          <w:tcPr>
            <w:tcW w:w="0" w:type="auto"/>
            <w:tcBorders>
              <w:top w:val="nil"/>
              <w:left w:val="nil"/>
              <w:bottom w:val="nil"/>
              <w:right w:val="nil"/>
            </w:tcBorders>
            <w:vAlign w:val="bottom"/>
            <w:hideMark/>
          </w:tcPr>
          <w:p w14:paraId="0FF42374" w14:textId="160AD68C"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66.7</w:t>
            </w:r>
          </w:p>
        </w:tc>
        <w:tc>
          <w:tcPr>
            <w:tcW w:w="0" w:type="auto"/>
            <w:tcBorders>
              <w:top w:val="nil"/>
              <w:left w:val="nil"/>
              <w:bottom w:val="nil"/>
              <w:right w:val="nil"/>
            </w:tcBorders>
            <w:vAlign w:val="bottom"/>
            <w:hideMark/>
          </w:tcPr>
          <w:p w14:paraId="2400C2A7" w14:textId="38D57195"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49</w:t>
            </w:r>
            <w:r>
              <w:rPr>
                <w:rFonts w:eastAsia="Times New Roman" w:cs="Times New Roman"/>
                <w:color w:val="000000"/>
                <w:sz w:val="22"/>
                <w:szCs w:val="22"/>
                <w:lang w:eastAsia="ja-JP"/>
              </w:rPr>
              <w:t>.0</w:t>
            </w:r>
            <w:r w:rsidRPr="0033591B">
              <w:rPr>
                <w:rFonts w:eastAsia="Times New Roman" w:cs="Times New Roman"/>
                <w:color w:val="000000"/>
                <w:sz w:val="22"/>
                <w:szCs w:val="22"/>
                <w:lang w:eastAsia="ja-JP"/>
              </w:rPr>
              <w:t xml:space="preserve"> </w:t>
            </w:r>
          </w:p>
        </w:tc>
        <w:tc>
          <w:tcPr>
            <w:tcW w:w="0" w:type="auto"/>
            <w:tcBorders>
              <w:top w:val="nil"/>
              <w:left w:val="nil"/>
              <w:bottom w:val="nil"/>
              <w:right w:val="nil"/>
            </w:tcBorders>
            <w:vAlign w:val="bottom"/>
            <w:hideMark/>
          </w:tcPr>
          <w:p w14:paraId="4C384C4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&lt;0.001</w:t>
            </w:r>
          </w:p>
        </w:tc>
      </w:tr>
      <w:tr w:rsidR="00611743" w:rsidRPr="0033591B" w14:paraId="7B126EF5" w14:textId="77777777" w:rsidTr="0033591B">
        <w:trPr>
          <w:trHeight w:val="315"/>
        </w:trPr>
        <w:tc>
          <w:tcPr>
            <w:tcW w:w="0" w:type="auto"/>
            <w:tcBorders>
              <w:top w:val="nil"/>
              <w:left w:val="nil"/>
              <w:bottom w:val="nil"/>
              <w:right w:val="nil"/>
            </w:tcBorders>
            <w:vAlign w:val="bottom"/>
            <w:hideMark/>
          </w:tcPr>
          <w:p w14:paraId="01A0FFB9" w14:textId="77777777" w:rsidR="0033591B" w:rsidRPr="0033591B" w:rsidRDefault="0033591B" w:rsidP="0033591B">
            <w:pPr>
              <w:rPr>
                <w:rFonts w:eastAsia="Times New Roman" w:cs="Times New Roman"/>
                <w:color w:val="000000"/>
                <w:sz w:val="22"/>
                <w:szCs w:val="22"/>
                <w:lang w:eastAsia="ja-JP"/>
              </w:rPr>
            </w:pPr>
          </w:p>
        </w:tc>
        <w:tc>
          <w:tcPr>
            <w:tcW w:w="0" w:type="auto"/>
            <w:tcBorders>
              <w:top w:val="nil"/>
              <w:left w:val="nil"/>
              <w:bottom w:val="nil"/>
              <w:right w:val="nil"/>
            </w:tcBorders>
            <w:vAlign w:val="bottom"/>
            <w:hideMark/>
          </w:tcPr>
          <w:p w14:paraId="187F099E"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Non-heavy</w:t>
            </w:r>
          </w:p>
        </w:tc>
        <w:tc>
          <w:tcPr>
            <w:tcW w:w="0" w:type="auto"/>
            <w:tcBorders>
              <w:top w:val="nil"/>
              <w:left w:val="nil"/>
              <w:bottom w:val="nil"/>
              <w:right w:val="nil"/>
            </w:tcBorders>
            <w:vAlign w:val="bottom"/>
            <w:hideMark/>
          </w:tcPr>
          <w:p w14:paraId="5CA0A8B9" w14:textId="6F7327DC"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29.1</w:t>
            </w:r>
          </w:p>
        </w:tc>
        <w:tc>
          <w:tcPr>
            <w:tcW w:w="0" w:type="auto"/>
            <w:tcBorders>
              <w:top w:val="nil"/>
              <w:left w:val="nil"/>
              <w:bottom w:val="nil"/>
              <w:right w:val="nil"/>
            </w:tcBorders>
            <w:vAlign w:val="bottom"/>
            <w:hideMark/>
          </w:tcPr>
          <w:p w14:paraId="1A759AA3" w14:textId="2FCD0EBF"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52.6 </w:t>
            </w:r>
          </w:p>
        </w:tc>
        <w:tc>
          <w:tcPr>
            <w:tcW w:w="0" w:type="auto"/>
            <w:tcBorders>
              <w:top w:val="nil"/>
              <w:left w:val="nil"/>
              <w:bottom w:val="nil"/>
              <w:right w:val="nil"/>
            </w:tcBorders>
            <w:vAlign w:val="bottom"/>
            <w:hideMark/>
          </w:tcPr>
          <w:p w14:paraId="2CBA1DB5" w14:textId="77777777" w:rsidR="0033591B" w:rsidRPr="0033591B" w:rsidRDefault="0033591B" w:rsidP="0033591B">
            <w:pPr>
              <w:rPr>
                <w:rFonts w:eastAsia="Times New Roman" w:cs="Times New Roman"/>
                <w:color w:val="000000"/>
                <w:sz w:val="22"/>
                <w:szCs w:val="22"/>
                <w:lang w:eastAsia="ja-JP"/>
              </w:rPr>
            </w:pPr>
          </w:p>
        </w:tc>
      </w:tr>
      <w:tr w:rsidR="00611743" w:rsidRPr="0033591B" w14:paraId="3C78A09F" w14:textId="77777777" w:rsidTr="0033591B">
        <w:trPr>
          <w:trHeight w:val="315"/>
        </w:trPr>
        <w:tc>
          <w:tcPr>
            <w:tcW w:w="0" w:type="auto"/>
            <w:tcBorders>
              <w:top w:val="nil"/>
              <w:left w:val="nil"/>
              <w:bottom w:val="nil"/>
              <w:right w:val="nil"/>
            </w:tcBorders>
            <w:vAlign w:val="bottom"/>
            <w:hideMark/>
          </w:tcPr>
          <w:p w14:paraId="0D37B4C7"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2D1EEEDE"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Heavy</w:t>
            </w:r>
          </w:p>
        </w:tc>
        <w:tc>
          <w:tcPr>
            <w:tcW w:w="0" w:type="auto"/>
            <w:tcBorders>
              <w:top w:val="nil"/>
              <w:left w:val="nil"/>
              <w:bottom w:val="nil"/>
              <w:right w:val="nil"/>
            </w:tcBorders>
            <w:vAlign w:val="bottom"/>
            <w:hideMark/>
          </w:tcPr>
          <w:p w14:paraId="16BE7372" w14:textId="68BB778C"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4.2</w:t>
            </w:r>
          </w:p>
        </w:tc>
        <w:tc>
          <w:tcPr>
            <w:tcW w:w="0" w:type="auto"/>
            <w:tcBorders>
              <w:top w:val="nil"/>
              <w:left w:val="nil"/>
              <w:bottom w:val="nil"/>
              <w:right w:val="nil"/>
            </w:tcBorders>
            <w:vAlign w:val="bottom"/>
            <w:hideMark/>
          </w:tcPr>
          <w:p w14:paraId="235FAA1E" w14:textId="7AE61E9B"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39.8 </w:t>
            </w:r>
          </w:p>
        </w:tc>
        <w:tc>
          <w:tcPr>
            <w:tcW w:w="0" w:type="auto"/>
            <w:tcBorders>
              <w:top w:val="nil"/>
              <w:left w:val="nil"/>
              <w:bottom w:val="nil"/>
              <w:right w:val="nil"/>
            </w:tcBorders>
            <w:vAlign w:val="bottom"/>
            <w:hideMark/>
          </w:tcPr>
          <w:p w14:paraId="280E023D" w14:textId="77777777" w:rsidR="0033591B" w:rsidRPr="0033591B" w:rsidRDefault="0033591B" w:rsidP="0033591B">
            <w:pPr>
              <w:rPr>
                <w:rFonts w:eastAsia="Times New Roman" w:cs="Times New Roman"/>
                <w:color w:val="000000"/>
                <w:sz w:val="22"/>
                <w:szCs w:val="22"/>
                <w:lang w:eastAsia="ja-JP"/>
              </w:rPr>
            </w:pPr>
          </w:p>
        </w:tc>
      </w:tr>
      <w:tr w:rsidR="00611743" w:rsidRPr="0033591B" w14:paraId="431F2055" w14:textId="77777777" w:rsidTr="0033591B">
        <w:trPr>
          <w:trHeight w:val="300"/>
        </w:trPr>
        <w:tc>
          <w:tcPr>
            <w:tcW w:w="0" w:type="auto"/>
            <w:tcBorders>
              <w:top w:val="nil"/>
              <w:left w:val="nil"/>
              <w:bottom w:val="nil"/>
              <w:right w:val="nil"/>
            </w:tcBorders>
            <w:vAlign w:val="bottom"/>
            <w:hideMark/>
          </w:tcPr>
          <w:p w14:paraId="7AB6D20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Low physical activity</w:t>
            </w:r>
          </w:p>
        </w:tc>
        <w:tc>
          <w:tcPr>
            <w:tcW w:w="0" w:type="auto"/>
            <w:tcBorders>
              <w:top w:val="nil"/>
              <w:left w:val="nil"/>
              <w:bottom w:val="nil"/>
              <w:right w:val="nil"/>
            </w:tcBorders>
            <w:vAlign w:val="bottom"/>
            <w:hideMark/>
          </w:tcPr>
          <w:p w14:paraId="52A3F6FC"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No</w:t>
            </w:r>
          </w:p>
        </w:tc>
        <w:tc>
          <w:tcPr>
            <w:tcW w:w="0" w:type="auto"/>
            <w:tcBorders>
              <w:top w:val="nil"/>
              <w:left w:val="nil"/>
              <w:bottom w:val="nil"/>
              <w:right w:val="nil"/>
            </w:tcBorders>
            <w:vAlign w:val="bottom"/>
            <w:hideMark/>
          </w:tcPr>
          <w:p w14:paraId="77471469" w14:textId="69311DF6"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77.6 </w:t>
            </w:r>
          </w:p>
        </w:tc>
        <w:tc>
          <w:tcPr>
            <w:tcW w:w="0" w:type="auto"/>
            <w:tcBorders>
              <w:top w:val="nil"/>
              <w:left w:val="nil"/>
              <w:bottom w:val="nil"/>
              <w:right w:val="nil"/>
            </w:tcBorders>
            <w:vAlign w:val="bottom"/>
            <w:hideMark/>
          </w:tcPr>
          <w:p w14:paraId="7CE6EB70" w14:textId="1C5757BC"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47.8 </w:t>
            </w:r>
          </w:p>
        </w:tc>
        <w:tc>
          <w:tcPr>
            <w:tcW w:w="0" w:type="auto"/>
            <w:tcBorders>
              <w:top w:val="nil"/>
              <w:left w:val="nil"/>
              <w:bottom w:val="nil"/>
              <w:right w:val="nil"/>
            </w:tcBorders>
            <w:vAlign w:val="bottom"/>
            <w:hideMark/>
          </w:tcPr>
          <w:p w14:paraId="41E32C16"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&lt;0.001</w:t>
            </w:r>
          </w:p>
        </w:tc>
      </w:tr>
      <w:tr w:rsidR="00611743" w:rsidRPr="0033591B" w14:paraId="376462F5" w14:textId="77777777" w:rsidTr="0033591B">
        <w:trPr>
          <w:trHeight w:val="315"/>
        </w:trPr>
        <w:tc>
          <w:tcPr>
            <w:tcW w:w="0" w:type="auto"/>
            <w:tcBorders>
              <w:top w:val="nil"/>
              <w:left w:val="nil"/>
              <w:bottom w:val="nil"/>
              <w:right w:val="nil"/>
            </w:tcBorders>
            <w:vAlign w:val="bottom"/>
            <w:hideMark/>
          </w:tcPr>
          <w:p w14:paraId="1C283CA4" w14:textId="77777777" w:rsidR="0033591B" w:rsidRPr="0033591B" w:rsidRDefault="0033591B" w:rsidP="0033591B">
            <w:pPr>
              <w:rPr>
                <w:rFonts w:eastAsia="Times New Roman" w:cs="Times New Roman"/>
                <w:color w:val="000000"/>
                <w:sz w:val="22"/>
                <w:szCs w:val="22"/>
                <w:lang w:eastAsia="ja-JP"/>
              </w:rPr>
            </w:pPr>
          </w:p>
        </w:tc>
        <w:tc>
          <w:tcPr>
            <w:tcW w:w="0" w:type="auto"/>
            <w:tcBorders>
              <w:top w:val="nil"/>
              <w:left w:val="nil"/>
              <w:bottom w:val="nil"/>
              <w:right w:val="nil"/>
            </w:tcBorders>
            <w:vAlign w:val="bottom"/>
            <w:hideMark/>
          </w:tcPr>
          <w:p w14:paraId="4EAB184C"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Yes</w:t>
            </w:r>
          </w:p>
        </w:tc>
        <w:tc>
          <w:tcPr>
            <w:tcW w:w="0" w:type="auto"/>
            <w:tcBorders>
              <w:top w:val="nil"/>
              <w:left w:val="nil"/>
              <w:bottom w:val="nil"/>
              <w:right w:val="nil"/>
            </w:tcBorders>
            <w:vAlign w:val="bottom"/>
            <w:hideMark/>
          </w:tcPr>
          <w:p w14:paraId="14D008B5" w14:textId="5DCD9A51"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22.4 </w:t>
            </w:r>
          </w:p>
        </w:tc>
        <w:tc>
          <w:tcPr>
            <w:tcW w:w="0" w:type="auto"/>
            <w:tcBorders>
              <w:top w:val="nil"/>
              <w:left w:val="nil"/>
              <w:bottom w:val="nil"/>
              <w:right w:val="nil"/>
            </w:tcBorders>
            <w:vAlign w:val="bottom"/>
            <w:hideMark/>
          </w:tcPr>
          <w:p w14:paraId="0BEACD37" w14:textId="33A5F928"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56.8 </w:t>
            </w:r>
          </w:p>
        </w:tc>
        <w:tc>
          <w:tcPr>
            <w:tcW w:w="0" w:type="auto"/>
            <w:tcBorders>
              <w:top w:val="nil"/>
              <w:left w:val="nil"/>
              <w:bottom w:val="nil"/>
              <w:right w:val="nil"/>
            </w:tcBorders>
            <w:vAlign w:val="bottom"/>
            <w:hideMark/>
          </w:tcPr>
          <w:p w14:paraId="49CF7911" w14:textId="77777777" w:rsidR="0033591B" w:rsidRPr="0033591B" w:rsidRDefault="0033591B" w:rsidP="0033591B">
            <w:pPr>
              <w:rPr>
                <w:rFonts w:eastAsia="Times New Roman" w:cs="Times New Roman"/>
                <w:color w:val="000000"/>
                <w:sz w:val="22"/>
                <w:szCs w:val="22"/>
                <w:lang w:eastAsia="ja-JP"/>
              </w:rPr>
            </w:pPr>
          </w:p>
        </w:tc>
      </w:tr>
      <w:tr w:rsidR="00611743" w:rsidRPr="0033591B" w14:paraId="0E3EBC03" w14:textId="77777777" w:rsidTr="0033591B">
        <w:trPr>
          <w:trHeight w:val="360"/>
        </w:trPr>
        <w:tc>
          <w:tcPr>
            <w:tcW w:w="0" w:type="auto"/>
            <w:tcBorders>
              <w:top w:val="nil"/>
              <w:left w:val="nil"/>
              <w:bottom w:val="nil"/>
              <w:right w:val="nil"/>
            </w:tcBorders>
            <w:vAlign w:val="bottom"/>
            <w:hideMark/>
          </w:tcPr>
          <w:p w14:paraId="21352C6B"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BMI (kg/m</w:t>
            </w:r>
            <w:r w:rsidRPr="0033591B">
              <w:rPr>
                <w:rFonts w:eastAsia="Times New Roman" w:cs="Times New Roman"/>
                <w:color w:val="000000"/>
                <w:sz w:val="22"/>
                <w:szCs w:val="22"/>
                <w:vertAlign w:val="superscript"/>
                <w:lang w:eastAsia="ja-JP"/>
              </w:rPr>
              <w:t>2</w:t>
            </w:r>
            <w:r w:rsidRPr="0033591B">
              <w:rPr>
                <w:rFonts w:eastAsia="Times New Roman" w:cs="Times New Roman"/>
                <w:color w:val="000000"/>
                <w:sz w:val="22"/>
                <w:szCs w:val="22"/>
                <w:lang w:eastAsia="ja-JP"/>
              </w:rPr>
              <w:t>)</w:t>
            </w:r>
          </w:p>
        </w:tc>
        <w:tc>
          <w:tcPr>
            <w:tcW w:w="0" w:type="auto"/>
            <w:tcBorders>
              <w:top w:val="nil"/>
              <w:left w:val="nil"/>
              <w:bottom w:val="nil"/>
              <w:right w:val="nil"/>
            </w:tcBorders>
            <w:vAlign w:val="bottom"/>
            <w:hideMark/>
          </w:tcPr>
          <w:p w14:paraId="0FF5CF6E"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&lt;18.5</w:t>
            </w:r>
          </w:p>
        </w:tc>
        <w:tc>
          <w:tcPr>
            <w:tcW w:w="0" w:type="auto"/>
            <w:tcBorders>
              <w:top w:val="nil"/>
              <w:left w:val="nil"/>
              <w:bottom w:val="nil"/>
              <w:right w:val="nil"/>
            </w:tcBorders>
            <w:vAlign w:val="bottom"/>
            <w:hideMark/>
          </w:tcPr>
          <w:p w14:paraId="6423582B" w14:textId="0154444F"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16.2 </w:t>
            </w:r>
          </w:p>
        </w:tc>
        <w:tc>
          <w:tcPr>
            <w:tcW w:w="0" w:type="auto"/>
            <w:tcBorders>
              <w:top w:val="nil"/>
              <w:left w:val="nil"/>
              <w:bottom w:val="nil"/>
              <w:right w:val="nil"/>
            </w:tcBorders>
            <w:vAlign w:val="bottom"/>
            <w:hideMark/>
          </w:tcPr>
          <w:p w14:paraId="3AFA6614" w14:textId="18CD36D6"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52.1 </w:t>
            </w:r>
          </w:p>
        </w:tc>
        <w:tc>
          <w:tcPr>
            <w:tcW w:w="0" w:type="auto"/>
            <w:tcBorders>
              <w:top w:val="nil"/>
              <w:left w:val="nil"/>
              <w:bottom w:val="nil"/>
              <w:right w:val="nil"/>
            </w:tcBorders>
            <w:vAlign w:val="bottom"/>
            <w:hideMark/>
          </w:tcPr>
          <w:p w14:paraId="332ADBCB" w14:textId="77777777" w:rsidR="0033591B" w:rsidRPr="0033591B" w:rsidRDefault="0033591B" w:rsidP="0033591B">
            <w:pPr>
              <w:rPr>
                <w:rFonts w:eastAsia="Times New Roman" w:cs="Times New Roman"/>
                <w:color w:val="000000"/>
                <w:sz w:val="22"/>
                <w:szCs w:val="22"/>
                <w:lang w:eastAsia="ja-JP"/>
              </w:rPr>
            </w:pPr>
          </w:p>
        </w:tc>
      </w:tr>
      <w:tr w:rsidR="00611743" w:rsidRPr="0033591B" w14:paraId="64077861" w14:textId="77777777" w:rsidTr="0033591B">
        <w:trPr>
          <w:trHeight w:val="315"/>
        </w:trPr>
        <w:tc>
          <w:tcPr>
            <w:tcW w:w="0" w:type="auto"/>
            <w:tcBorders>
              <w:top w:val="nil"/>
              <w:left w:val="nil"/>
              <w:bottom w:val="nil"/>
              <w:right w:val="nil"/>
            </w:tcBorders>
            <w:vAlign w:val="bottom"/>
            <w:hideMark/>
          </w:tcPr>
          <w:p w14:paraId="17BF7A96"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27CE8883"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18.5-24.9</w:t>
            </w:r>
          </w:p>
        </w:tc>
        <w:tc>
          <w:tcPr>
            <w:tcW w:w="0" w:type="auto"/>
            <w:tcBorders>
              <w:top w:val="nil"/>
              <w:left w:val="nil"/>
              <w:bottom w:val="nil"/>
              <w:right w:val="nil"/>
            </w:tcBorders>
            <w:vAlign w:val="bottom"/>
            <w:hideMark/>
          </w:tcPr>
          <w:p w14:paraId="3957D006" w14:textId="13BD62B3"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47.8 </w:t>
            </w:r>
          </w:p>
        </w:tc>
        <w:tc>
          <w:tcPr>
            <w:tcW w:w="0" w:type="auto"/>
            <w:tcBorders>
              <w:top w:val="nil"/>
              <w:left w:val="nil"/>
              <w:bottom w:val="nil"/>
              <w:right w:val="nil"/>
            </w:tcBorders>
            <w:vAlign w:val="bottom"/>
            <w:hideMark/>
          </w:tcPr>
          <w:p w14:paraId="78D44620" w14:textId="6380196C"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44.2 </w:t>
            </w:r>
          </w:p>
        </w:tc>
        <w:tc>
          <w:tcPr>
            <w:tcW w:w="0" w:type="auto"/>
            <w:tcBorders>
              <w:top w:val="nil"/>
              <w:left w:val="nil"/>
              <w:bottom w:val="nil"/>
              <w:right w:val="nil"/>
            </w:tcBorders>
            <w:vAlign w:val="bottom"/>
            <w:hideMark/>
          </w:tcPr>
          <w:p w14:paraId="02933290"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&lt;0.001</w:t>
            </w:r>
          </w:p>
        </w:tc>
      </w:tr>
      <w:tr w:rsidR="00611743" w:rsidRPr="0033591B" w14:paraId="54F7AFD9" w14:textId="77777777" w:rsidTr="0033591B">
        <w:trPr>
          <w:trHeight w:val="315"/>
        </w:trPr>
        <w:tc>
          <w:tcPr>
            <w:tcW w:w="0" w:type="auto"/>
            <w:tcBorders>
              <w:top w:val="nil"/>
              <w:left w:val="nil"/>
              <w:bottom w:val="nil"/>
              <w:right w:val="nil"/>
            </w:tcBorders>
            <w:vAlign w:val="bottom"/>
            <w:hideMark/>
          </w:tcPr>
          <w:p w14:paraId="0DA218AE" w14:textId="77777777" w:rsidR="0033591B" w:rsidRPr="0033591B" w:rsidRDefault="0033591B" w:rsidP="0033591B">
            <w:pPr>
              <w:rPr>
                <w:rFonts w:eastAsia="Times New Roman" w:cs="Times New Roman"/>
                <w:color w:val="000000"/>
                <w:sz w:val="22"/>
                <w:szCs w:val="22"/>
                <w:lang w:eastAsia="ja-JP"/>
              </w:rPr>
            </w:pPr>
          </w:p>
        </w:tc>
        <w:tc>
          <w:tcPr>
            <w:tcW w:w="0" w:type="auto"/>
            <w:tcBorders>
              <w:top w:val="nil"/>
              <w:left w:val="nil"/>
              <w:bottom w:val="nil"/>
              <w:right w:val="nil"/>
            </w:tcBorders>
            <w:vAlign w:val="bottom"/>
            <w:hideMark/>
          </w:tcPr>
          <w:p w14:paraId="1E9983DC"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25.0-29.9</w:t>
            </w:r>
          </w:p>
        </w:tc>
        <w:tc>
          <w:tcPr>
            <w:tcW w:w="0" w:type="auto"/>
            <w:tcBorders>
              <w:top w:val="nil"/>
              <w:left w:val="nil"/>
              <w:bottom w:val="nil"/>
              <w:right w:val="nil"/>
            </w:tcBorders>
            <w:vAlign w:val="bottom"/>
            <w:hideMark/>
          </w:tcPr>
          <w:p w14:paraId="02644EB1" w14:textId="445C22C2"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24.5 </w:t>
            </w:r>
          </w:p>
        </w:tc>
        <w:tc>
          <w:tcPr>
            <w:tcW w:w="0" w:type="auto"/>
            <w:tcBorders>
              <w:top w:val="nil"/>
              <w:left w:val="nil"/>
              <w:bottom w:val="nil"/>
              <w:right w:val="nil"/>
            </w:tcBorders>
            <w:vAlign w:val="bottom"/>
            <w:hideMark/>
          </w:tcPr>
          <w:p w14:paraId="5D2B7F84" w14:textId="1DAE3875"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51.4 </w:t>
            </w:r>
          </w:p>
        </w:tc>
        <w:tc>
          <w:tcPr>
            <w:tcW w:w="0" w:type="auto"/>
            <w:tcBorders>
              <w:top w:val="nil"/>
              <w:left w:val="nil"/>
              <w:bottom w:val="nil"/>
              <w:right w:val="nil"/>
            </w:tcBorders>
            <w:vAlign w:val="bottom"/>
            <w:hideMark/>
          </w:tcPr>
          <w:p w14:paraId="68C7D307" w14:textId="77777777" w:rsidR="0033591B" w:rsidRPr="0033591B" w:rsidRDefault="0033591B" w:rsidP="0033591B">
            <w:pPr>
              <w:rPr>
                <w:rFonts w:eastAsia="Times New Roman" w:cs="Times New Roman"/>
                <w:color w:val="000000"/>
                <w:sz w:val="22"/>
                <w:szCs w:val="22"/>
                <w:lang w:eastAsia="ja-JP"/>
              </w:rPr>
            </w:pPr>
          </w:p>
        </w:tc>
      </w:tr>
      <w:tr w:rsidR="00611743" w:rsidRPr="0033591B" w14:paraId="50159DBC" w14:textId="77777777" w:rsidTr="0033591B">
        <w:trPr>
          <w:trHeight w:val="315"/>
        </w:trPr>
        <w:tc>
          <w:tcPr>
            <w:tcW w:w="0" w:type="auto"/>
            <w:tcBorders>
              <w:top w:val="nil"/>
              <w:left w:val="nil"/>
              <w:bottom w:val="nil"/>
              <w:right w:val="nil"/>
            </w:tcBorders>
            <w:vAlign w:val="bottom"/>
            <w:hideMark/>
          </w:tcPr>
          <w:p w14:paraId="3D21FEC9" w14:textId="77777777" w:rsidR="0033591B" w:rsidRPr="0033591B" w:rsidRDefault="0033591B" w:rsidP="0033591B">
            <w:pPr>
              <w:rPr>
                <w:rFonts w:eastAsia="Times New Roman" w:cs="Times New Roman"/>
                <w:sz w:val="20"/>
                <w:szCs w:val="20"/>
                <w:lang w:eastAsia="ja-JP"/>
              </w:rPr>
            </w:pPr>
          </w:p>
        </w:tc>
        <w:tc>
          <w:tcPr>
            <w:tcW w:w="0" w:type="auto"/>
            <w:tcBorders>
              <w:top w:val="nil"/>
              <w:left w:val="nil"/>
              <w:bottom w:val="nil"/>
              <w:right w:val="nil"/>
            </w:tcBorders>
            <w:vAlign w:val="bottom"/>
            <w:hideMark/>
          </w:tcPr>
          <w:p w14:paraId="5C382E86"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≥30</w:t>
            </w:r>
          </w:p>
        </w:tc>
        <w:tc>
          <w:tcPr>
            <w:tcW w:w="0" w:type="auto"/>
            <w:tcBorders>
              <w:top w:val="nil"/>
              <w:left w:val="nil"/>
              <w:bottom w:val="nil"/>
              <w:right w:val="nil"/>
            </w:tcBorders>
            <w:vAlign w:val="bottom"/>
            <w:hideMark/>
          </w:tcPr>
          <w:p w14:paraId="725DABC9" w14:textId="3FB89B06"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11.5 </w:t>
            </w:r>
          </w:p>
        </w:tc>
        <w:tc>
          <w:tcPr>
            <w:tcW w:w="0" w:type="auto"/>
            <w:tcBorders>
              <w:top w:val="nil"/>
              <w:left w:val="nil"/>
              <w:bottom w:val="nil"/>
              <w:right w:val="nil"/>
            </w:tcBorders>
            <w:vAlign w:val="bottom"/>
            <w:hideMark/>
          </w:tcPr>
          <w:p w14:paraId="0E942772" w14:textId="282009B3"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67.5 </w:t>
            </w:r>
          </w:p>
        </w:tc>
        <w:tc>
          <w:tcPr>
            <w:tcW w:w="0" w:type="auto"/>
            <w:tcBorders>
              <w:top w:val="nil"/>
              <w:left w:val="nil"/>
              <w:bottom w:val="nil"/>
              <w:right w:val="nil"/>
            </w:tcBorders>
            <w:vAlign w:val="bottom"/>
            <w:hideMark/>
          </w:tcPr>
          <w:p w14:paraId="64BA09C4" w14:textId="77777777" w:rsidR="0033591B" w:rsidRPr="0033591B" w:rsidRDefault="0033591B" w:rsidP="0033591B">
            <w:pPr>
              <w:rPr>
                <w:rFonts w:eastAsia="Times New Roman" w:cs="Times New Roman"/>
                <w:color w:val="000000"/>
                <w:sz w:val="22"/>
                <w:szCs w:val="22"/>
                <w:lang w:eastAsia="ja-JP"/>
              </w:rPr>
            </w:pPr>
          </w:p>
        </w:tc>
      </w:tr>
      <w:tr w:rsidR="00611743" w:rsidRPr="0033591B" w14:paraId="1355C8A8" w14:textId="77777777" w:rsidTr="0033591B">
        <w:trPr>
          <w:trHeight w:val="300"/>
        </w:trPr>
        <w:tc>
          <w:tcPr>
            <w:tcW w:w="0" w:type="auto"/>
            <w:tcBorders>
              <w:top w:val="nil"/>
              <w:left w:val="nil"/>
              <w:bottom w:val="nil"/>
              <w:right w:val="nil"/>
            </w:tcBorders>
            <w:vAlign w:val="bottom"/>
            <w:hideMark/>
          </w:tcPr>
          <w:p w14:paraId="685126F6"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Depression</w:t>
            </w:r>
          </w:p>
        </w:tc>
        <w:tc>
          <w:tcPr>
            <w:tcW w:w="0" w:type="auto"/>
            <w:tcBorders>
              <w:top w:val="nil"/>
              <w:left w:val="nil"/>
              <w:bottom w:val="nil"/>
              <w:right w:val="nil"/>
            </w:tcBorders>
            <w:vAlign w:val="bottom"/>
            <w:hideMark/>
          </w:tcPr>
          <w:p w14:paraId="0C509A44"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No</w:t>
            </w:r>
          </w:p>
        </w:tc>
        <w:tc>
          <w:tcPr>
            <w:tcW w:w="0" w:type="auto"/>
            <w:tcBorders>
              <w:top w:val="nil"/>
              <w:left w:val="nil"/>
              <w:bottom w:val="nil"/>
              <w:right w:val="nil"/>
            </w:tcBorders>
            <w:vAlign w:val="bottom"/>
            <w:hideMark/>
          </w:tcPr>
          <w:p w14:paraId="0B3ACF97" w14:textId="7020EDAB"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94.5 </w:t>
            </w:r>
          </w:p>
        </w:tc>
        <w:tc>
          <w:tcPr>
            <w:tcW w:w="0" w:type="auto"/>
            <w:tcBorders>
              <w:top w:val="nil"/>
              <w:left w:val="nil"/>
              <w:bottom w:val="nil"/>
              <w:right w:val="nil"/>
            </w:tcBorders>
            <w:vAlign w:val="bottom"/>
            <w:hideMark/>
          </w:tcPr>
          <w:p w14:paraId="6A3A7FC3" w14:textId="3A4AAA90"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48.3 </w:t>
            </w:r>
          </w:p>
        </w:tc>
        <w:tc>
          <w:tcPr>
            <w:tcW w:w="0" w:type="auto"/>
            <w:tcBorders>
              <w:top w:val="nil"/>
              <w:left w:val="nil"/>
              <w:bottom w:val="nil"/>
              <w:right w:val="nil"/>
            </w:tcBorders>
            <w:vAlign w:val="bottom"/>
            <w:hideMark/>
          </w:tcPr>
          <w:p w14:paraId="6144469C"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&lt;0.001</w:t>
            </w:r>
          </w:p>
        </w:tc>
      </w:tr>
      <w:tr w:rsidR="00611743" w:rsidRPr="0033591B" w14:paraId="59EFEF4D" w14:textId="77777777" w:rsidTr="0033591B">
        <w:trPr>
          <w:trHeight w:val="300"/>
        </w:trPr>
        <w:tc>
          <w:tcPr>
            <w:tcW w:w="0" w:type="auto"/>
            <w:tcBorders>
              <w:top w:val="nil"/>
              <w:left w:val="nil"/>
              <w:bottom w:val="single" w:sz="4" w:space="0" w:color="auto"/>
              <w:right w:val="nil"/>
            </w:tcBorders>
            <w:vAlign w:val="bottom"/>
            <w:hideMark/>
          </w:tcPr>
          <w:p w14:paraId="5CFFA3C8"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w:t>
            </w:r>
          </w:p>
        </w:tc>
        <w:tc>
          <w:tcPr>
            <w:tcW w:w="0" w:type="auto"/>
            <w:tcBorders>
              <w:top w:val="nil"/>
              <w:left w:val="nil"/>
              <w:bottom w:val="single" w:sz="4" w:space="0" w:color="auto"/>
              <w:right w:val="nil"/>
            </w:tcBorders>
            <w:vAlign w:val="bottom"/>
            <w:hideMark/>
          </w:tcPr>
          <w:p w14:paraId="563B05D3"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Yes</w:t>
            </w:r>
          </w:p>
        </w:tc>
        <w:tc>
          <w:tcPr>
            <w:tcW w:w="0" w:type="auto"/>
            <w:tcBorders>
              <w:top w:val="nil"/>
              <w:left w:val="nil"/>
              <w:bottom w:val="single" w:sz="4" w:space="0" w:color="auto"/>
              <w:right w:val="nil"/>
            </w:tcBorders>
            <w:vAlign w:val="bottom"/>
            <w:hideMark/>
          </w:tcPr>
          <w:p w14:paraId="315B4526" w14:textId="5D7E3073" w:rsidR="0033591B" w:rsidRPr="0033591B" w:rsidRDefault="0033591B" w:rsidP="00050D68">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5.5 </w:t>
            </w:r>
          </w:p>
        </w:tc>
        <w:tc>
          <w:tcPr>
            <w:tcW w:w="0" w:type="auto"/>
            <w:tcBorders>
              <w:top w:val="nil"/>
              <w:left w:val="nil"/>
              <w:bottom w:val="single" w:sz="4" w:space="0" w:color="auto"/>
              <w:right w:val="nil"/>
            </w:tcBorders>
            <w:vAlign w:val="bottom"/>
            <w:hideMark/>
          </w:tcPr>
          <w:p w14:paraId="15787FF3" w14:textId="4D159952" w:rsidR="0033591B" w:rsidRPr="0033591B" w:rsidRDefault="0033591B" w:rsidP="00EA4E16">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xml:space="preserve">76.5 </w:t>
            </w:r>
          </w:p>
        </w:tc>
        <w:tc>
          <w:tcPr>
            <w:tcW w:w="0" w:type="auto"/>
            <w:tcBorders>
              <w:top w:val="nil"/>
              <w:left w:val="nil"/>
              <w:bottom w:val="single" w:sz="4" w:space="0" w:color="auto"/>
              <w:right w:val="nil"/>
            </w:tcBorders>
            <w:vAlign w:val="bottom"/>
            <w:hideMark/>
          </w:tcPr>
          <w:p w14:paraId="4AD14925" w14:textId="77777777" w:rsidR="0033591B" w:rsidRPr="0033591B" w:rsidRDefault="0033591B" w:rsidP="0033591B">
            <w:pPr>
              <w:rPr>
                <w:rFonts w:eastAsia="Times New Roman" w:cs="Times New Roman"/>
                <w:color w:val="000000"/>
                <w:sz w:val="22"/>
                <w:szCs w:val="22"/>
                <w:lang w:eastAsia="ja-JP"/>
              </w:rPr>
            </w:pPr>
            <w:r w:rsidRPr="0033591B">
              <w:rPr>
                <w:rFonts w:eastAsia="Times New Roman" w:cs="Times New Roman"/>
                <w:color w:val="000000"/>
                <w:sz w:val="22"/>
                <w:szCs w:val="22"/>
                <w:lang w:eastAsia="ja-JP"/>
              </w:rPr>
              <w:t> </w:t>
            </w:r>
          </w:p>
        </w:tc>
      </w:tr>
    </w:tbl>
    <w:p w14:paraId="33083273" w14:textId="691319E7" w:rsidR="00961AD6" w:rsidRPr="006D605E" w:rsidRDefault="008F1CC2" w:rsidP="006D605E">
      <w:pPr>
        <w:jc w:val="both"/>
        <w:rPr>
          <w:rFonts w:eastAsia="Times New Roman"/>
          <w:sz w:val="20"/>
          <w:szCs w:val="20"/>
        </w:rPr>
      </w:pPr>
      <w:r w:rsidRPr="006D605E">
        <w:rPr>
          <w:rFonts w:eastAsia="Times New Roman"/>
          <w:sz w:val="20"/>
          <w:szCs w:val="20"/>
        </w:rPr>
        <w:t>Abbreviation: BMI Body mass index</w:t>
      </w:r>
    </w:p>
    <w:p w14:paraId="43DDE487" w14:textId="77777777" w:rsidR="00050D68" w:rsidRDefault="00A47042" w:rsidP="006D605E">
      <w:pPr>
        <w:jc w:val="both"/>
        <w:rPr>
          <w:rFonts w:eastAsia="Times New Roman"/>
          <w:sz w:val="20"/>
          <w:szCs w:val="20"/>
        </w:rPr>
      </w:pPr>
      <w:r>
        <w:rPr>
          <w:rFonts w:eastAsia="Times New Roman"/>
          <w:sz w:val="20"/>
          <w:szCs w:val="20"/>
        </w:rPr>
        <w:t>Percentage is based on weighted sample</w:t>
      </w:r>
      <w:r w:rsidR="00050D68">
        <w:rPr>
          <w:rFonts w:eastAsia="Times New Roman"/>
          <w:sz w:val="20"/>
          <w:szCs w:val="20"/>
        </w:rPr>
        <w:t>.</w:t>
      </w:r>
    </w:p>
    <w:p w14:paraId="35957186" w14:textId="50A7CE0F" w:rsidR="006D605E" w:rsidRPr="00F033F5" w:rsidRDefault="00050D68" w:rsidP="006D605E">
      <w:pPr>
        <w:jc w:val="both"/>
        <w:rPr>
          <w:rFonts w:eastAsia="Times New Roman"/>
          <w:sz w:val="20"/>
          <w:szCs w:val="20"/>
          <w:vertAlign w:val="superscript"/>
        </w:rPr>
      </w:pPr>
      <w:r w:rsidRPr="00F033F5">
        <w:rPr>
          <w:rFonts w:eastAsia="Times New Roman"/>
          <w:sz w:val="20"/>
          <w:szCs w:val="20"/>
          <w:vertAlign w:val="superscript"/>
        </w:rPr>
        <w:t>a</w:t>
      </w:r>
      <w:r>
        <w:rPr>
          <w:rFonts w:eastAsia="Times New Roman"/>
          <w:sz w:val="20"/>
          <w:szCs w:val="20"/>
          <w:vertAlign w:val="superscript"/>
        </w:rPr>
        <w:t xml:space="preserve"> </w:t>
      </w:r>
      <w:r>
        <w:rPr>
          <w:rFonts w:eastAsia="Times New Roman"/>
          <w:sz w:val="20"/>
          <w:szCs w:val="20"/>
        </w:rPr>
        <w:t>Denominator ranges from 31179 to 32715.</w:t>
      </w:r>
    </w:p>
    <w:p w14:paraId="599F1629" w14:textId="77777777" w:rsidR="004036D5" w:rsidRPr="006D605E" w:rsidRDefault="004036D5" w:rsidP="006D605E">
      <w:pPr>
        <w:jc w:val="both"/>
        <w:rPr>
          <w:rFonts w:eastAsia="Times New Roman"/>
          <w:sz w:val="20"/>
          <w:szCs w:val="20"/>
        </w:rPr>
      </w:pPr>
    </w:p>
    <w:p w14:paraId="52D2A2A8" w14:textId="77777777" w:rsidR="000C5856" w:rsidRDefault="000C5856" w:rsidP="006D605E">
      <w:pPr>
        <w:jc w:val="both"/>
        <w:rPr>
          <w:rFonts w:eastAsia="Times New Roman"/>
        </w:rPr>
        <w:sectPr w:rsidR="000C5856" w:rsidSect="005B761D">
          <w:pgSz w:w="11900" w:h="16840"/>
          <w:pgMar w:top="1440" w:right="1080" w:bottom="1440" w:left="1080" w:header="720" w:footer="720" w:gutter="0"/>
          <w:lnNumType w:countBy="1" w:restart="continuous"/>
          <w:cols w:space="720"/>
          <w:docGrid w:linePitch="360"/>
        </w:sectPr>
      </w:pPr>
    </w:p>
    <w:tbl>
      <w:tblPr>
        <w:tblW w:w="0" w:type="auto"/>
        <w:tblInd w:w="108" w:type="dxa"/>
        <w:tblCellMar>
          <w:top w:w="15" w:type="dxa"/>
          <w:bottom w:w="15" w:type="dxa"/>
        </w:tblCellMar>
        <w:tblLook w:val="04A0" w:firstRow="1" w:lastRow="0" w:firstColumn="1" w:lastColumn="0" w:noHBand="0" w:noVBand="1"/>
      </w:tblPr>
      <w:tblGrid>
        <w:gridCol w:w="3113"/>
        <w:gridCol w:w="1716"/>
        <w:gridCol w:w="1008"/>
        <w:gridCol w:w="1828"/>
        <w:gridCol w:w="1463"/>
      </w:tblGrid>
      <w:tr w:rsidR="00BB59DB" w:rsidRPr="00BB59DB" w14:paraId="095214C6" w14:textId="77777777" w:rsidTr="00BB59DB">
        <w:trPr>
          <w:trHeight w:val="315"/>
        </w:trPr>
        <w:tc>
          <w:tcPr>
            <w:tcW w:w="0" w:type="auto"/>
            <w:gridSpan w:val="5"/>
            <w:tcBorders>
              <w:top w:val="nil"/>
              <w:left w:val="nil"/>
              <w:bottom w:val="single" w:sz="4" w:space="0" w:color="auto"/>
              <w:right w:val="nil"/>
            </w:tcBorders>
            <w:vAlign w:val="center"/>
            <w:hideMark/>
          </w:tcPr>
          <w:p w14:paraId="68B881A2" w14:textId="14E2125A" w:rsidR="00BB59DB" w:rsidRPr="00BB59DB" w:rsidRDefault="00BB59DB" w:rsidP="00927651">
            <w:pPr>
              <w:rPr>
                <w:rFonts w:eastAsia="Times New Roman" w:cs="Times New Roman"/>
                <w:b/>
                <w:bCs/>
                <w:color w:val="000000"/>
                <w:lang w:eastAsia="ja-JP"/>
              </w:rPr>
            </w:pPr>
            <w:r w:rsidRPr="00BB59DB">
              <w:rPr>
                <w:rFonts w:eastAsia="Times New Roman" w:cs="Times New Roman"/>
                <w:b/>
                <w:bCs/>
                <w:color w:val="000000"/>
                <w:lang w:eastAsia="ja-JP"/>
              </w:rPr>
              <w:t xml:space="preserve">Table 2 </w:t>
            </w:r>
            <w:r w:rsidRPr="00BB59DB">
              <w:rPr>
                <w:rFonts w:eastAsia="Times New Roman" w:cs="Times New Roman"/>
                <w:color w:val="000000"/>
                <w:lang w:eastAsia="ja-JP"/>
              </w:rPr>
              <w:t>Prevalence of chronic conditions</w:t>
            </w:r>
            <w:r w:rsidR="001623FE">
              <w:rPr>
                <w:rFonts w:eastAsia="Times New Roman" w:cs="Times New Roman"/>
                <w:color w:val="000000"/>
                <w:lang w:eastAsia="ja-JP"/>
              </w:rPr>
              <w:t xml:space="preserve"> </w:t>
            </w:r>
            <w:r w:rsidRPr="00BB59DB">
              <w:rPr>
                <w:rFonts w:eastAsia="Times New Roman" w:cs="Times New Roman"/>
                <w:color w:val="000000"/>
                <w:lang w:eastAsia="ja-JP"/>
              </w:rPr>
              <w:t xml:space="preserve">and the </w:t>
            </w:r>
            <w:r w:rsidR="00927651">
              <w:rPr>
                <w:rFonts w:eastAsia="Times New Roman" w:cs="Times New Roman"/>
                <w:color w:val="000000"/>
                <w:lang w:eastAsia="ja-JP"/>
              </w:rPr>
              <w:t xml:space="preserve">proportion of individuals with </w:t>
            </w:r>
            <w:r w:rsidRPr="00BB59DB">
              <w:rPr>
                <w:rFonts w:eastAsia="Times New Roman" w:cs="Times New Roman"/>
                <w:color w:val="000000"/>
                <w:lang w:eastAsia="ja-JP"/>
              </w:rPr>
              <w:t>mild cognitive impairment by presence or absence of chronic conditions</w:t>
            </w:r>
          </w:p>
        </w:tc>
      </w:tr>
      <w:tr w:rsidR="00BB59DB" w:rsidRPr="00BB59DB" w14:paraId="20E3ADFA" w14:textId="77777777" w:rsidTr="009F574D">
        <w:trPr>
          <w:trHeight w:val="300"/>
        </w:trPr>
        <w:tc>
          <w:tcPr>
            <w:tcW w:w="0" w:type="auto"/>
            <w:tcBorders>
              <w:top w:val="nil"/>
              <w:left w:val="nil"/>
              <w:bottom w:val="double" w:sz="6" w:space="0" w:color="auto"/>
              <w:right w:val="nil"/>
            </w:tcBorders>
            <w:vAlign w:val="center"/>
            <w:hideMark/>
          </w:tcPr>
          <w:p w14:paraId="2CF39924"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Characteristic</w:t>
            </w:r>
          </w:p>
        </w:tc>
        <w:tc>
          <w:tcPr>
            <w:tcW w:w="0" w:type="auto"/>
            <w:tcBorders>
              <w:top w:val="nil"/>
              <w:left w:val="nil"/>
              <w:bottom w:val="double" w:sz="6" w:space="0" w:color="auto"/>
              <w:right w:val="nil"/>
            </w:tcBorders>
            <w:vAlign w:val="center"/>
            <w:hideMark/>
          </w:tcPr>
          <w:p w14:paraId="1846D02C"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Category</w:t>
            </w:r>
          </w:p>
        </w:tc>
        <w:tc>
          <w:tcPr>
            <w:tcW w:w="0" w:type="auto"/>
            <w:tcBorders>
              <w:top w:val="nil"/>
              <w:left w:val="nil"/>
              <w:bottom w:val="double" w:sz="6" w:space="0" w:color="auto"/>
              <w:right w:val="nil"/>
            </w:tcBorders>
            <w:vAlign w:val="center"/>
            <w:hideMark/>
          </w:tcPr>
          <w:p w14:paraId="6FACF682" w14:textId="5098E52C"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w:t>
            </w:r>
            <w:r w:rsidR="00F0026A" w:rsidRPr="00F033F5">
              <w:rPr>
                <w:rFonts w:eastAsia="Times New Roman" w:cs="Times New Roman"/>
                <w:color w:val="000000"/>
                <w:sz w:val="22"/>
                <w:szCs w:val="22"/>
                <w:vertAlign w:val="superscript"/>
                <w:lang w:eastAsia="ja-JP"/>
              </w:rPr>
              <w:t>a</w:t>
            </w:r>
          </w:p>
        </w:tc>
        <w:tc>
          <w:tcPr>
            <w:tcW w:w="0" w:type="auto"/>
            <w:tcBorders>
              <w:top w:val="nil"/>
              <w:left w:val="nil"/>
              <w:bottom w:val="double" w:sz="6" w:space="0" w:color="auto"/>
              <w:right w:val="nil"/>
            </w:tcBorders>
            <w:vAlign w:val="center"/>
            <w:hideMark/>
          </w:tcPr>
          <w:p w14:paraId="5979C0DA" w14:textId="149CAD04"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 with MCI </w:t>
            </w:r>
          </w:p>
        </w:tc>
        <w:tc>
          <w:tcPr>
            <w:tcW w:w="0" w:type="auto"/>
            <w:tcBorders>
              <w:top w:val="nil"/>
              <w:left w:val="nil"/>
              <w:bottom w:val="double" w:sz="6" w:space="0" w:color="auto"/>
              <w:right w:val="nil"/>
            </w:tcBorders>
            <w:vAlign w:val="center"/>
            <w:hideMark/>
          </w:tcPr>
          <w:p w14:paraId="2EE84D21"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P-value</w:t>
            </w:r>
          </w:p>
        </w:tc>
      </w:tr>
      <w:tr w:rsidR="00BB59DB" w:rsidRPr="00BB59DB" w14:paraId="6EAEFBBA" w14:textId="77777777" w:rsidTr="00BB59DB">
        <w:trPr>
          <w:trHeight w:val="315"/>
        </w:trPr>
        <w:tc>
          <w:tcPr>
            <w:tcW w:w="0" w:type="auto"/>
            <w:tcBorders>
              <w:top w:val="nil"/>
              <w:left w:val="nil"/>
              <w:bottom w:val="nil"/>
              <w:right w:val="nil"/>
            </w:tcBorders>
            <w:vAlign w:val="center"/>
            <w:hideMark/>
          </w:tcPr>
          <w:p w14:paraId="59961221"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Angina</w:t>
            </w:r>
          </w:p>
        </w:tc>
        <w:tc>
          <w:tcPr>
            <w:tcW w:w="0" w:type="auto"/>
            <w:tcBorders>
              <w:top w:val="nil"/>
              <w:left w:val="nil"/>
              <w:bottom w:val="nil"/>
              <w:right w:val="nil"/>
            </w:tcBorders>
            <w:vAlign w:val="center"/>
            <w:hideMark/>
          </w:tcPr>
          <w:p w14:paraId="6D4272AC"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No</w:t>
            </w:r>
          </w:p>
        </w:tc>
        <w:tc>
          <w:tcPr>
            <w:tcW w:w="0" w:type="auto"/>
            <w:tcBorders>
              <w:top w:val="nil"/>
              <w:left w:val="nil"/>
              <w:bottom w:val="nil"/>
              <w:right w:val="nil"/>
            </w:tcBorders>
            <w:noWrap/>
            <w:vAlign w:val="center"/>
            <w:hideMark/>
          </w:tcPr>
          <w:p w14:paraId="293625E6" w14:textId="59A638BC" w:rsidR="00BB59DB" w:rsidRPr="00BB59DB" w:rsidRDefault="00BB59DB" w:rsidP="0021470A">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82.8 </w:t>
            </w:r>
          </w:p>
        </w:tc>
        <w:tc>
          <w:tcPr>
            <w:tcW w:w="0" w:type="auto"/>
            <w:tcBorders>
              <w:top w:val="nil"/>
              <w:left w:val="nil"/>
              <w:bottom w:val="nil"/>
              <w:right w:val="nil"/>
            </w:tcBorders>
            <w:noWrap/>
            <w:vAlign w:val="center"/>
            <w:hideMark/>
          </w:tcPr>
          <w:p w14:paraId="1D58B44F" w14:textId="58DB6CAC"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15.1 </w:t>
            </w:r>
          </w:p>
        </w:tc>
        <w:tc>
          <w:tcPr>
            <w:tcW w:w="0" w:type="auto"/>
            <w:tcBorders>
              <w:top w:val="nil"/>
              <w:left w:val="nil"/>
              <w:bottom w:val="nil"/>
              <w:right w:val="nil"/>
            </w:tcBorders>
            <w:vAlign w:val="center"/>
            <w:hideMark/>
          </w:tcPr>
          <w:p w14:paraId="6F0A06AD"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0.286</w:t>
            </w:r>
          </w:p>
        </w:tc>
      </w:tr>
      <w:tr w:rsidR="00BB59DB" w:rsidRPr="00BB59DB" w14:paraId="01CD963B" w14:textId="77777777" w:rsidTr="00BB59DB">
        <w:trPr>
          <w:trHeight w:val="300"/>
        </w:trPr>
        <w:tc>
          <w:tcPr>
            <w:tcW w:w="0" w:type="auto"/>
            <w:tcBorders>
              <w:top w:val="nil"/>
              <w:left w:val="nil"/>
              <w:bottom w:val="nil"/>
              <w:right w:val="nil"/>
            </w:tcBorders>
            <w:vAlign w:val="center"/>
            <w:hideMark/>
          </w:tcPr>
          <w:p w14:paraId="49FC0987"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65065CBA"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40203FDC" w14:textId="74E4DD4B" w:rsidR="00BB59DB" w:rsidRPr="00BB59DB" w:rsidRDefault="00BB59DB" w:rsidP="0021470A">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17.2 </w:t>
            </w:r>
          </w:p>
        </w:tc>
        <w:tc>
          <w:tcPr>
            <w:tcW w:w="0" w:type="auto"/>
            <w:tcBorders>
              <w:top w:val="nil"/>
              <w:left w:val="nil"/>
              <w:bottom w:val="nil"/>
              <w:right w:val="nil"/>
            </w:tcBorders>
            <w:noWrap/>
            <w:vAlign w:val="center"/>
            <w:hideMark/>
          </w:tcPr>
          <w:p w14:paraId="303EB12A" w14:textId="0B0A8C26"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16.3 </w:t>
            </w:r>
          </w:p>
        </w:tc>
        <w:tc>
          <w:tcPr>
            <w:tcW w:w="0" w:type="auto"/>
            <w:tcBorders>
              <w:top w:val="nil"/>
              <w:left w:val="nil"/>
              <w:bottom w:val="nil"/>
              <w:right w:val="nil"/>
            </w:tcBorders>
            <w:vAlign w:val="center"/>
            <w:hideMark/>
          </w:tcPr>
          <w:p w14:paraId="701F74B7" w14:textId="77777777" w:rsidR="00BB59DB" w:rsidRPr="00BB59DB" w:rsidRDefault="00BB59DB" w:rsidP="00BB59DB">
            <w:pPr>
              <w:rPr>
                <w:rFonts w:eastAsia="Times New Roman" w:cs="Times New Roman"/>
                <w:color w:val="000000"/>
                <w:sz w:val="22"/>
                <w:szCs w:val="22"/>
                <w:lang w:eastAsia="ja-JP"/>
              </w:rPr>
            </w:pPr>
          </w:p>
        </w:tc>
      </w:tr>
      <w:tr w:rsidR="00BB59DB" w:rsidRPr="00BB59DB" w14:paraId="4E4955EC" w14:textId="77777777" w:rsidTr="00BB59DB">
        <w:trPr>
          <w:trHeight w:val="300"/>
        </w:trPr>
        <w:tc>
          <w:tcPr>
            <w:tcW w:w="0" w:type="auto"/>
            <w:tcBorders>
              <w:top w:val="nil"/>
              <w:left w:val="nil"/>
              <w:bottom w:val="nil"/>
              <w:right w:val="nil"/>
            </w:tcBorders>
            <w:vAlign w:val="center"/>
            <w:hideMark/>
          </w:tcPr>
          <w:p w14:paraId="470911C0"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Arthritis</w:t>
            </w:r>
          </w:p>
        </w:tc>
        <w:tc>
          <w:tcPr>
            <w:tcW w:w="0" w:type="auto"/>
            <w:tcBorders>
              <w:top w:val="nil"/>
              <w:left w:val="nil"/>
              <w:bottom w:val="nil"/>
              <w:right w:val="nil"/>
            </w:tcBorders>
            <w:vAlign w:val="center"/>
            <w:hideMark/>
          </w:tcPr>
          <w:p w14:paraId="41FAD50F"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No</w:t>
            </w:r>
          </w:p>
        </w:tc>
        <w:tc>
          <w:tcPr>
            <w:tcW w:w="0" w:type="auto"/>
            <w:tcBorders>
              <w:top w:val="nil"/>
              <w:left w:val="nil"/>
              <w:bottom w:val="nil"/>
              <w:right w:val="nil"/>
            </w:tcBorders>
            <w:noWrap/>
            <w:vAlign w:val="center"/>
            <w:hideMark/>
          </w:tcPr>
          <w:p w14:paraId="4ECC76EA" w14:textId="2EAF31B2" w:rsidR="00BB59DB" w:rsidRPr="00BB59DB" w:rsidRDefault="00BB59DB" w:rsidP="0021470A">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71</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noWrap/>
            <w:vAlign w:val="center"/>
            <w:hideMark/>
          </w:tcPr>
          <w:p w14:paraId="14FAE061" w14:textId="121253BB"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14.2 </w:t>
            </w:r>
          </w:p>
        </w:tc>
        <w:tc>
          <w:tcPr>
            <w:tcW w:w="0" w:type="auto"/>
            <w:tcBorders>
              <w:top w:val="nil"/>
              <w:left w:val="nil"/>
              <w:bottom w:val="nil"/>
              <w:right w:val="nil"/>
            </w:tcBorders>
            <w:vAlign w:val="center"/>
            <w:hideMark/>
          </w:tcPr>
          <w:p w14:paraId="777E95E4"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&lt;0.001</w:t>
            </w:r>
          </w:p>
        </w:tc>
      </w:tr>
      <w:tr w:rsidR="00BB59DB" w:rsidRPr="00C2186B" w14:paraId="049BECBB" w14:textId="77777777" w:rsidTr="00BB59DB">
        <w:trPr>
          <w:trHeight w:val="300"/>
        </w:trPr>
        <w:tc>
          <w:tcPr>
            <w:tcW w:w="0" w:type="auto"/>
            <w:tcBorders>
              <w:top w:val="nil"/>
              <w:left w:val="nil"/>
              <w:bottom w:val="nil"/>
              <w:right w:val="nil"/>
            </w:tcBorders>
            <w:vAlign w:val="center"/>
            <w:hideMark/>
          </w:tcPr>
          <w:p w14:paraId="6E720F94"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28CCA098"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4D39BC90" w14:textId="6422ED25" w:rsidR="00BB59DB" w:rsidRPr="00BB59DB" w:rsidRDefault="00BB59DB" w:rsidP="0021470A">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29</w:t>
            </w:r>
            <w:r w:rsidR="00C2186B" w:rsidRPr="00C2186B">
              <w:rPr>
                <w:rFonts w:eastAsia="Times New Roman" w:cs="Times New Roman"/>
                <w:color w:val="000000"/>
                <w:sz w:val="22"/>
                <w:szCs w:val="22"/>
                <w:lang w:val="es-ES" w:eastAsia="ja-JP"/>
              </w:rPr>
              <w:t>.</w:t>
            </w:r>
            <w:r w:rsidR="00C2186B">
              <w:rPr>
                <w:rFonts w:eastAsia="Times New Roman" w:cs="Times New Roman"/>
                <w:color w:val="000000"/>
                <w:sz w:val="22"/>
                <w:szCs w:val="22"/>
                <w:lang w:val="es-ES" w:eastAsia="ja-JP"/>
              </w:rPr>
              <w:t>0</w:t>
            </w:r>
            <w:r w:rsidRPr="00BB59DB">
              <w:rPr>
                <w:rFonts w:eastAsia="Times New Roman" w:cs="Times New Roman"/>
                <w:color w:val="000000"/>
                <w:sz w:val="22"/>
                <w:szCs w:val="22"/>
                <w:lang w:val="es-ES" w:eastAsia="ja-JP"/>
              </w:rPr>
              <w:t xml:space="preserve"> </w:t>
            </w:r>
          </w:p>
        </w:tc>
        <w:tc>
          <w:tcPr>
            <w:tcW w:w="0" w:type="auto"/>
            <w:tcBorders>
              <w:top w:val="nil"/>
              <w:left w:val="nil"/>
              <w:bottom w:val="nil"/>
              <w:right w:val="nil"/>
            </w:tcBorders>
            <w:noWrap/>
            <w:vAlign w:val="center"/>
            <w:hideMark/>
          </w:tcPr>
          <w:p w14:paraId="3B03B5E2" w14:textId="2AF097D5" w:rsidR="00BB59DB" w:rsidRPr="00BB59DB" w:rsidRDefault="00BB59DB" w:rsidP="000371E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 xml:space="preserve">17.9 </w:t>
            </w:r>
          </w:p>
        </w:tc>
        <w:tc>
          <w:tcPr>
            <w:tcW w:w="0" w:type="auto"/>
            <w:tcBorders>
              <w:top w:val="nil"/>
              <w:left w:val="nil"/>
              <w:bottom w:val="nil"/>
              <w:right w:val="nil"/>
            </w:tcBorders>
            <w:vAlign w:val="center"/>
            <w:hideMark/>
          </w:tcPr>
          <w:p w14:paraId="18656337" w14:textId="77777777" w:rsidR="00BB59DB" w:rsidRPr="00BB59DB" w:rsidRDefault="00BB59DB" w:rsidP="00BB59DB">
            <w:pPr>
              <w:rPr>
                <w:rFonts w:eastAsia="Times New Roman" w:cs="Times New Roman"/>
                <w:color w:val="000000"/>
                <w:sz w:val="22"/>
                <w:szCs w:val="22"/>
                <w:lang w:val="es-ES" w:eastAsia="ja-JP"/>
              </w:rPr>
            </w:pPr>
          </w:p>
        </w:tc>
      </w:tr>
      <w:tr w:rsidR="00BB59DB" w:rsidRPr="00C2186B" w14:paraId="3AEC34E2" w14:textId="77777777" w:rsidTr="00BB59DB">
        <w:trPr>
          <w:trHeight w:val="300"/>
        </w:trPr>
        <w:tc>
          <w:tcPr>
            <w:tcW w:w="0" w:type="auto"/>
            <w:tcBorders>
              <w:top w:val="nil"/>
              <w:left w:val="nil"/>
              <w:bottom w:val="nil"/>
              <w:right w:val="nil"/>
            </w:tcBorders>
            <w:vAlign w:val="center"/>
            <w:hideMark/>
          </w:tcPr>
          <w:p w14:paraId="6CD57ACD" w14:textId="77777777" w:rsidR="00BB59DB" w:rsidRPr="00BB59DB" w:rsidRDefault="00BB59DB" w:rsidP="00BB59D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Asthma</w:t>
            </w:r>
          </w:p>
        </w:tc>
        <w:tc>
          <w:tcPr>
            <w:tcW w:w="0" w:type="auto"/>
            <w:tcBorders>
              <w:top w:val="nil"/>
              <w:left w:val="nil"/>
              <w:bottom w:val="nil"/>
              <w:right w:val="nil"/>
            </w:tcBorders>
            <w:vAlign w:val="center"/>
            <w:hideMark/>
          </w:tcPr>
          <w:p w14:paraId="54D50581" w14:textId="77777777" w:rsidR="00BB59DB" w:rsidRPr="00BB59DB" w:rsidRDefault="00BB59DB" w:rsidP="00BB59D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No</w:t>
            </w:r>
          </w:p>
        </w:tc>
        <w:tc>
          <w:tcPr>
            <w:tcW w:w="0" w:type="auto"/>
            <w:tcBorders>
              <w:top w:val="nil"/>
              <w:left w:val="nil"/>
              <w:bottom w:val="nil"/>
              <w:right w:val="nil"/>
            </w:tcBorders>
            <w:noWrap/>
            <w:vAlign w:val="center"/>
            <w:hideMark/>
          </w:tcPr>
          <w:p w14:paraId="0B410999" w14:textId="6AFD95BA" w:rsidR="00BB59DB" w:rsidRPr="00BB59DB" w:rsidRDefault="00BB59DB" w:rsidP="0021470A">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 xml:space="preserve">92.5 </w:t>
            </w:r>
          </w:p>
        </w:tc>
        <w:tc>
          <w:tcPr>
            <w:tcW w:w="0" w:type="auto"/>
            <w:tcBorders>
              <w:top w:val="nil"/>
              <w:left w:val="nil"/>
              <w:bottom w:val="nil"/>
              <w:right w:val="nil"/>
            </w:tcBorders>
            <w:noWrap/>
            <w:vAlign w:val="center"/>
            <w:hideMark/>
          </w:tcPr>
          <w:p w14:paraId="5919DCFE" w14:textId="1D65E820" w:rsidR="00BB59DB" w:rsidRPr="00BB59DB" w:rsidRDefault="00BB59DB" w:rsidP="000371E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 xml:space="preserve">15.1 </w:t>
            </w:r>
          </w:p>
        </w:tc>
        <w:tc>
          <w:tcPr>
            <w:tcW w:w="0" w:type="auto"/>
            <w:tcBorders>
              <w:top w:val="nil"/>
              <w:left w:val="nil"/>
              <w:bottom w:val="nil"/>
              <w:right w:val="nil"/>
            </w:tcBorders>
            <w:vAlign w:val="center"/>
            <w:hideMark/>
          </w:tcPr>
          <w:p w14:paraId="503FCEC5" w14:textId="77777777" w:rsidR="00BB59DB" w:rsidRPr="00BB59DB" w:rsidRDefault="00BB59DB" w:rsidP="00BB59D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0.032</w:t>
            </w:r>
          </w:p>
        </w:tc>
      </w:tr>
      <w:tr w:rsidR="00BB59DB" w:rsidRPr="00C2186B" w14:paraId="19BF7E53" w14:textId="77777777" w:rsidTr="00BB59DB">
        <w:trPr>
          <w:trHeight w:val="300"/>
        </w:trPr>
        <w:tc>
          <w:tcPr>
            <w:tcW w:w="0" w:type="auto"/>
            <w:tcBorders>
              <w:top w:val="nil"/>
              <w:left w:val="nil"/>
              <w:bottom w:val="nil"/>
              <w:right w:val="nil"/>
            </w:tcBorders>
            <w:vAlign w:val="center"/>
            <w:hideMark/>
          </w:tcPr>
          <w:p w14:paraId="12B5895D" w14:textId="77777777" w:rsidR="00BB59DB" w:rsidRPr="00BB59DB" w:rsidRDefault="00BB59DB" w:rsidP="00BB59DB">
            <w:pPr>
              <w:rPr>
                <w:rFonts w:eastAsia="Times New Roman" w:cs="Times New Roman"/>
                <w:color w:val="000000"/>
                <w:sz w:val="22"/>
                <w:szCs w:val="22"/>
                <w:lang w:val="es-ES" w:eastAsia="ja-JP"/>
              </w:rPr>
            </w:pPr>
          </w:p>
        </w:tc>
        <w:tc>
          <w:tcPr>
            <w:tcW w:w="0" w:type="auto"/>
            <w:tcBorders>
              <w:top w:val="nil"/>
              <w:left w:val="nil"/>
              <w:bottom w:val="nil"/>
              <w:right w:val="nil"/>
            </w:tcBorders>
            <w:vAlign w:val="center"/>
            <w:hideMark/>
          </w:tcPr>
          <w:p w14:paraId="59635E4B" w14:textId="77777777" w:rsidR="00BB59DB" w:rsidRPr="00BB59DB" w:rsidRDefault="00BB59DB" w:rsidP="00BB59D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Yes</w:t>
            </w:r>
          </w:p>
        </w:tc>
        <w:tc>
          <w:tcPr>
            <w:tcW w:w="0" w:type="auto"/>
            <w:tcBorders>
              <w:top w:val="nil"/>
              <w:left w:val="nil"/>
              <w:bottom w:val="nil"/>
              <w:right w:val="nil"/>
            </w:tcBorders>
            <w:noWrap/>
            <w:vAlign w:val="center"/>
            <w:hideMark/>
          </w:tcPr>
          <w:p w14:paraId="54255536" w14:textId="6986C84C" w:rsidR="00BB59DB" w:rsidRPr="00BB59DB" w:rsidRDefault="00BB59DB" w:rsidP="0021470A">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 xml:space="preserve">7.5 </w:t>
            </w:r>
          </w:p>
        </w:tc>
        <w:tc>
          <w:tcPr>
            <w:tcW w:w="0" w:type="auto"/>
            <w:tcBorders>
              <w:top w:val="nil"/>
              <w:left w:val="nil"/>
              <w:bottom w:val="nil"/>
              <w:right w:val="nil"/>
            </w:tcBorders>
            <w:noWrap/>
            <w:vAlign w:val="center"/>
            <w:hideMark/>
          </w:tcPr>
          <w:p w14:paraId="3742DD06" w14:textId="72BF000C" w:rsidR="00BB59DB" w:rsidRPr="00BB59DB" w:rsidRDefault="00BB59DB" w:rsidP="000371E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 xml:space="preserve">17.9 </w:t>
            </w:r>
          </w:p>
        </w:tc>
        <w:tc>
          <w:tcPr>
            <w:tcW w:w="0" w:type="auto"/>
            <w:tcBorders>
              <w:top w:val="nil"/>
              <w:left w:val="nil"/>
              <w:bottom w:val="nil"/>
              <w:right w:val="nil"/>
            </w:tcBorders>
            <w:vAlign w:val="center"/>
            <w:hideMark/>
          </w:tcPr>
          <w:p w14:paraId="1B25F1F2" w14:textId="77777777" w:rsidR="00BB59DB" w:rsidRPr="00BB59DB" w:rsidRDefault="00BB59DB" w:rsidP="00BB59DB">
            <w:pPr>
              <w:rPr>
                <w:rFonts w:eastAsia="Times New Roman" w:cs="Times New Roman"/>
                <w:color w:val="000000"/>
                <w:sz w:val="22"/>
                <w:szCs w:val="22"/>
                <w:lang w:val="es-ES" w:eastAsia="ja-JP"/>
              </w:rPr>
            </w:pPr>
          </w:p>
        </w:tc>
      </w:tr>
      <w:tr w:rsidR="00BB59DB" w:rsidRPr="00BB59DB" w14:paraId="517B6980" w14:textId="77777777" w:rsidTr="00BB59DB">
        <w:trPr>
          <w:trHeight w:val="300"/>
        </w:trPr>
        <w:tc>
          <w:tcPr>
            <w:tcW w:w="0" w:type="auto"/>
            <w:tcBorders>
              <w:top w:val="nil"/>
              <w:left w:val="nil"/>
              <w:bottom w:val="nil"/>
              <w:right w:val="nil"/>
            </w:tcBorders>
            <w:vAlign w:val="center"/>
            <w:hideMark/>
          </w:tcPr>
          <w:p w14:paraId="625DEC79" w14:textId="77777777" w:rsidR="00BB59DB" w:rsidRPr="00BB59DB" w:rsidRDefault="00BB59DB" w:rsidP="00BB59D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Cataract</w:t>
            </w:r>
          </w:p>
        </w:tc>
        <w:tc>
          <w:tcPr>
            <w:tcW w:w="0" w:type="auto"/>
            <w:tcBorders>
              <w:top w:val="nil"/>
              <w:left w:val="nil"/>
              <w:bottom w:val="nil"/>
              <w:right w:val="nil"/>
            </w:tcBorders>
            <w:vAlign w:val="center"/>
            <w:hideMark/>
          </w:tcPr>
          <w:p w14:paraId="4845D23F" w14:textId="77777777" w:rsidR="00BB59DB" w:rsidRPr="00BB59DB" w:rsidRDefault="00BB59DB" w:rsidP="00BB59DB">
            <w:pPr>
              <w:rPr>
                <w:rFonts w:eastAsia="Times New Roman" w:cs="Times New Roman"/>
                <w:color w:val="000000"/>
                <w:sz w:val="22"/>
                <w:szCs w:val="22"/>
                <w:lang w:val="es-ES" w:eastAsia="ja-JP"/>
              </w:rPr>
            </w:pPr>
            <w:r w:rsidRPr="00BB59DB">
              <w:rPr>
                <w:rFonts w:eastAsia="Times New Roman" w:cs="Times New Roman"/>
                <w:color w:val="000000"/>
                <w:sz w:val="22"/>
                <w:szCs w:val="22"/>
                <w:lang w:val="es-ES" w:eastAsia="ja-JP"/>
              </w:rPr>
              <w:t>No</w:t>
            </w:r>
          </w:p>
        </w:tc>
        <w:tc>
          <w:tcPr>
            <w:tcW w:w="0" w:type="auto"/>
            <w:tcBorders>
              <w:top w:val="nil"/>
              <w:left w:val="nil"/>
              <w:bottom w:val="nil"/>
              <w:right w:val="nil"/>
            </w:tcBorders>
            <w:noWrap/>
            <w:vAlign w:val="center"/>
            <w:hideMark/>
          </w:tcPr>
          <w:p w14:paraId="399F9121" w14:textId="2471B08A"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val="es-ES" w:eastAsia="ja-JP"/>
              </w:rPr>
              <w:t>73</w:t>
            </w:r>
            <w:r w:rsidRPr="00BB59DB">
              <w:rPr>
                <w:rFonts w:eastAsia="Times New Roman" w:cs="Times New Roman"/>
                <w:color w:val="000000"/>
                <w:sz w:val="22"/>
                <w:szCs w:val="22"/>
                <w:lang w:eastAsia="ja-JP"/>
              </w:rPr>
              <w:t xml:space="preserve">.6 </w:t>
            </w:r>
          </w:p>
        </w:tc>
        <w:tc>
          <w:tcPr>
            <w:tcW w:w="0" w:type="auto"/>
            <w:tcBorders>
              <w:top w:val="nil"/>
              <w:left w:val="nil"/>
              <w:bottom w:val="nil"/>
              <w:right w:val="nil"/>
            </w:tcBorders>
            <w:noWrap/>
            <w:vAlign w:val="center"/>
            <w:hideMark/>
          </w:tcPr>
          <w:p w14:paraId="398F7B73" w14:textId="388E726E"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14.9 </w:t>
            </w:r>
          </w:p>
        </w:tc>
        <w:tc>
          <w:tcPr>
            <w:tcW w:w="0" w:type="auto"/>
            <w:tcBorders>
              <w:top w:val="nil"/>
              <w:left w:val="nil"/>
              <w:bottom w:val="nil"/>
              <w:right w:val="nil"/>
            </w:tcBorders>
            <w:vAlign w:val="center"/>
            <w:hideMark/>
          </w:tcPr>
          <w:p w14:paraId="507FCA29"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0.074</w:t>
            </w:r>
          </w:p>
        </w:tc>
      </w:tr>
      <w:tr w:rsidR="00BB59DB" w:rsidRPr="00BB59DB" w14:paraId="31A00CAD" w14:textId="77777777" w:rsidTr="00BB59DB">
        <w:trPr>
          <w:trHeight w:val="300"/>
        </w:trPr>
        <w:tc>
          <w:tcPr>
            <w:tcW w:w="0" w:type="auto"/>
            <w:tcBorders>
              <w:top w:val="nil"/>
              <w:left w:val="nil"/>
              <w:bottom w:val="nil"/>
              <w:right w:val="nil"/>
            </w:tcBorders>
            <w:vAlign w:val="center"/>
            <w:hideMark/>
          </w:tcPr>
          <w:p w14:paraId="068B2ED7"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2490B1B1"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5DFDA6FF" w14:textId="4BC8A6B3"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26.4 </w:t>
            </w:r>
          </w:p>
        </w:tc>
        <w:tc>
          <w:tcPr>
            <w:tcW w:w="0" w:type="auto"/>
            <w:tcBorders>
              <w:top w:val="nil"/>
              <w:left w:val="nil"/>
              <w:bottom w:val="nil"/>
              <w:right w:val="nil"/>
            </w:tcBorders>
            <w:noWrap/>
            <w:vAlign w:val="center"/>
            <w:hideMark/>
          </w:tcPr>
          <w:p w14:paraId="66FC5A5A" w14:textId="6BAFF877"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16.5 </w:t>
            </w:r>
          </w:p>
        </w:tc>
        <w:tc>
          <w:tcPr>
            <w:tcW w:w="0" w:type="auto"/>
            <w:tcBorders>
              <w:top w:val="nil"/>
              <w:left w:val="nil"/>
              <w:bottom w:val="nil"/>
              <w:right w:val="nil"/>
            </w:tcBorders>
            <w:vAlign w:val="center"/>
            <w:hideMark/>
          </w:tcPr>
          <w:p w14:paraId="7A23271A" w14:textId="77777777" w:rsidR="00BB59DB" w:rsidRPr="00BB59DB" w:rsidRDefault="00BB59DB" w:rsidP="00BB59DB">
            <w:pPr>
              <w:rPr>
                <w:rFonts w:eastAsia="Times New Roman" w:cs="Times New Roman"/>
                <w:color w:val="000000"/>
                <w:sz w:val="22"/>
                <w:szCs w:val="22"/>
                <w:lang w:eastAsia="ja-JP"/>
              </w:rPr>
            </w:pPr>
          </w:p>
        </w:tc>
      </w:tr>
      <w:tr w:rsidR="00BB59DB" w:rsidRPr="00BB59DB" w14:paraId="15BA4616" w14:textId="77777777" w:rsidTr="00BB59DB">
        <w:trPr>
          <w:trHeight w:val="300"/>
        </w:trPr>
        <w:tc>
          <w:tcPr>
            <w:tcW w:w="0" w:type="auto"/>
            <w:tcBorders>
              <w:top w:val="nil"/>
              <w:left w:val="nil"/>
              <w:bottom w:val="nil"/>
              <w:right w:val="nil"/>
            </w:tcBorders>
            <w:vAlign w:val="center"/>
            <w:hideMark/>
          </w:tcPr>
          <w:p w14:paraId="641328FB"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Chronic lung disease</w:t>
            </w:r>
          </w:p>
        </w:tc>
        <w:tc>
          <w:tcPr>
            <w:tcW w:w="0" w:type="auto"/>
            <w:tcBorders>
              <w:top w:val="nil"/>
              <w:left w:val="nil"/>
              <w:bottom w:val="nil"/>
              <w:right w:val="nil"/>
            </w:tcBorders>
            <w:vAlign w:val="center"/>
            <w:hideMark/>
          </w:tcPr>
          <w:p w14:paraId="4E1800BF"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No</w:t>
            </w:r>
          </w:p>
        </w:tc>
        <w:tc>
          <w:tcPr>
            <w:tcW w:w="0" w:type="auto"/>
            <w:tcBorders>
              <w:top w:val="nil"/>
              <w:left w:val="nil"/>
              <w:bottom w:val="nil"/>
              <w:right w:val="nil"/>
            </w:tcBorders>
            <w:noWrap/>
            <w:vAlign w:val="center"/>
            <w:hideMark/>
          </w:tcPr>
          <w:p w14:paraId="09E177E1" w14:textId="58DBEC75"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85</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noWrap/>
            <w:vAlign w:val="center"/>
            <w:hideMark/>
          </w:tcPr>
          <w:p w14:paraId="29C0BA12" w14:textId="080B2ED5"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14.5 </w:t>
            </w:r>
          </w:p>
        </w:tc>
        <w:tc>
          <w:tcPr>
            <w:tcW w:w="0" w:type="auto"/>
            <w:tcBorders>
              <w:top w:val="nil"/>
              <w:left w:val="nil"/>
              <w:bottom w:val="nil"/>
              <w:right w:val="nil"/>
            </w:tcBorders>
            <w:vAlign w:val="center"/>
            <w:hideMark/>
          </w:tcPr>
          <w:p w14:paraId="61AF1B61"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&lt;0.001</w:t>
            </w:r>
          </w:p>
        </w:tc>
      </w:tr>
      <w:tr w:rsidR="00BB59DB" w:rsidRPr="00BB59DB" w14:paraId="66BA9570" w14:textId="77777777" w:rsidTr="00BB59DB">
        <w:trPr>
          <w:trHeight w:val="300"/>
        </w:trPr>
        <w:tc>
          <w:tcPr>
            <w:tcW w:w="0" w:type="auto"/>
            <w:tcBorders>
              <w:top w:val="nil"/>
              <w:left w:val="nil"/>
              <w:bottom w:val="nil"/>
              <w:right w:val="nil"/>
            </w:tcBorders>
            <w:vAlign w:val="center"/>
            <w:hideMark/>
          </w:tcPr>
          <w:p w14:paraId="261F7869"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205B1363"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61037C21" w14:textId="30104B31"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15</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noWrap/>
            <w:vAlign w:val="center"/>
            <w:hideMark/>
          </w:tcPr>
          <w:p w14:paraId="5DBDDC8C" w14:textId="7C2157E9"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19.6 </w:t>
            </w:r>
          </w:p>
        </w:tc>
        <w:tc>
          <w:tcPr>
            <w:tcW w:w="0" w:type="auto"/>
            <w:tcBorders>
              <w:top w:val="nil"/>
              <w:left w:val="nil"/>
              <w:bottom w:val="nil"/>
              <w:right w:val="nil"/>
            </w:tcBorders>
            <w:vAlign w:val="center"/>
            <w:hideMark/>
          </w:tcPr>
          <w:p w14:paraId="57C2C98A" w14:textId="77777777" w:rsidR="00BB59DB" w:rsidRPr="00BB59DB" w:rsidRDefault="00BB59DB" w:rsidP="00BB59DB">
            <w:pPr>
              <w:rPr>
                <w:rFonts w:eastAsia="Times New Roman" w:cs="Times New Roman"/>
                <w:color w:val="000000"/>
                <w:sz w:val="22"/>
                <w:szCs w:val="22"/>
                <w:lang w:eastAsia="ja-JP"/>
              </w:rPr>
            </w:pPr>
          </w:p>
        </w:tc>
      </w:tr>
      <w:tr w:rsidR="00BB59DB" w:rsidRPr="00BB59DB" w14:paraId="326157E8" w14:textId="77777777" w:rsidTr="00BB59DB">
        <w:trPr>
          <w:trHeight w:val="300"/>
        </w:trPr>
        <w:tc>
          <w:tcPr>
            <w:tcW w:w="0" w:type="auto"/>
            <w:tcBorders>
              <w:top w:val="nil"/>
              <w:left w:val="nil"/>
              <w:bottom w:val="nil"/>
              <w:right w:val="nil"/>
            </w:tcBorders>
            <w:vAlign w:val="center"/>
            <w:hideMark/>
          </w:tcPr>
          <w:p w14:paraId="1F03CF84"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Diabetes</w:t>
            </w:r>
          </w:p>
        </w:tc>
        <w:tc>
          <w:tcPr>
            <w:tcW w:w="0" w:type="auto"/>
            <w:tcBorders>
              <w:top w:val="nil"/>
              <w:left w:val="nil"/>
              <w:bottom w:val="nil"/>
              <w:right w:val="nil"/>
            </w:tcBorders>
            <w:vAlign w:val="center"/>
            <w:hideMark/>
          </w:tcPr>
          <w:p w14:paraId="703CCF05"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No</w:t>
            </w:r>
          </w:p>
        </w:tc>
        <w:tc>
          <w:tcPr>
            <w:tcW w:w="0" w:type="auto"/>
            <w:tcBorders>
              <w:top w:val="nil"/>
              <w:left w:val="nil"/>
              <w:bottom w:val="nil"/>
              <w:right w:val="nil"/>
            </w:tcBorders>
            <w:noWrap/>
            <w:vAlign w:val="center"/>
            <w:hideMark/>
          </w:tcPr>
          <w:p w14:paraId="67DEEB60" w14:textId="26367FEE"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93.3 </w:t>
            </w:r>
          </w:p>
        </w:tc>
        <w:tc>
          <w:tcPr>
            <w:tcW w:w="0" w:type="auto"/>
            <w:tcBorders>
              <w:top w:val="nil"/>
              <w:left w:val="nil"/>
              <w:bottom w:val="nil"/>
              <w:right w:val="nil"/>
            </w:tcBorders>
            <w:noWrap/>
            <w:vAlign w:val="center"/>
            <w:hideMark/>
          </w:tcPr>
          <w:p w14:paraId="6DF8A5C0" w14:textId="13D691B9"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15.3 </w:t>
            </w:r>
          </w:p>
        </w:tc>
        <w:tc>
          <w:tcPr>
            <w:tcW w:w="0" w:type="auto"/>
            <w:tcBorders>
              <w:top w:val="nil"/>
              <w:left w:val="nil"/>
              <w:bottom w:val="nil"/>
              <w:right w:val="nil"/>
            </w:tcBorders>
            <w:vAlign w:val="center"/>
            <w:hideMark/>
          </w:tcPr>
          <w:p w14:paraId="76FBBBD2"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0.703</w:t>
            </w:r>
          </w:p>
        </w:tc>
      </w:tr>
      <w:tr w:rsidR="00BB59DB" w:rsidRPr="00BB59DB" w14:paraId="2F6CA655" w14:textId="77777777" w:rsidTr="00BB59DB">
        <w:trPr>
          <w:trHeight w:val="300"/>
        </w:trPr>
        <w:tc>
          <w:tcPr>
            <w:tcW w:w="0" w:type="auto"/>
            <w:tcBorders>
              <w:top w:val="nil"/>
              <w:left w:val="nil"/>
              <w:bottom w:val="nil"/>
              <w:right w:val="nil"/>
            </w:tcBorders>
            <w:vAlign w:val="center"/>
            <w:hideMark/>
          </w:tcPr>
          <w:p w14:paraId="5B76396B"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6185AB6A"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600DF0C6" w14:textId="29A12BE4"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6.7 </w:t>
            </w:r>
          </w:p>
        </w:tc>
        <w:tc>
          <w:tcPr>
            <w:tcW w:w="0" w:type="auto"/>
            <w:tcBorders>
              <w:top w:val="nil"/>
              <w:left w:val="nil"/>
              <w:bottom w:val="nil"/>
              <w:right w:val="nil"/>
            </w:tcBorders>
            <w:noWrap/>
            <w:vAlign w:val="center"/>
            <w:hideMark/>
          </w:tcPr>
          <w:p w14:paraId="11DAD205" w14:textId="271DA0D2"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15.8 </w:t>
            </w:r>
          </w:p>
        </w:tc>
        <w:tc>
          <w:tcPr>
            <w:tcW w:w="0" w:type="auto"/>
            <w:tcBorders>
              <w:top w:val="nil"/>
              <w:left w:val="nil"/>
              <w:bottom w:val="nil"/>
              <w:right w:val="nil"/>
            </w:tcBorders>
            <w:vAlign w:val="center"/>
            <w:hideMark/>
          </w:tcPr>
          <w:p w14:paraId="12B7C77C" w14:textId="77777777" w:rsidR="00BB59DB" w:rsidRPr="00BB59DB" w:rsidRDefault="00BB59DB" w:rsidP="00BB59DB">
            <w:pPr>
              <w:rPr>
                <w:rFonts w:eastAsia="Times New Roman" w:cs="Times New Roman"/>
                <w:color w:val="000000"/>
                <w:sz w:val="22"/>
                <w:szCs w:val="22"/>
                <w:lang w:eastAsia="ja-JP"/>
              </w:rPr>
            </w:pPr>
          </w:p>
        </w:tc>
      </w:tr>
      <w:tr w:rsidR="00BB59DB" w:rsidRPr="00BB59DB" w14:paraId="1F40B71A" w14:textId="77777777" w:rsidTr="00BB59DB">
        <w:trPr>
          <w:trHeight w:val="300"/>
        </w:trPr>
        <w:tc>
          <w:tcPr>
            <w:tcW w:w="0" w:type="auto"/>
            <w:tcBorders>
              <w:top w:val="nil"/>
              <w:left w:val="nil"/>
              <w:bottom w:val="nil"/>
              <w:right w:val="nil"/>
            </w:tcBorders>
            <w:vAlign w:val="center"/>
            <w:hideMark/>
          </w:tcPr>
          <w:p w14:paraId="7635CCE3"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Edentulism</w:t>
            </w:r>
          </w:p>
        </w:tc>
        <w:tc>
          <w:tcPr>
            <w:tcW w:w="0" w:type="auto"/>
            <w:tcBorders>
              <w:top w:val="nil"/>
              <w:left w:val="nil"/>
              <w:bottom w:val="nil"/>
              <w:right w:val="nil"/>
            </w:tcBorders>
            <w:vAlign w:val="center"/>
            <w:hideMark/>
          </w:tcPr>
          <w:p w14:paraId="090221A5"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No</w:t>
            </w:r>
          </w:p>
        </w:tc>
        <w:tc>
          <w:tcPr>
            <w:tcW w:w="0" w:type="auto"/>
            <w:tcBorders>
              <w:top w:val="nil"/>
              <w:left w:val="nil"/>
              <w:bottom w:val="nil"/>
              <w:right w:val="nil"/>
            </w:tcBorders>
            <w:noWrap/>
            <w:vAlign w:val="center"/>
            <w:hideMark/>
          </w:tcPr>
          <w:p w14:paraId="31D1701D" w14:textId="36AF6DB5"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87.8 </w:t>
            </w:r>
          </w:p>
        </w:tc>
        <w:tc>
          <w:tcPr>
            <w:tcW w:w="0" w:type="auto"/>
            <w:tcBorders>
              <w:top w:val="nil"/>
              <w:left w:val="nil"/>
              <w:bottom w:val="nil"/>
              <w:right w:val="nil"/>
            </w:tcBorders>
            <w:noWrap/>
            <w:vAlign w:val="center"/>
            <w:hideMark/>
          </w:tcPr>
          <w:p w14:paraId="4AC6D2B7" w14:textId="0310954B"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14.7 </w:t>
            </w:r>
          </w:p>
        </w:tc>
        <w:tc>
          <w:tcPr>
            <w:tcW w:w="0" w:type="auto"/>
            <w:tcBorders>
              <w:top w:val="nil"/>
              <w:left w:val="nil"/>
              <w:bottom w:val="nil"/>
              <w:right w:val="nil"/>
            </w:tcBorders>
            <w:vAlign w:val="center"/>
            <w:hideMark/>
          </w:tcPr>
          <w:p w14:paraId="488E8993"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&lt;0.001</w:t>
            </w:r>
          </w:p>
        </w:tc>
      </w:tr>
      <w:tr w:rsidR="00BB59DB" w:rsidRPr="00BB59DB" w14:paraId="33A8870E" w14:textId="77777777" w:rsidTr="00BB59DB">
        <w:trPr>
          <w:trHeight w:val="300"/>
        </w:trPr>
        <w:tc>
          <w:tcPr>
            <w:tcW w:w="0" w:type="auto"/>
            <w:tcBorders>
              <w:top w:val="nil"/>
              <w:left w:val="nil"/>
              <w:bottom w:val="nil"/>
              <w:right w:val="nil"/>
            </w:tcBorders>
            <w:vAlign w:val="center"/>
            <w:hideMark/>
          </w:tcPr>
          <w:p w14:paraId="10BD2D1A"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4477EAF4"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477D686F" w14:textId="2E3C1E3C"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12.2 </w:t>
            </w:r>
          </w:p>
        </w:tc>
        <w:tc>
          <w:tcPr>
            <w:tcW w:w="0" w:type="auto"/>
            <w:tcBorders>
              <w:top w:val="nil"/>
              <w:left w:val="nil"/>
              <w:bottom w:val="nil"/>
              <w:right w:val="nil"/>
            </w:tcBorders>
            <w:noWrap/>
            <w:vAlign w:val="center"/>
            <w:hideMark/>
          </w:tcPr>
          <w:p w14:paraId="311C4357" w14:textId="5360C248"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20</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vAlign w:val="center"/>
            <w:hideMark/>
          </w:tcPr>
          <w:p w14:paraId="2450325B" w14:textId="77777777" w:rsidR="00BB59DB" w:rsidRPr="00BB59DB" w:rsidRDefault="00BB59DB" w:rsidP="00BB59DB">
            <w:pPr>
              <w:rPr>
                <w:rFonts w:eastAsia="Times New Roman" w:cs="Times New Roman"/>
                <w:color w:val="000000"/>
                <w:sz w:val="22"/>
                <w:szCs w:val="22"/>
                <w:lang w:eastAsia="ja-JP"/>
              </w:rPr>
            </w:pPr>
          </w:p>
        </w:tc>
      </w:tr>
      <w:tr w:rsidR="00BB59DB" w:rsidRPr="00BB59DB" w14:paraId="66F6F2CD" w14:textId="77777777" w:rsidTr="00BB59DB">
        <w:trPr>
          <w:trHeight w:val="300"/>
        </w:trPr>
        <w:tc>
          <w:tcPr>
            <w:tcW w:w="0" w:type="auto"/>
            <w:tcBorders>
              <w:top w:val="nil"/>
              <w:left w:val="nil"/>
              <w:bottom w:val="nil"/>
              <w:right w:val="nil"/>
            </w:tcBorders>
            <w:vAlign w:val="center"/>
            <w:hideMark/>
          </w:tcPr>
          <w:p w14:paraId="6351EE30"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Hearing problems</w:t>
            </w:r>
          </w:p>
        </w:tc>
        <w:tc>
          <w:tcPr>
            <w:tcW w:w="0" w:type="auto"/>
            <w:tcBorders>
              <w:top w:val="nil"/>
              <w:left w:val="nil"/>
              <w:bottom w:val="nil"/>
              <w:right w:val="nil"/>
            </w:tcBorders>
            <w:vAlign w:val="center"/>
            <w:hideMark/>
          </w:tcPr>
          <w:p w14:paraId="592B99ED"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No</w:t>
            </w:r>
          </w:p>
        </w:tc>
        <w:tc>
          <w:tcPr>
            <w:tcW w:w="0" w:type="auto"/>
            <w:tcBorders>
              <w:top w:val="nil"/>
              <w:left w:val="nil"/>
              <w:bottom w:val="nil"/>
              <w:right w:val="nil"/>
            </w:tcBorders>
            <w:noWrap/>
            <w:vAlign w:val="center"/>
            <w:hideMark/>
          </w:tcPr>
          <w:p w14:paraId="78BD07EA" w14:textId="420A36DF"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94.7 </w:t>
            </w:r>
          </w:p>
        </w:tc>
        <w:tc>
          <w:tcPr>
            <w:tcW w:w="0" w:type="auto"/>
            <w:tcBorders>
              <w:top w:val="nil"/>
              <w:left w:val="nil"/>
              <w:bottom w:val="nil"/>
              <w:right w:val="nil"/>
            </w:tcBorders>
            <w:noWrap/>
            <w:vAlign w:val="center"/>
            <w:hideMark/>
          </w:tcPr>
          <w:p w14:paraId="06E58EA7" w14:textId="1CE7E660"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14.2 </w:t>
            </w:r>
          </w:p>
        </w:tc>
        <w:tc>
          <w:tcPr>
            <w:tcW w:w="0" w:type="auto"/>
            <w:tcBorders>
              <w:top w:val="nil"/>
              <w:left w:val="nil"/>
              <w:bottom w:val="nil"/>
              <w:right w:val="nil"/>
            </w:tcBorders>
            <w:vAlign w:val="center"/>
            <w:hideMark/>
          </w:tcPr>
          <w:p w14:paraId="2F9E4CD9"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&lt;0.001</w:t>
            </w:r>
          </w:p>
        </w:tc>
      </w:tr>
      <w:tr w:rsidR="00BB59DB" w:rsidRPr="00BB59DB" w14:paraId="357672D3" w14:textId="77777777" w:rsidTr="00BB59DB">
        <w:trPr>
          <w:trHeight w:val="300"/>
        </w:trPr>
        <w:tc>
          <w:tcPr>
            <w:tcW w:w="0" w:type="auto"/>
            <w:tcBorders>
              <w:top w:val="nil"/>
              <w:left w:val="nil"/>
              <w:bottom w:val="nil"/>
              <w:right w:val="nil"/>
            </w:tcBorders>
            <w:vAlign w:val="center"/>
            <w:hideMark/>
          </w:tcPr>
          <w:p w14:paraId="2ACD97BD"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2C42EB67"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1E4D9BAC" w14:textId="077DB0CB"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5.3 </w:t>
            </w:r>
          </w:p>
        </w:tc>
        <w:tc>
          <w:tcPr>
            <w:tcW w:w="0" w:type="auto"/>
            <w:tcBorders>
              <w:top w:val="nil"/>
              <w:left w:val="nil"/>
              <w:bottom w:val="nil"/>
              <w:right w:val="nil"/>
            </w:tcBorders>
            <w:noWrap/>
            <w:vAlign w:val="center"/>
            <w:hideMark/>
          </w:tcPr>
          <w:p w14:paraId="2259D361" w14:textId="7BF40CE5"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32</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vAlign w:val="center"/>
            <w:hideMark/>
          </w:tcPr>
          <w:p w14:paraId="6B0EE50F" w14:textId="77777777" w:rsidR="00BB59DB" w:rsidRPr="00BB59DB" w:rsidRDefault="00BB59DB" w:rsidP="00BB59DB">
            <w:pPr>
              <w:rPr>
                <w:rFonts w:eastAsia="Times New Roman" w:cs="Times New Roman"/>
                <w:color w:val="000000"/>
                <w:sz w:val="22"/>
                <w:szCs w:val="22"/>
                <w:lang w:eastAsia="ja-JP"/>
              </w:rPr>
            </w:pPr>
          </w:p>
        </w:tc>
      </w:tr>
      <w:tr w:rsidR="00BB59DB" w:rsidRPr="00BB59DB" w14:paraId="2C087D09" w14:textId="77777777" w:rsidTr="00BB59DB">
        <w:trPr>
          <w:trHeight w:val="300"/>
        </w:trPr>
        <w:tc>
          <w:tcPr>
            <w:tcW w:w="0" w:type="auto"/>
            <w:tcBorders>
              <w:top w:val="nil"/>
              <w:left w:val="nil"/>
              <w:bottom w:val="nil"/>
              <w:right w:val="nil"/>
            </w:tcBorders>
            <w:vAlign w:val="center"/>
            <w:hideMark/>
          </w:tcPr>
          <w:p w14:paraId="1C1FE498"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Hypertension</w:t>
            </w:r>
          </w:p>
        </w:tc>
        <w:tc>
          <w:tcPr>
            <w:tcW w:w="0" w:type="auto"/>
            <w:tcBorders>
              <w:top w:val="nil"/>
              <w:left w:val="nil"/>
              <w:bottom w:val="nil"/>
              <w:right w:val="nil"/>
            </w:tcBorders>
            <w:vAlign w:val="center"/>
            <w:hideMark/>
          </w:tcPr>
          <w:p w14:paraId="0E9149D4"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No</w:t>
            </w:r>
          </w:p>
        </w:tc>
        <w:tc>
          <w:tcPr>
            <w:tcW w:w="0" w:type="auto"/>
            <w:tcBorders>
              <w:top w:val="nil"/>
              <w:left w:val="nil"/>
              <w:bottom w:val="nil"/>
              <w:right w:val="nil"/>
            </w:tcBorders>
            <w:noWrap/>
            <w:vAlign w:val="center"/>
            <w:hideMark/>
          </w:tcPr>
          <w:p w14:paraId="76C9FCBD" w14:textId="5C9FB363"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45.2 </w:t>
            </w:r>
          </w:p>
        </w:tc>
        <w:tc>
          <w:tcPr>
            <w:tcW w:w="0" w:type="auto"/>
            <w:tcBorders>
              <w:top w:val="nil"/>
              <w:left w:val="nil"/>
              <w:bottom w:val="nil"/>
              <w:right w:val="nil"/>
            </w:tcBorders>
            <w:noWrap/>
            <w:vAlign w:val="center"/>
            <w:hideMark/>
          </w:tcPr>
          <w:p w14:paraId="3DF1DDBD" w14:textId="75B1C317"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13.3 </w:t>
            </w:r>
          </w:p>
        </w:tc>
        <w:tc>
          <w:tcPr>
            <w:tcW w:w="0" w:type="auto"/>
            <w:tcBorders>
              <w:top w:val="nil"/>
              <w:left w:val="nil"/>
              <w:bottom w:val="nil"/>
              <w:right w:val="nil"/>
            </w:tcBorders>
            <w:vAlign w:val="center"/>
            <w:hideMark/>
          </w:tcPr>
          <w:p w14:paraId="02D477E7"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&lt;0.001</w:t>
            </w:r>
          </w:p>
        </w:tc>
      </w:tr>
      <w:tr w:rsidR="00BB59DB" w:rsidRPr="00BB59DB" w14:paraId="3A7834BA" w14:textId="77777777" w:rsidTr="00BB59DB">
        <w:trPr>
          <w:trHeight w:val="300"/>
        </w:trPr>
        <w:tc>
          <w:tcPr>
            <w:tcW w:w="0" w:type="auto"/>
            <w:tcBorders>
              <w:top w:val="nil"/>
              <w:left w:val="nil"/>
              <w:bottom w:val="nil"/>
              <w:right w:val="nil"/>
            </w:tcBorders>
            <w:vAlign w:val="center"/>
            <w:hideMark/>
          </w:tcPr>
          <w:p w14:paraId="5CB18AE0"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2229A498"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329C204E" w14:textId="3F96394C"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54.8 </w:t>
            </w:r>
          </w:p>
        </w:tc>
        <w:tc>
          <w:tcPr>
            <w:tcW w:w="0" w:type="auto"/>
            <w:tcBorders>
              <w:top w:val="nil"/>
              <w:left w:val="nil"/>
              <w:bottom w:val="nil"/>
              <w:right w:val="nil"/>
            </w:tcBorders>
            <w:noWrap/>
            <w:vAlign w:val="center"/>
            <w:hideMark/>
          </w:tcPr>
          <w:p w14:paraId="2A9015F2" w14:textId="012100D7"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17</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vAlign w:val="center"/>
            <w:hideMark/>
          </w:tcPr>
          <w:p w14:paraId="74A6B4EF" w14:textId="77777777" w:rsidR="00BB59DB" w:rsidRPr="00BB59DB" w:rsidRDefault="00BB59DB" w:rsidP="00BB59DB">
            <w:pPr>
              <w:rPr>
                <w:rFonts w:eastAsia="Times New Roman" w:cs="Times New Roman"/>
                <w:color w:val="000000"/>
                <w:sz w:val="22"/>
                <w:szCs w:val="22"/>
                <w:lang w:eastAsia="ja-JP"/>
              </w:rPr>
            </w:pPr>
          </w:p>
        </w:tc>
      </w:tr>
      <w:tr w:rsidR="00BB59DB" w:rsidRPr="00BB59DB" w14:paraId="77A2921B" w14:textId="77777777" w:rsidTr="00BB59DB">
        <w:trPr>
          <w:trHeight w:val="300"/>
        </w:trPr>
        <w:tc>
          <w:tcPr>
            <w:tcW w:w="0" w:type="auto"/>
            <w:tcBorders>
              <w:top w:val="nil"/>
              <w:left w:val="nil"/>
              <w:bottom w:val="nil"/>
              <w:right w:val="nil"/>
            </w:tcBorders>
            <w:vAlign w:val="center"/>
            <w:hideMark/>
          </w:tcPr>
          <w:p w14:paraId="308B9FCF"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Stroke</w:t>
            </w:r>
          </w:p>
        </w:tc>
        <w:tc>
          <w:tcPr>
            <w:tcW w:w="0" w:type="auto"/>
            <w:tcBorders>
              <w:top w:val="nil"/>
              <w:left w:val="nil"/>
              <w:bottom w:val="nil"/>
              <w:right w:val="nil"/>
            </w:tcBorders>
            <w:vAlign w:val="center"/>
            <w:hideMark/>
          </w:tcPr>
          <w:p w14:paraId="777E92AD"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No</w:t>
            </w:r>
          </w:p>
        </w:tc>
        <w:tc>
          <w:tcPr>
            <w:tcW w:w="0" w:type="auto"/>
            <w:tcBorders>
              <w:top w:val="nil"/>
              <w:left w:val="nil"/>
              <w:bottom w:val="nil"/>
              <w:right w:val="nil"/>
            </w:tcBorders>
            <w:noWrap/>
            <w:vAlign w:val="center"/>
            <w:hideMark/>
          </w:tcPr>
          <w:p w14:paraId="4DCDE5D1" w14:textId="6A29DE9E"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97.3 </w:t>
            </w:r>
          </w:p>
        </w:tc>
        <w:tc>
          <w:tcPr>
            <w:tcW w:w="0" w:type="auto"/>
            <w:tcBorders>
              <w:top w:val="nil"/>
              <w:left w:val="nil"/>
              <w:bottom w:val="nil"/>
              <w:right w:val="nil"/>
            </w:tcBorders>
            <w:noWrap/>
            <w:vAlign w:val="center"/>
            <w:hideMark/>
          </w:tcPr>
          <w:p w14:paraId="6EF65D36" w14:textId="634E3B2C"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15</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vAlign w:val="center"/>
            <w:hideMark/>
          </w:tcPr>
          <w:p w14:paraId="7C62DC18"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&lt;0.001</w:t>
            </w:r>
          </w:p>
        </w:tc>
      </w:tr>
      <w:tr w:rsidR="00BB59DB" w:rsidRPr="00BB59DB" w14:paraId="729BD89F" w14:textId="77777777" w:rsidTr="00BB59DB">
        <w:trPr>
          <w:trHeight w:val="300"/>
        </w:trPr>
        <w:tc>
          <w:tcPr>
            <w:tcW w:w="0" w:type="auto"/>
            <w:tcBorders>
              <w:top w:val="nil"/>
              <w:left w:val="nil"/>
              <w:bottom w:val="nil"/>
              <w:right w:val="nil"/>
            </w:tcBorders>
            <w:vAlign w:val="center"/>
            <w:hideMark/>
          </w:tcPr>
          <w:p w14:paraId="32CC0CB9" w14:textId="77777777" w:rsidR="00BB59DB" w:rsidRPr="00BB59DB" w:rsidRDefault="00BB59DB" w:rsidP="00BB59DB">
            <w:pPr>
              <w:rPr>
                <w:rFonts w:eastAsia="Times New Roman" w:cs="Times New Roman"/>
                <w:color w:val="000000"/>
                <w:sz w:val="22"/>
                <w:szCs w:val="22"/>
                <w:lang w:eastAsia="ja-JP"/>
              </w:rPr>
            </w:pPr>
          </w:p>
        </w:tc>
        <w:tc>
          <w:tcPr>
            <w:tcW w:w="0" w:type="auto"/>
            <w:tcBorders>
              <w:top w:val="nil"/>
              <w:left w:val="nil"/>
              <w:bottom w:val="nil"/>
              <w:right w:val="nil"/>
            </w:tcBorders>
            <w:vAlign w:val="center"/>
            <w:hideMark/>
          </w:tcPr>
          <w:p w14:paraId="5910D2DF"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Yes</w:t>
            </w:r>
          </w:p>
        </w:tc>
        <w:tc>
          <w:tcPr>
            <w:tcW w:w="0" w:type="auto"/>
            <w:tcBorders>
              <w:top w:val="nil"/>
              <w:left w:val="nil"/>
              <w:bottom w:val="nil"/>
              <w:right w:val="nil"/>
            </w:tcBorders>
            <w:noWrap/>
            <w:vAlign w:val="center"/>
            <w:hideMark/>
          </w:tcPr>
          <w:p w14:paraId="7576A1A8" w14:textId="4B41023E"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2.7 </w:t>
            </w:r>
          </w:p>
        </w:tc>
        <w:tc>
          <w:tcPr>
            <w:tcW w:w="0" w:type="auto"/>
            <w:tcBorders>
              <w:top w:val="nil"/>
              <w:left w:val="nil"/>
              <w:bottom w:val="nil"/>
              <w:right w:val="nil"/>
            </w:tcBorders>
            <w:noWrap/>
            <w:vAlign w:val="center"/>
            <w:hideMark/>
          </w:tcPr>
          <w:p w14:paraId="63249268" w14:textId="17FFD6A6"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27.6 </w:t>
            </w:r>
          </w:p>
        </w:tc>
        <w:tc>
          <w:tcPr>
            <w:tcW w:w="0" w:type="auto"/>
            <w:tcBorders>
              <w:top w:val="nil"/>
              <w:left w:val="nil"/>
              <w:bottom w:val="nil"/>
              <w:right w:val="nil"/>
            </w:tcBorders>
            <w:vAlign w:val="center"/>
            <w:hideMark/>
          </w:tcPr>
          <w:p w14:paraId="0D117AAC" w14:textId="77777777" w:rsidR="00BB59DB" w:rsidRPr="00BB59DB" w:rsidRDefault="00BB59DB" w:rsidP="00BB59DB">
            <w:pPr>
              <w:rPr>
                <w:rFonts w:eastAsia="Times New Roman" w:cs="Times New Roman"/>
                <w:color w:val="000000"/>
                <w:sz w:val="22"/>
                <w:szCs w:val="22"/>
                <w:lang w:eastAsia="ja-JP"/>
              </w:rPr>
            </w:pPr>
          </w:p>
        </w:tc>
      </w:tr>
      <w:tr w:rsidR="00BB59DB" w:rsidRPr="00BB59DB" w14:paraId="38E384BE" w14:textId="77777777" w:rsidTr="00BB59DB">
        <w:trPr>
          <w:trHeight w:val="300"/>
        </w:trPr>
        <w:tc>
          <w:tcPr>
            <w:tcW w:w="0" w:type="auto"/>
            <w:tcBorders>
              <w:top w:val="nil"/>
              <w:left w:val="nil"/>
              <w:bottom w:val="nil"/>
              <w:right w:val="nil"/>
            </w:tcBorders>
            <w:vAlign w:val="center"/>
            <w:hideMark/>
          </w:tcPr>
          <w:p w14:paraId="5FD2382E" w14:textId="498EEEC5" w:rsidR="00BB59DB" w:rsidRPr="00BB59DB" w:rsidRDefault="00BB59DB" w:rsidP="00BB59DB">
            <w:pPr>
              <w:rPr>
                <w:rFonts w:eastAsia="Times New Roman" w:cs="Times New Roman"/>
                <w:color w:val="000000"/>
                <w:sz w:val="22"/>
                <w:szCs w:val="22"/>
                <w:lang w:eastAsia="ja-JP"/>
              </w:rPr>
            </w:pPr>
            <w:r>
              <w:rPr>
                <w:rFonts w:eastAsia="Times New Roman" w:cs="Times New Roman"/>
                <w:color w:val="000000"/>
                <w:sz w:val="22"/>
                <w:szCs w:val="22"/>
                <w:lang w:eastAsia="ja-JP"/>
              </w:rPr>
              <w:t>No. of chronic</w:t>
            </w:r>
          </w:p>
        </w:tc>
        <w:tc>
          <w:tcPr>
            <w:tcW w:w="0" w:type="auto"/>
            <w:tcBorders>
              <w:top w:val="nil"/>
              <w:left w:val="nil"/>
              <w:bottom w:val="nil"/>
              <w:right w:val="nil"/>
            </w:tcBorders>
            <w:vAlign w:val="center"/>
            <w:hideMark/>
          </w:tcPr>
          <w:p w14:paraId="1EC2369F"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0</w:t>
            </w:r>
          </w:p>
        </w:tc>
        <w:tc>
          <w:tcPr>
            <w:tcW w:w="0" w:type="auto"/>
            <w:tcBorders>
              <w:top w:val="nil"/>
              <w:left w:val="nil"/>
              <w:bottom w:val="nil"/>
              <w:right w:val="nil"/>
            </w:tcBorders>
            <w:noWrap/>
            <w:vAlign w:val="center"/>
            <w:hideMark/>
          </w:tcPr>
          <w:p w14:paraId="1BB6398C" w14:textId="4CDA54C7"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19.2 </w:t>
            </w:r>
          </w:p>
        </w:tc>
        <w:tc>
          <w:tcPr>
            <w:tcW w:w="0" w:type="auto"/>
            <w:tcBorders>
              <w:top w:val="nil"/>
              <w:left w:val="nil"/>
              <w:bottom w:val="nil"/>
              <w:right w:val="nil"/>
            </w:tcBorders>
            <w:noWrap/>
            <w:vAlign w:val="center"/>
            <w:hideMark/>
          </w:tcPr>
          <w:p w14:paraId="38CA63C9" w14:textId="6EF33227"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10.7 </w:t>
            </w:r>
          </w:p>
        </w:tc>
        <w:tc>
          <w:tcPr>
            <w:tcW w:w="0" w:type="auto"/>
            <w:tcBorders>
              <w:top w:val="nil"/>
              <w:left w:val="nil"/>
              <w:bottom w:val="nil"/>
              <w:right w:val="nil"/>
            </w:tcBorders>
            <w:vAlign w:val="center"/>
            <w:hideMark/>
          </w:tcPr>
          <w:p w14:paraId="4762EB23"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&lt;0.001</w:t>
            </w:r>
          </w:p>
        </w:tc>
      </w:tr>
      <w:tr w:rsidR="00BB59DB" w:rsidRPr="00BB59DB" w14:paraId="6E37304B" w14:textId="77777777" w:rsidTr="00BB59DB">
        <w:trPr>
          <w:trHeight w:val="300"/>
        </w:trPr>
        <w:tc>
          <w:tcPr>
            <w:tcW w:w="0" w:type="auto"/>
            <w:tcBorders>
              <w:top w:val="nil"/>
              <w:left w:val="nil"/>
              <w:bottom w:val="nil"/>
              <w:right w:val="nil"/>
            </w:tcBorders>
            <w:vAlign w:val="center"/>
            <w:hideMark/>
          </w:tcPr>
          <w:p w14:paraId="0B683D80" w14:textId="32C02392" w:rsidR="00BB59DB" w:rsidRPr="00BB59DB" w:rsidRDefault="00BB59DB" w:rsidP="00BB59DB">
            <w:pPr>
              <w:rPr>
                <w:rFonts w:eastAsia="Times New Roman" w:cs="Times New Roman"/>
                <w:color w:val="000000"/>
                <w:sz w:val="22"/>
                <w:szCs w:val="22"/>
                <w:lang w:eastAsia="ja-JP"/>
              </w:rPr>
            </w:pPr>
            <w:r>
              <w:rPr>
                <w:rFonts w:eastAsia="Times New Roman" w:cs="Times New Roman"/>
                <w:color w:val="000000"/>
                <w:sz w:val="22"/>
                <w:szCs w:val="22"/>
                <w:lang w:eastAsia="ja-JP"/>
              </w:rPr>
              <w:t>conditions</w:t>
            </w:r>
          </w:p>
        </w:tc>
        <w:tc>
          <w:tcPr>
            <w:tcW w:w="0" w:type="auto"/>
            <w:tcBorders>
              <w:top w:val="nil"/>
              <w:left w:val="nil"/>
              <w:bottom w:val="nil"/>
              <w:right w:val="nil"/>
            </w:tcBorders>
            <w:vAlign w:val="center"/>
            <w:hideMark/>
          </w:tcPr>
          <w:p w14:paraId="390C0E20"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1</w:t>
            </w:r>
          </w:p>
        </w:tc>
        <w:tc>
          <w:tcPr>
            <w:tcW w:w="0" w:type="auto"/>
            <w:tcBorders>
              <w:top w:val="nil"/>
              <w:left w:val="nil"/>
              <w:bottom w:val="nil"/>
              <w:right w:val="nil"/>
            </w:tcBorders>
            <w:noWrap/>
            <w:vAlign w:val="center"/>
            <w:hideMark/>
          </w:tcPr>
          <w:p w14:paraId="1E86A510" w14:textId="02D7F689"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31</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noWrap/>
            <w:vAlign w:val="center"/>
            <w:hideMark/>
          </w:tcPr>
          <w:p w14:paraId="2E771C92" w14:textId="32199CB1"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14</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vAlign w:val="center"/>
            <w:hideMark/>
          </w:tcPr>
          <w:p w14:paraId="2A8FEB00" w14:textId="77777777" w:rsidR="00BB59DB" w:rsidRPr="00BB59DB" w:rsidRDefault="00BB59DB" w:rsidP="00BB59DB">
            <w:pPr>
              <w:rPr>
                <w:rFonts w:eastAsia="Times New Roman" w:cs="Times New Roman"/>
                <w:color w:val="000000"/>
                <w:sz w:val="22"/>
                <w:szCs w:val="22"/>
                <w:lang w:eastAsia="ja-JP"/>
              </w:rPr>
            </w:pPr>
          </w:p>
        </w:tc>
      </w:tr>
      <w:tr w:rsidR="00BB59DB" w:rsidRPr="00BB59DB" w14:paraId="59DBB3A2" w14:textId="77777777" w:rsidTr="00BB59DB">
        <w:trPr>
          <w:trHeight w:val="300"/>
        </w:trPr>
        <w:tc>
          <w:tcPr>
            <w:tcW w:w="0" w:type="auto"/>
            <w:tcBorders>
              <w:top w:val="nil"/>
              <w:left w:val="nil"/>
              <w:bottom w:val="nil"/>
              <w:right w:val="nil"/>
            </w:tcBorders>
            <w:vAlign w:val="center"/>
            <w:hideMark/>
          </w:tcPr>
          <w:p w14:paraId="5644B085" w14:textId="77777777" w:rsidR="00BB59DB" w:rsidRPr="00BB59DB" w:rsidRDefault="00BB59DB" w:rsidP="00BB59DB">
            <w:pPr>
              <w:rPr>
                <w:rFonts w:eastAsia="Times New Roman" w:cs="Times New Roman"/>
                <w:sz w:val="20"/>
                <w:szCs w:val="20"/>
                <w:lang w:eastAsia="ja-JP"/>
              </w:rPr>
            </w:pPr>
          </w:p>
        </w:tc>
        <w:tc>
          <w:tcPr>
            <w:tcW w:w="0" w:type="auto"/>
            <w:tcBorders>
              <w:top w:val="nil"/>
              <w:left w:val="nil"/>
              <w:bottom w:val="nil"/>
              <w:right w:val="nil"/>
            </w:tcBorders>
            <w:vAlign w:val="center"/>
            <w:hideMark/>
          </w:tcPr>
          <w:p w14:paraId="2434C126"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2</w:t>
            </w:r>
          </w:p>
        </w:tc>
        <w:tc>
          <w:tcPr>
            <w:tcW w:w="0" w:type="auto"/>
            <w:tcBorders>
              <w:top w:val="nil"/>
              <w:left w:val="nil"/>
              <w:bottom w:val="nil"/>
              <w:right w:val="nil"/>
            </w:tcBorders>
            <w:noWrap/>
            <w:vAlign w:val="center"/>
            <w:hideMark/>
          </w:tcPr>
          <w:p w14:paraId="16E298B0" w14:textId="1B9D119D"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23.6 </w:t>
            </w:r>
          </w:p>
        </w:tc>
        <w:tc>
          <w:tcPr>
            <w:tcW w:w="0" w:type="auto"/>
            <w:tcBorders>
              <w:top w:val="nil"/>
              <w:left w:val="nil"/>
              <w:bottom w:val="nil"/>
              <w:right w:val="nil"/>
            </w:tcBorders>
            <w:noWrap/>
            <w:vAlign w:val="center"/>
            <w:hideMark/>
          </w:tcPr>
          <w:p w14:paraId="0E084F2A" w14:textId="73B9804F"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15.4 </w:t>
            </w:r>
          </w:p>
        </w:tc>
        <w:tc>
          <w:tcPr>
            <w:tcW w:w="0" w:type="auto"/>
            <w:tcBorders>
              <w:top w:val="nil"/>
              <w:left w:val="nil"/>
              <w:bottom w:val="nil"/>
              <w:right w:val="nil"/>
            </w:tcBorders>
            <w:vAlign w:val="center"/>
            <w:hideMark/>
          </w:tcPr>
          <w:p w14:paraId="6FD1ACB6" w14:textId="77777777" w:rsidR="00BB59DB" w:rsidRPr="00BB59DB" w:rsidRDefault="00BB59DB" w:rsidP="00BB59DB">
            <w:pPr>
              <w:rPr>
                <w:rFonts w:eastAsia="Times New Roman" w:cs="Times New Roman"/>
                <w:color w:val="000000"/>
                <w:sz w:val="22"/>
                <w:szCs w:val="22"/>
                <w:lang w:eastAsia="ja-JP"/>
              </w:rPr>
            </w:pPr>
          </w:p>
        </w:tc>
      </w:tr>
      <w:tr w:rsidR="00BB59DB" w:rsidRPr="00BB59DB" w14:paraId="5948C6F6" w14:textId="77777777" w:rsidTr="00BB59DB">
        <w:trPr>
          <w:trHeight w:val="300"/>
        </w:trPr>
        <w:tc>
          <w:tcPr>
            <w:tcW w:w="0" w:type="auto"/>
            <w:tcBorders>
              <w:top w:val="nil"/>
              <w:left w:val="nil"/>
              <w:bottom w:val="nil"/>
              <w:right w:val="nil"/>
            </w:tcBorders>
            <w:vAlign w:val="center"/>
            <w:hideMark/>
          </w:tcPr>
          <w:p w14:paraId="5C872EE2" w14:textId="77777777" w:rsidR="00BB59DB" w:rsidRPr="00BB59DB" w:rsidRDefault="00BB59DB" w:rsidP="00BB59DB">
            <w:pPr>
              <w:rPr>
                <w:rFonts w:eastAsia="Times New Roman" w:cs="Times New Roman"/>
                <w:sz w:val="20"/>
                <w:szCs w:val="20"/>
                <w:lang w:eastAsia="ja-JP"/>
              </w:rPr>
            </w:pPr>
          </w:p>
        </w:tc>
        <w:tc>
          <w:tcPr>
            <w:tcW w:w="0" w:type="auto"/>
            <w:tcBorders>
              <w:top w:val="nil"/>
              <w:left w:val="nil"/>
              <w:bottom w:val="nil"/>
              <w:right w:val="nil"/>
            </w:tcBorders>
            <w:vAlign w:val="center"/>
            <w:hideMark/>
          </w:tcPr>
          <w:p w14:paraId="491E768F"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3</w:t>
            </w:r>
          </w:p>
        </w:tc>
        <w:tc>
          <w:tcPr>
            <w:tcW w:w="0" w:type="auto"/>
            <w:tcBorders>
              <w:top w:val="nil"/>
              <w:left w:val="nil"/>
              <w:bottom w:val="nil"/>
              <w:right w:val="nil"/>
            </w:tcBorders>
            <w:noWrap/>
            <w:vAlign w:val="center"/>
            <w:hideMark/>
          </w:tcPr>
          <w:p w14:paraId="30B7195A" w14:textId="2E7C5375"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13.8 </w:t>
            </w:r>
          </w:p>
        </w:tc>
        <w:tc>
          <w:tcPr>
            <w:tcW w:w="0" w:type="auto"/>
            <w:tcBorders>
              <w:top w:val="nil"/>
              <w:left w:val="nil"/>
              <w:bottom w:val="nil"/>
              <w:right w:val="nil"/>
            </w:tcBorders>
            <w:noWrap/>
            <w:vAlign w:val="center"/>
            <w:hideMark/>
          </w:tcPr>
          <w:p w14:paraId="7B545D85" w14:textId="729A739C" w:rsidR="00BB59DB" w:rsidRPr="00BB59DB" w:rsidRDefault="00BB59DB" w:rsidP="000371E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18</w:t>
            </w:r>
            <w:r w:rsidR="00C2186B">
              <w:rPr>
                <w:rFonts w:eastAsia="Times New Roman" w:cs="Times New Roman"/>
                <w:color w:val="000000"/>
                <w:sz w:val="22"/>
                <w:szCs w:val="22"/>
                <w:lang w:eastAsia="ja-JP"/>
              </w:rPr>
              <w:t>.0</w:t>
            </w:r>
            <w:r w:rsidRPr="00BB59DB">
              <w:rPr>
                <w:rFonts w:eastAsia="Times New Roman" w:cs="Times New Roman"/>
                <w:color w:val="000000"/>
                <w:sz w:val="22"/>
                <w:szCs w:val="22"/>
                <w:lang w:eastAsia="ja-JP"/>
              </w:rPr>
              <w:t xml:space="preserve"> </w:t>
            </w:r>
          </w:p>
        </w:tc>
        <w:tc>
          <w:tcPr>
            <w:tcW w:w="0" w:type="auto"/>
            <w:tcBorders>
              <w:top w:val="nil"/>
              <w:left w:val="nil"/>
              <w:bottom w:val="nil"/>
              <w:right w:val="nil"/>
            </w:tcBorders>
            <w:vAlign w:val="center"/>
            <w:hideMark/>
          </w:tcPr>
          <w:p w14:paraId="6E94B09F" w14:textId="77777777" w:rsidR="00BB59DB" w:rsidRPr="00BB59DB" w:rsidRDefault="00BB59DB" w:rsidP="00BB59DB">
            <w:pPr>
              <w:rPr>
                <w:rFonts w:eastAsia="Times New Roman" w:cs="Times New Roman"/>
                <w:color w:val="000000"/>
                <w:sz w:val="22"/>
                <w:szCs w:val="22"/>
                <w:lang w:eastAsia="ja-JP"/>
              </w:rPr>
            </w:pPr>
          </w:p>
        </w:tc>
      </w:tr>
      <w:tr w:rsidR="00BB59DB" w:rsidRPr="00BB59DB" w14:paraId="18676E4A" w14:textId="77777777" w:rsidTr="00BB59DB">
        <w:trPr>
          <w:trHeight w:val="300"/>
        </w:trPr>
        <w:tc>
          <w:tcPr>
            <w:tcW w:w="0" w:type="auto"/>
            <w:tcBorders>
              <w:top w:val="nil"/>
              <w:left w:val="nil"/>
              <w:bottom w:val="single" w:sz="4" w:space="0" w:color="auto"/>
              <w:right w:val="nil"/>
            </w:tcBorders>
            <w:vAlign w:val="center"/>
            <w:hideMark/>
          </w:tcPr>
          <w:p w14:paraId="5805A74E"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w:t>
            </w:r>
          </w:p>
        </w:tc>
        <w:tc>
          <w:tcPr>
            <w:tcW w:w="0" w:type="auto"/>
            <w:tcBorders>
              <w:top w:val="nil"/>
              <w:left w:val="nil"/>
              <w:bottom w:val="single" w:sz="4" w:space="0" w:color="auto"/>
              <w:right w:val="nil"/>
            </w:tcBorders>
            <w:vAlign w:val="center"/>
            <w:hideMark/>
          </w:tcPr>
          <w:p w14:paraId="6BF0304D"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≥4</w:t>
            </w:r>
          </w:p>
        </w:tc>
        <w:tc>
          <w:tcPr>
            <w:tcW w:w="0" w:type="auto"/>
            <w:tcBorders>
              <w:top w:val="nil"/>
              <w:left w:val="nil"/>
              <w:bottom w:val="single" w:sz="4" w:space="0" w:color="auto"/>
              <w:right w:val="nil"/>
            </w:tcBorders>
            <w:noWrap/>
            <w:vAlign w:val="center"/>
            <w:hideMark/>
          </w:tcPr>
          <w:p w14:paraId="7879F96C" w14:textId="2A522C26"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12.5 </w:t>
            </w:r>
          </w:p>
        </w:tc>
        <w:tc>
          <w:tcPr>
            <w:tcW w:w="0" w:type="auto"/>
            <w:tcBorders>
              <w:top w:val="nil"/>
              <w:left w:val="nil"/>
              <w:bottom w:val="single" w:sz="4" w:space="0" w:color="auto"/>
              <w:right w:val="nil"/>
            </w:tcBorders>
            <w:noWrap/>
            <w:vAlign w:val="center"/>
            <w:hideMark/>
          </w:tcPr>
          <w:p w14:paraId="7A62A362" w14:textId="2D7466AD" w:rsidR="00BB59DB" w:rsidRPr="00BB59DB" w:rsidRDefault="00BB59DB" w:rsidP="00D55C78">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xml:space="preserve">21.2 </w:t>
            </w:r>
          </w:p>
        </w:tc>
        <w:tc>
          <w:tcPr>
            <w:tcW w:w="0" w:type="auto"/>
            <w:tcBorders>
              <w:top w:val="nil"/>
              <w:left w:val="nil"/>
              <w:bottom w:val="single" w:sz="4" w:space="0" w:color="auto"/>
              <w:right w:val="nil"/>
            </w:tcBorders>
            <w:vAlign w:val="center"/>
            <w:hideMark/>
          </w:tcPr>
          <w:p w14:paraId="3522F03F" w14:textId="77777777" w:rsidR="00BB59DB" w:rsidRPr="00BB59DB" w:rsidRDefault="00BB59DB" w:rsidP="00BB59DB">
            <w:pPr>
              <w:rPr>
                <w:rFonts w:eastAsia="Times New Roman" w:cs="Times New Roman"/>
                <w:color w:val="000000"/>
                <w:sz w:val="22"/>
                <w:szCs w:val="22"/>
                <w:lang w:eastAsia="ja-JP"/>
              </w:rPr>
            </w:pPr>
            <w:r w:rsidRPr="00BB59DB">
              <w:rPr>
                <w:rFonts w:eastAsia="Times New Roman" w:cs="Times New Roman"/>
                <w:color w:val="000000"/>
                <w:sz w:val="22"/>
                <w:szCs w:val="22"/>
                <w:lang w:eastAsia="ja-JP"/>
              </w:rPr>
              <w:t> </w:t>
            </w:r>
          </w:p>
        </w:tc>
      </w:tr>
    </w:tbl>
    <w:p w14:paraId="518359DB" w14:textId="70D3A7C4" w:rsidR="004036D5" w:rsidRPr="006D605E" w:rsidRDefault="004036D5" w:rsidP="004036D5">
      <w:pPr>
        <w:jc w:val="both"/>
        <w:rPr>
          <w:rFonts w:eastAsia="Times New Roman"/>
          <w:sz w:val="20"/>
          <w:szCs w:val="20"/>
        </w:rPr>
      </w:pPr>
      <w:r w:rsidRPr="006D605E">
        <w:rPr>
          <w:rFonts w:eastAsia="Times New Roman"/>
          <w:sz w:val="20"/>
          <w:szCs w:val="20"/>
        </w:rPr>
        <w:t>Abbreviation</w:t>
      </w:r>
      <w:r>
        <w:rPr>
          <w:rFonts w:eastAsia="Times New Roman"/>
          <w:sz w:val="20"/>
          <w:szCs w:val="20"/>
        </w:rPr>
        <w:t>: MCI Mild cognitive impairment</w:t>
      </w:r>
    </w:p>
    <w:p w14:paraId="03C295B4" w14:textId="77777777" w:rsidR="00F0026A" w:rsidRDefault="00C55B33" w:rsidP="00C55B33">
      <w:pPr>
        <w:jc w:val="both"/>
        <w:rPr>
          <w:rFonts w:eastAsia="Times New Roman"/>
          <w:sz w:val="20"/>
          <w:szCs w:val="20"/>
        </w:rPr>
      </w:pPr>
      <w:r>
        <w:rPr>
          <w:rFonts w:eastAsia="Times New Roman"/>
          <w:sz w:val="20"/>
          <w:szCs w:val="20"/>
        </w:rPr>
        <w:t>Percentage is based on weighted sample</w:t>
      </w:r>
      <w:r w:rsidR="00F0026A">
        <w:rPr>
          <w:rFonts w:eastAsia="Times New Roman"/>
          <w:sz w:val="20"/>
          <w:szCs w:val="20"/>
        </w:rPr>
        <w:t>.</w:t>
      </w:r>
    </w:p>
    <w:p w14:paraId="2423C119" w14:textId="045913EB" w:rsidR="00F0026A" w:rsidRPr="00D64BC7" w:rsidRDefault="00F0026A" w:rsidP="00F0026A">
      <w:pPr>
        <w:jc w:val="both"/>
        <w:rPr>
          <w:rFonts w:eastAsia="Times New Roman"/>
          <w:sz w:val="20"/>
          <w:szCs w:val="20"/>
          <w:vertAlign w:val="superscript"/>
        </w:rPr>
      </w:pPr>
      <w:r w:rsidRPr="00D64BC7">
        <w:rPr>
          <w:rFonts w:eastAsia="Times New Roman"/>
          <w:sz w:val="20"/>
          <w:szCs w:val="20"/>
          <w:vertAlign w:val="superscript"/>
        </w:rPr>
        <w:t>a</w:t>
      </w:r>
      <w:r>
        <w:rPr>
          <w:rFonts w:eastAsia="Times New Roman"/>
          <w:sz w:val="20"/>
          <w:szCs w:val="20"/>
          <w:vertAlign w:val="superscript"/>
        </w:rPr>
        <w:t xml:space="preserve"> </w:t>
      </w:r>
      <w:r>
        <w:rPr>
          <w:rFonts w:eastAsia="Times New Roman"/>
          <w:sz w:val="20"/>
          <w:szCs w:val="20"/>
        </w:rPr>
        <w:t>Denominator ranges from 31940 to 32662.</w:t>
      </w:r>
    </w:p>
    <w:p w14:paraId="4F1DB75E" w14:textId="6593CF84" w:rsidR="00C55B33" w:rsidRDefault="00C55B33" w:rsidP="00C55B33">
      <w:pPr>
        <w:jc w:val="both"/>
        <w:rPr>
          <w:rFonts w:eastAsia="Times New Roman"/>
          <w:sz w:val="20"/>
          <w:szCs w:val="20"/>
        </w:rPr>
      </w:pPr>
    </w:p>
    <w:p w14:paraId="5C84441C" w14:textId="28EE2372" w:rsidR="00961AD6" w:rsidRDefault="00961AD6" w:rsidP="006D605E">
      <w:pPr>
        <w:jc w:val="both"/>
        <w:rPr>
          <w:rFonts w:eastAsia="Times New Roman"/>
        </w:rPr>
      </w:pPr>
    </w:p>
    <w:p w14:paraId="1B232E0E" w14:textId="77777777" w:rsidR="0042340B" w:rsidRDefault="0042340B" w:rsidP="006D605E">
      <w:pPr>
        <w:jc w:val="both"/>
        <w:rPr>
          <w:rFonts w:eastAsia="Times New Roman"/>
        </w:rPr>
        <w:sectPr w:rsidR="0042340B" w:rsidSect="00F033F5">
          <w:pgSz w:w="11900" w:h="16840"/>
          <w:pgMar w:top="1440" w:right="1440" w:bottom="1440" w:left="1440" w:header="720" w:footer="720" w:gutter="0"/>
          <w:cols w:space="720"/>
          <w:docGrid w:linePitch="360"/>
        </w:sectPr>
      </w:pPr>
    </w:p>
    <w:tbl>
      <w:tblPr>
        <w:tblW w:w="5000" w:type="pct"/>
        <w:tblLook w:val="04A0" w:firstRow="1" w:lastRow="0" w:firstColumn="1" w:lastColumn="0" w:noHBand="0" w:noVBand="1"/>
      </w:tblPr>
      <w:tblGrid>
        <w:gridCol w:w="2599"/>
        <w:gridCol w:w="1191"/>
        <w:gridCol w:w="1293"/>
        <w:gridCol w:w="1094"/>
        <w:gridCol w:w="1293"/>
        <w:gridCol w:w="994"/>
        <w:gridCol w:w="1492"/>
      </w:tblGrid>
      <w:tr w:rsidR="0042340B" w:rsidRPr="00C45868" w14:paraId="3E761C6C" w14:textId="77777777" w:rsidTr="007C1E33">
        <w:trPr>
          <w:trHeight w:val="580"/>
        </w:trPr>
        <w:tc>
          <w:tcPr>
            <w:tcW w:w="5000" w:type="pct"/>
            <w:gridSpan w:val="7"/>
            <w:tcBorders>
              <w:top w:val="nil"/>
              <w:left w:val="nil"/>
              <w:bottom w:val="single" w:sz="4" w:space="0" w:color="auto"/>
              <w:right w:val="nil"/>
            </w:tcBorders>
            <w:shd w:val="clear" w:color="auto" w:fill="auto"/>
            <w:vAlign w:val="bottom"/>
            <w:hideMark/>
          </w:tcPr>
          <w:p w14:paraId="2FAA972B" w14:textId="3FE6BA19" w:rsidR="0042340B" w:rsidRPr="00C45868" w:rsidRDefault="0042340B" w:rsidP="00EF597F">
            <w:pPr>
              <w:rPr>
                <w:rFonts w:eastAsia="Times New Roman" w:cs="Times New Roman"/>
                <w:color w:val="000000"/>
              </w:rPr>
            </w:pPr>
            <w:r w:rsidRPr="00C45868">
              <w:rPr>
                <w:rFonts w:eastAsia="Times New Roman" w:cs="Times New Roman"/>
                <w:b/>
                <w:bCs/>
                <w:color w:val="000000"/>
              </w:rPr>
              <w:t xml:space="preserve">Table </w:t>
            </w:r>
            <w:r>
              <w:rPr>
                <w:rFonts w:eastAsia="Times New Roman" w:cs="Times New Roman"/>
                <w:b/>
                <w:bCs/>
                <w:color w:val="000000"/>
              </w:rPr>
              <w:t>3</w:t>
            </w:r>
            <w:r w:rsidRPr="00C45868">
              <w:rPr>
                <w:rFonts w:eastAsia="Times New Roman" w:cs="Times New Roman"/>
                <w:color w:val="000000"/>
              </w:rPr>
              <w:t xml:space="preserve"> Associations of physical health conditions and multimorbidity with mild cognitive impairment estimated by multivariable logistic regression</w:t>
            </w:r>
          </w:p>
        </w:tc>
      </w:tr>
      <w:tr w:rsidR="00884ECA" w:rsidRPr="00C45868" w14:paraId="29A932C9" w14:textId="77777777" w:rsidTr="007C1E33">
        <w:trPr>
          <w:trHeight w:val="300"/>
        </w:trPr>
        <w:tc>
          <w:tcPr>
            <w:tcW w:w="1007" w:type="pct"/>
            <w:tcBorders>
              <w:top w:val="nil"/>
              <w:left w:val="nil"/>
              <w:bottom w:val="nil"/>
              <w:right w:val="nil"/>
            </w:tcBorders>
            <w:shd w:val="clear" w:color="auto" w:fill="auto"/>
            <w:noWrap/>
            <w:vAlign w:val="center"/>
            <w:hideMark/>
          </w:tcPr>
          <w:p w14:paraId="542D1FDE"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 </w:t>
            </w:r>
          </w:p>
        </w:tc>
        <w:tc>
          <w:tcPr>
            <w:tcW w:w="1347" w:type="pct"/>
            <w:gridSpan w:val="2"/>
            <w:tcBorders>
              <w:top w:val="single" w:sz="4" w:space="0" w:color="auto"/>
              <w:left w:val="nil"/>
              <w:bottom w:val="nil"/>
              <w:right w:val="nil"/>
            </w:tcBorders>
            <w:shd w:val="clear" w:color="auto" w:fill="auto"/>
            <w:noWrap/>
            <w:vAlign w:val="center"/>
            <w:hideMark/>
          </w:tcPr>
          <w:p w14:paraId="622C702C" w14:textId="77777777" w:rsidR="0042340B" w:rsidRPr="00C45868" w:rsidRDefault="0042340B" w:rsidP="007931A1">
            <w:pPr>
              <w:rPr>
                <w:rFonts w:eastAsia="Times New Roman" w:cs="Times New Roman"/>
                <w:color w:val="000000"/>
                <w:sz w:val="22"/>
                <w:szCs w:val="22"/>
              </w:rPr>
            </w:pPr>
            <w:r>
              <w:rPr>
                <w:rFonts w:eastAsia="Times New Roman" w:cs="Times New Roman"/>
                <w:color w:val="000000"/>
                <w:sz w:val="22"/>
                <w:szCs w:val="22"/>
              </w:rPr>
              <w:t>Overall (A</w:t>
            </w:r>
            <w:r w:rsidRPr="00C45868">
              <w:rPr>
                <w:rFonts w:eastAsia="Times New Roman" w:cs="Times New Roman"/>
                <w:color w:val="000000"/>
                <w:sz w:val="22"/>
                <w:szCs w:val="22"/>
              </w:rPr>
              <w:t>ge ≥50 years)</w:t>
            </w:r>
          </w:p>
        </w:tc>
        <w:tc>
          <w:tcPr>
            <w:tcW w:w="1298" w:type="pct"/>
            <w:gridSpan w:val="2"/>
            <w:tcBorders>
              <w:top w:val="single" w:sz="4" w:space="0" w:color="auto"/>
              <w:left w:val="nil"/>
              <w:bottom w:val="nil"/>
              <w:right w:val="nil"/>
            </w:tcBorders>
            <w:shd w:val="clear" w:color="auto" w:fill="auto"/>
            <w:noWrap/>
            <w:vAlign w:val="center"/>
            <w:hideMark/>
          </w:tcPr>
          <w:p w14:paraId="5DD830BC"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Age 50-64 years</w:t>
            </w:r>
          </w:p>
        </w:tc>
        <w:tc>
          <w:tcPr>
            <w:tcW w:w="1348" w:type="pct"/>
            <w:gridSpan w:val="2"/>
            <w:tcBorders>
              <w:top w:val="single" w:sz="4" w:space="0" w:color="auto"/>
              <w:left w:val="nil"/>
              <w:bottom w:val="nil"/>
              <w:right w:val="nil"/>
            </w:tcBorders>
            <w:shd w:val="clear" w:color="auto" w:fill="auto"/>
            <w:noWrap/>
            <w:vAlign w:val="center"/>
            <w:hideMark/>
          </w:tcPr>
          <w:p w14:paraId="49D27397"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Age ≥65 years</w:t>
            </w:r>
          </w:p>
        </w:tc>
      </w:tr>
      <w:tr w:rsidR="00543BFD" w:rsidRPr="00C45868" w14:paraId="6596A39A" w14:textId="77777777" w:rsidTr="00543BFD">
        <w:trPr>
          <w:trHeight w:val="320"/>
        </w:trPr>
        <w:tc>
          <w:tcPr>
            <w:tcW w:w="1007" w:type="pct"/>
            <w:tcBorders>
              <w:top w:val="nil"/>
              <w:left w:val="nil"/>
              <w:bottom w:val="double" w:sz="6" w:space="0" w:color="auto"/>
              <w:right w:val="nil"/>
            </w:tcBorders>
            <w:shd w:val="clear" w:color="auto" w:fill="auto"/>
            <w:noWrap/>
            <w:vAlign w:val="center"/>
            <w:hideMark/>
          </w:tcPr>
          <w:p w14:paraId="5B0E1512" w14:textId="77777777" w:rsidR="0042340B" w:rsidRPr="00C45868" w:rsidRDefault="0042340B" w:rsidP="007931A1">
            <w:pPr>
              <w:rPr>
                <w:rFonts w:eastAsia="Times New Roman" w:cs="Times New Roman"/>
                <w:color w:val="000000"/>
                <w:sz w:val="22"/>
                <w:szCs w:val="22"/>
              </w:rPr>
            </w:pPr>
            <w:r>
              <w:rPr>
                <w:rFonts w:eastAsia="Times New Roman" w:cs="Times New Roman"/>
                <w:color w:val="000000"/>
                <w:sz w:val="22"/>
                <w:szCs w:val="22"/>
              </w:rPr>
              <w:t>Chronic physical condition</w:t>
            </w:r>
          </w:p>
        </w:tc>
        <w:tc>
          <w:tcPr>
            <w:tcW w:w="648" w:type="pct"/>
            <w:tcBorders>
              <w:top w:val="nil"/>
              <w:left w:val="nil"/>
              <w:bottom w:val="double" w:sz="6" w:space="0" w:color="auto"/>
              <w:right w:val="nil"/>
            </w:tcBorders>
            <w:shd w:val="clear" w:color="auto" w:fill="auto"/>
            <w:noWrap/>
            <w:vAlign w:val="center"/>
            <w:hideMark/>
          </w:tcPr>
          <w:p w14:paraId="464B3B64"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OR</w:t>
            </w:r>
          </w:p>
        </w:tc>
        <w:tc>
          <w:tcPr>
            <w:tcW w:w="699" w:type="pct"/>
            <w:tcBorders>
              <w:top w:val="nil"/>
              <w:left w:val="nil"/>
              <w:bottom w:val="double" w:sz="6" w:space="0" w:color="auto"/>
              <w:right w:val="nil"/>
            </w:tcBorders>
            <w:shd w:val="clear" w:color="auto" w:fill="auto"/>
            <w:noWrap/>
            <w:vAlign w:val="center"/>
            <w:hideMark/>
          </w:tcPr>
          <w:p w14:paraId="4F323BBA"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95%CI</w:t>
            </w:r>
          </w:p>
        </w:tc>
        <w:tc>
          <w:tcPr>
            <w:tcW w:w="599" w:type="pct"/>
            <w:tcBorders>
              <w:top w:val="nil"/>
              <w:left w:val="nil"/>
              <w:bottom w:val="double" w:sz="6" w:space="0" w:color="auto"/>
              <w:right w:val="nil"/>
            </w:tcBorders>
            <w:shd w:val="clear" w:color="auto" w:fill="auto"/>
            <w:noWrap/>
            <w:vAlign w:val="center"/>
            <w:hideMark/>
          </w:tcPr>
          <w:p w14:paraId="552A2496"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OR</w:t>
            </w:r>
          </w:p>
        </w:tc>
        <w:tc>
          <w:tcPr>
            <w:tcW w:w="699" w:type="pct"/>
            <w:tcBorders>
              <w:top w:val="nil"/>
              <w:left w:val="nil"/>
              <w:bottom w:val="double" w:sz="6" w:space="0" w:color="auto"/>
              <w:right w:val="nil"/>
            </w:tcBorders>
            <w:shd w:val="clear" w:color="auto" w:fill="auto"/>
            <w:noWrap/>
            <w:vAlign w:val="center"/>
            <w:hideMark/>
          </w:tcPr>
          <w:p w14:paraId="4CCA7C69"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95%CI</w:t>
            </w:r>
          </w:p>
        </w:tc>
        <w:tc>
          <w:tcPr>
            <w:tcW w:w="549" w:type="pct"/>
            <w:tcBorders>
              <w:top w:val="nil"/>
              <w:left w:val="nil"/>
              <w:bottom w:val="double" w:sz="6" w:space="0" w:color="auto"/>
              <w:right w:val="nil"/>
            </w:tcBorders>
            <w:shd w:val="clear" w:color="auto" w:fill="auto"/>
            <w:noWrap/>
            <w:vAlign w:val="center"/>
            <w:hideMark/>
          </w:tcPr>
          <w:p w14:paraId="0F13B3E5"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OR</w:t>
            </w:r>
          </w:p>
        </w:tc>
        <w:tc>
          <w:tcPr>
            <w:tcW w:w="799" w:type="pct"/>
            <w:tcBorders>
              <w:top w:val="nil"/>
              <w:left w:val="nil"/>
              <w:bottom w:val="double" w:sz="6" w:space="0" w:color="auto"/>
              <w:right w:val="nil"/>
            </w:tcBorders>
            <w:shd w:val="clear" w:color="auto" w:fill="auto"/>
            <w:noWrap/>
            <w:vAlign w:val="center"/>
            <w:hideMark/>
          </w:tcPr>
          <w:p w14:paraId="01E9135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95%CI</w:t>
            </w:r>
          </w:p>
        </w:tc>
      </w:tr>
      <w:tr w:rsidR="00543BFD" w:rsidRPr="00C45868" w14:paraId="3631C74A" w14:textId="77777777" w:rsidTr="00543BFD">
        <w:trPr>
          <w:trHeight w:val="320"/>
        </w:trPr>
        <w:tc>
          <w:tcPr>
            <w:tcW w:w="1007" w:type="pct"/>
            <w:tcBorders>
              <w:top w:val="nil"/>
              <w:left w:val="nil"/>
              <w:bottom w:val="nil"/>
              <w:right w:val="nil"/>
            </w:tcBorders>
            <w:shd w:val="clear" w:color="auto" w:fill="auto"/>
            <w:noWrap/>
            <w:vAlign w:val="center"/>
            <w:hideMark/>
          </w:tcPr>
          <w:p w14:paraId="5F0F25FC"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Angina</w:t>
            </w:r>
          </w:p>
        </w:tc>
        <w:tc>
          <w:tcPr>
            <w:tcW w:w="648" w:type="pct"/>
            <w:tcBorders>
              <w:top w:val="nil"/>
              <w:left w:val="nil"/>
              <w:bottom w:val="nil"/>
              <w:right w:val="nil"/>
            </w:tcBorders>
            <w:shd w:val="clear" w:color="auto" w:fill="auto"/>
            <w:noWrap/>
            <w:vAlign w:val="center"/>
            <w:hideMark/>
          </w:tcPr>
          <w:p w14:paraId="633119A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1.14</w:t>
            </w:r>
          </w:p>
        </w:tc>
        <w:tc>
          <w:tcPr>
            <w:tcW w:w="699" w:type="pct"/>
            <w:tcBorders>
              <w:top w:val="nil"/>
              <w:left w:val="nil"/>
              <w:bottom w:val="nil"/>
              <w:right w:val="nil"/>
            </w:tcBorders>
            <w:shd w:val="clear" w:color="auto" w:fill="auto"/>
            <w:noWrap/>
            <w:vAlign w:val="center"/>
            <w:hideMark/>
          </w:tcPr>
          <w:p w14:paraId="6DB0EA3C"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[0.98,1.33]</w:t>
            </w:r>
          </w:p>
        </w:tc>
        <w:tc>
          <w:tcPr>
            <w:tcW w:w="599" w:type="pct"/>
            <w:tcBorders>
              <w:top w:val="nil"/>
              <w:left w:val="nil"/>
              <w:bottom w:val="nil"/>
              <w:right w:val="nil"/>
            </w:tcBorders>
            <w:shd w:val="clear" w:color="auto" w:fill="auto"/>
            <w:noWrap/>
            <w:vAlign w:val="center"/>
            <w:hideMark/>
          </w:tcPr>
          <w:p w14:paraId="3716FB34"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1.34**</w:t>
            </w:r>
          </w:p>
        </w:tc>
        <w:tc>
          <w:tcPr>
            <w:tcW w:w="699" w:type="pct"/>
            <w:tcBorders>
              <w:top w:val="nil"/>
              <w:left w:val="nil"/>
              <w:bottom w:val="nil"/>
              <w:right w:val="nil"/>
            </w:tcBorders>
            <w:shd w:val="clear" w:color="auto" w:fill="auto"/>
            <w:noWrap/>
            <w:vAlign w:val="center"/>
            <w:hideMark/>
          </w:tcPr>
          <w:p w14:paraId="07AFDA07"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[1.09,1.63]</w:t>
            </w:r>
          </w:p>
        </w:tc>
        <w:tc>
          <w:tcPr>
            <w:tcW w:w="549" w:type="pct"/>
            <w:tcBorders>
              <w:top w:val="nil"/>
              <w:left w:val="nil"/>
              <w:bottom w:val="nil"/>
              <w:right w:val="nil"/>
            </w:tcBorders>
            <w:shd w:val="clear" w:color="auto" w:fill="auto"/>
            <w:noWrap/>
            <w:vAlign w:val="center"/>
            <w:hideMark/>
          </w:tcPr>
          <w:p w14:paraId="004BF3B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0.98</w:t>
            </w:r>
          </w:p>
        </w:tc>
        <w:tc>
          <w:tcPr>
            <w:tcW w:w="799" w:type="pct"/>
            <w:tcBorders>
              <w:top w:val="nil"/>
              <w:left w:val="nil"/>
              <w:bottom w:val="nil"/>
              <w:right w:val="nil"/>
            </w:tcBorders>
            <w:shd w:val="clear" w:color="auto" w:fill="auto"/>
            <w:noWrap/>
            <w:vAlign w:val="center"/>
            <w:hideMark/>
          </w:tcPr>
          <w:p w14:paraId="7CD29883"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[0.77,1.24]</w:t>
            </w:r>
          </w:p>
        </w:tc>
      </w:tr>
      <w:tr w:rsidR="00543BFD" w:rsidRPr="00C45868" w14:paraId="29DAFE57" w14:textId="77777777" w:rsidTr="00543BFD">
        <w:trPr>
          <w:trHeight w:val="300"/>
        </w:trPr>
        <w:tc>
          <w:tcPr>
            <w:tcW w:w="1007" w:type="pct"/>
            <w:tcBorders>
              <w:top w:val="nil"/>
              <w:left w:val="nil"/>
              <w:bottom w:val="nil"/>
              <w:right w:val="nil"/>
            </w:tcBorders>
            <w:shd w:val="clear" w:color="auto" w:fill="auto"/>
            <w:noWrap/>
            <w:vAlign w:val="center"/>
            <w:hideMark/>
          </w:tcPr>
          <w:p w14:paraId="2EB720C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Arthritis</w:t>
            </w:r>
          </w:p>
        </w:tc>
        <w:tc>
          <w:tcPr>
            <w:tcW w:w="648" w:type="pct"/>
            <w:tcBorders>
              <w:top w:val="nil"/>
              <w:left w:val="nil"/>
              <w:bottom w:val="nil"/>
              <w:right w:val="nil"/>
            </w:tcBorders>
            <w:shd w:val="clear" w:color="auto" w:fill="auto"/>
            <w:noWrap/>
            <w:vAlign w:val="center"/>
            <w:hideMark/>
          </w:tcPr>
          <w:p w14:paraId="4270287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1.24***</w:t>
            </w:r>
          </w:p>
        </w:tc>
        <w:tc>
          <w:tcPr>
            <w:tcW w:w="699" w:type="pct"/>
            <w:tcBorders>
              <w:top w:val="nil"/>
              <w:left w:val="nil"/>
              <w:bottom w:val="nil"/>
              <w:right w:val="nil"/>
            </w:tcBorders>
            <w:shd w:val="clear" w:color="auto" w:fill="auto"/>
            <w:noWrap/>
            <w:vAlign w:val="center"/>
            <w:hideMark/>
          </w:tcPr>
          <w:p w14:paraId="63CC1D7D"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[1.10,1.40]</w:t>
            </w:r>
          </w:p>
        </w:tc>
        <w:tc>
          <w:tcPr>
            <w:tcW w:w="599" w:type="pct"/>
            <w:tcBorders>
              <w:top w:val="nil"/>
              <w:left w:val="nil"/>
              <w:bottom w:val="nil"/>
              <w:right w:val="nil"/>
            </w:tcBorders>
            <w:shd w:val="clear" w:color="auto" w:fill="auto"/>
            <w:noWrap/>
            <w:vAlign w:val="center"/>
            <w:hideMark/>
          </w:tcPr>
          <w:p w14:paraId="28942538"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1.24**</w:t>
            </w:r>
          </w:p>
        </w:tc>
        <w:tc>
          <w:tcPr>
            <w:tcW w:w="699" w:type="pct"/>
            <w:tcBorders>
              <w:top w:val="nil"/>
              <w:left w:val="nil"/>
              <w:bottom w:val="nil"/>
              <w:right w:val="nil"/>
            </w:tcBorders>
            <w:shd w:val="clear" w:color="auto" w:fill="auto"/>
            <w:noWrap/>
            <w:vAlign w:val="center"/>
            <w:hideMark/>
          </w:tcPr>
          <w:p w14:paraId="5664A2E5"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[1.06,1.44]</w:t>
            </w:r>
          </w:p>
        </w:tc>
        <w:tc>
          <w:tcPr>
            <w:tcW w:w="549" w:type="pct"/>
            <w:tcBorders>
              <w:top w:val="nil"/>
              <w:left w:val="nil"/>
              <w:bottom w:val="nil"/>
              <w:right w:val="nil"/>
            </w:tcBorders>
            <w:shd w:val="clear" w:color="auto" w:fill="auto"/>
            <w:noWrap/>
            <w:vAlign w:val="center"/>
            <w:hideMark/>
          </w:tcPr>
          <w:p w14:paraId="6DCA04F4"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1.30**</w:t>
            </w:r>
          </w:p>
        </w:tc>
        <w:tc>
          <w:tcPr>
            <w:tcW w:w="799" w:type="pct"/>
            <w:tcBorders>
              <w:top w:val="nil"/>
              <w:left w:val="nil"/>
              <w:bottom w:val="nil"/>
              <w:right w:val="nil"/>
            </w:tcBorders>
            <w:shd w:val="clear" w:color="auto" w:fill="auto"/>
            <w:noWrap/>
            <w:vAlign w:val="center"/>
            <w:hideMark/>
          </w:tcPr>
          <w:p w14:paraId="7A2CF5B4"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[1.09,1.54]</w:t>
            </w:r>
          </w:p>
        </w:tc>
      </w:tr>
      <w:tr w:rsidR="00543BFD" w:rsidRPr="00C45868" w14:paraId="1ED7E43E" w14:textId="77777777" w:rsidTr="00543BFD">
        <w:trPr>
          <w:trHeight w:val="300"/>
        </w:trPr>
        <w:tc>
          <w:tcPr>
            <w:tcW w:w="1007" w:type="pct"/>
            <w:tcBorders>
              <w:top w:val="nil"/>
              <w:left w:val="nil"/>
              <w:bottom w:val="nil"/>
              <w:right w:val="nil"/>
            </w:tcBorders>
            <w:shd w:val="clear" w:color="auto" w:fill="auto"/>
            <w:noWrap/>
            <w:vAlign w:val="center"/>
            <w:hideMark/>
          </w:tcPr>
          <w:p w14:paraId="515C248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Asthma</w:t>
            </w:r>
          </w:p>
        </w:tc>
        <w:tc>
          <w:tcPr>
            <w:tcW w:w="648" w:type="pct"/>
            <w:tcBorders>
              <w:top w:val="nil"/>
              <w:left w:val="nil"/>
              <w:bottom w:val="nil"/>
              <w:right w:val="nil"/>
            </w:tcBorders>
            <w:shd w:val="clear" w:color="auto" w:fill="auto"/>
            <w:noWrap/>
            <w:vAlign w:val="center"/>
            <w:hideMark/>
          </w:tcPr>
          <w:p w14:paraId="56F1149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1.18</w:t>
            </w:r>
          </w:p>
        </w:tc>
        <w:tc>
          <w:tcPr>
            <w:tcW w:w="699" w:type="pct"/>
            <w:tcBorders>
              <w:top w:val="nil"/>
              <w:left w:val="nil"/>
              <w:bottom w:val="nil"/>
              <w:right w:val="nil"/>
            </w:tcBorders>
            <w:shd w:val="clear" w:color="auto" w:fill="auto"/>
            <w:noWrap/>
            <w:vAlign w:val="center"/>
            <w:hideMark/>
          </w:tcPr>
          <w:p w14:paraId="79B0F498"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[0.96,1.45]</w:t>
            </w:r>
          </w:p>
        </w:tc>
        <w:tc>
          <w:tcPr>
            <w:tcW w:w="599" w:type="pct"/>
            <w:tcBorders>
              <w:top w:val="nil"/>
              <w:left w:val="nil"/>
              <w:bottom w:val="nil"/>
              <w:right w:val="nil"/>
            </w:tcBorders>
            <w:shd w:val="clear" w:color="auto" w:fill="auto"/>
            <w:noWrap/>
            <w:vAlign w:val="center"/>
            <w:hideMark/>
          </w:tcPr>
          <w:p w14:paraId="14A46D72"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1.13</w:t>
            </w:r>
          </w:p>
        </w:tc>
        <w:tc>
          <w:tcPr>
            <w:tcW w:w="699" w:type="pct"/>
            <w:tcBorders>
              <w:top w:val="nil"/>
              <w:left w:val="nil"/>
              <w:bottom w:val="nil"/>
              <w:right w:val="nil"/>
            </w:tcBorders>
            <w:shd w:val="clear" w:color="auto" w:fill="auto"/>
            <w:noWrap/>
            <w:vAlign w:val="center"/>
            <w:hideMark/>
          </w:tcPr>
          <w:p w14:paraId="03077C91"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[0.85,1.50]</w:t>
            </w:r>
          </w:p>
        </w:tc>
        <w:tc>
          <w:tcPr>
            <w:tcW w:w="549" w:type="pct"/>
            <w:tcBorders>
              <w:top w:val="nil"/>
              <w:left w:val="nil"/>
              <w:bottom w:val="nil"/>
              <w:right w:val="nil"/>
            </w:tcBorders>
            <w:shd w:val="clear" w:color="auto" w:fill="auto"/>
            <w:noWrap/>
            <w:vAlign w:val="center"/>
            <w:hideMark/>
          </w:tcPr>
          <w:p w14:paraId="51428B76"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1.22</w:t>
            </w:r>
          </w:p>
        </w:tc>
        <w:tc>
          <w:tcPr>
            <w:tcW w:w="799" w:type="pct"/>
            <w:tcBorders>
              <w:top w:val="nil"/>
              <w:left w:val="nil"/>
              <w:bottom w:val="nil"/>
              <w:right w:val="nil"/>
            </w:tcBorders>
            <w:shd w:val="clear" w:color="auto" w:fill="auto"/>
            <w:noWrap/>
            <w:vAlign w:val="center"/>
            <w:hideMark/>
          </w:tcPr>
          <w:p w14:paraId="00ECFDF9"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[0.91,1.63]</w:t>
            </w:r>
          </w:p>
        </w:tc>
      </w:tr>
      <w:tr w:rsidR="00543BFD" w:rsidRPr="00C45868" w14:paraId="3AE3A759" w14:textId="77777777" w:rsidTr="00543BFD">
        <w:trPr>
          <w:trHeight w:val="300"/>
        </w:trPr>
        <w:tc>
          <w:tcPr>
            <w:tcW w:w="1007" w:type="pct"/>
            <w:tcBorders>
              <w:top w:val="nil"/>
              <w:left w:val="nil"/>
              <w:bottom w:val="nil"/>
              <w:right w:val="nil"/>
            </w:tcBorders>
            <w:shd w:val="clear" w:color="auto" w:fill="auto"/>
            <w:noWrap/>
            <w:vAlign w:val="center"/>
            <w:hideMark/>
          </w:tcPr>
          <w:p w14:paraId="5B5BED7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Cataract</w:t>
            </w:r>
          </w:p>
        </w:tc>
        <w:tc>
          <w:tcPr>
            <w:tcW w:w="648" w:type="pct"/>
            <w:tcBorders>
              <w:top w:val="nil"/>
              <w:left w:val="nil"/>
              <w:bottom w:val="nil"/>
              <w:right w:val="nil"/>
            </w:tcBorders>
            <w:shd w:val="clear" w:color="auto" w:fill="auto"/>
            <w:noWrap/>
            <w:vAlign w:val="center"/>
            <w:hideMark/>
          </w:tcPr>
          <w:p w14:paraId="70B317B5"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1.33***</w:t>
            </w:r>
          </w:p>
        </w:tc>
        <w:tc>
          <w:tcPr>
            <w:tcW w:w="699" w:type="pct"/>
            <w:tcBorders>
              <w:top w:val="nil"/>
              <w:left w:val="nil"/>
              <w:bottom w:val="nil"/>
              <w:right w:val="nil"/>
            </w:tcBorders>
            <w:shd w:val="clear" w:color="auto" w:fill="auto"/>
            <w:noWrap/>
            <w:vAlign w:val="center"/>
            <w:hideMark/>
          </w:tcPr>
          <w:p w14:paraId="21A178E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[1.15,1.55]</w:t>
            </w:r>
          </w:p>
        </w:tc>
        <w:tc>
          <w:tcPr>
            <w:tcW w:w="599" w:type="pct"/>
            <w:tcBorders>
              <w:top w:val="nil"/>
              <w:left w:val="nil"/>
              <w:bottom w:val="nil"/>
              <w:right w:val="nil"/>
            </w:tcBorders>
            <w:shd w:val="clear" w:color="auto" w:fill="auto"/>
            <w:noWrap/>
            <w:vAlign w:val="center"/>
            <w:hideMark/>
          </w:tcPr>
          <w:p w14:paraId="4AA93E2B"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1.44**</w:t>
            </w:r>
          </w:p>
        </w:tc>
        <w:tc>
          <w:tcPr>
            <w:tcW w:w="699" w:type="pct"/>
            <w:tcBorders>
              <w:top w:val="nil"/>
              <w:left w:val="nil"/>
              <w:bottom w:val="nil"/>
              <w:right w:val="nil"/>
            </w:tcBorders>
            <w:shd w:val="clear" w:color="auto" w:fill="auto"/>
            <w:noWrap/>
            <w:vAlign w:val="center"/>
            <w:hideMark/>
          </w:tcPr>
          <w:p w14:paraId="59C2CD3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[1.15,1.79]</w:t>
            </w:r>
          </w:p>
        </w:tc>
        <w:tc>
          <w:tcPr>
            <w:tcW w:w="549" w:type="pct"/>
            <w:tcBorders>
              <w:top w:val="nil"/>
              <w:left w:val="nil"/>
              <w:bottom w:val="nil"/>
              <w:right w:val="nil"/>
            </w:tcBorders>
            <w:shd w:val="clear" w:color="auto" w:fill="auto"/>
            <w:noWrap/>
            <w:vAlign w:val="center"/>
            <w:hideMark/>
          </w:tcPr>
          <w:p w14:paraId="214694EA"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1.28**</w:t>
            </w:r>
          </w:p>
        </w:tc>
        <w:tc>
          <w:tcPr>
            <w:tcW w:w="799" w:type="pct"/>
            <w:tcBorders>
              <w:top w:val="nil"/>
              <w:left w:val="nil"/>
              <w:bottom w:val="nil"/>
              <w:right w:val="nil"/>
            </w:tcBorders>
            <w:shd w:val="clear" w:color="auto" w:fill="auto"/>
            <w:noWrap/>
            <w:vAlign w:val="center"/>
            <w:hideMark/>
          </w:tcPr>
          <w:p w14:paraId="2BCB8CC2"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[1.06,1.55]</w:t>
            </w:r>
          </w:p>
        </w:tc>
      </w:tr>
      <w:tr w:rsidR="00543BFD" w:rsidRPr="00C45868" w14:paraId="3BD10031" w14:textId="77777777" w:rsidTr="00543BFD">
        <w:trPr>
          <w:trHeight w:val="300"/>
        </w:trPr>
        <w:tc>
          <w:tcPr>
            <w:tcW w:w="1007" w:type="pct"/>
            <w:tcBorders>
              <w:top w:val="nil"/>
              <w:left w:val="nil"/>
              <w:bottom w:val="nil"/>
              <w:right w:val="nil"/>
            </w:tcBorders>
            <w:shd w:val="clear" w:color="auto" w:fill="auto"/>
            <w:noWrap/>
            <w:vAlign w:val="center"/>
            <w:hideMark/>
          </w:tcPr>
          <w:p w14:paraId="4A97D60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Chronic lung disease</w:t>
            </w:r>
          </w:p>
        </w:tc>
        <w:tc>
          <w:tcPr>
            <w:tcW w:w="648" w:type="pct"/>
            <w:tcBorders>
              <w:top w:val="nil"/>
              <w:left w:val="nil"/>
              <w:bottom w:val="nil"/>
              <w:right w:val="nil"/>
            </w:tcBorders>
            <w:shd w:val="clear" w:color="auto" w:fill="auto"/>
            <w:noWrap/>
            <w:vAlign w:val="center"/>
            <w:hideMark/>
          </w:tcPr>
          <w:p w14:paraId="3DF9A195"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1.29**</w:t>
            </w:r>
          </w:p>
        </w:tc>
        <w:tc>
          <w:tcPr>
            <w:tcW w:w="699" w:type="pct"/>
            <w:tcBorders>
              <w:top w:val="nil"/>
              <w:left w:val="nil"/>
              <w:bottom w:val="nil"/>
              <w:right w:val="nil"/>
            </w:tcBorders>
            <w:shd w:val="clear" w:color="auto" w:fill="auto"/>
            <w:noWrap/>
            <w:vAlign w:val="center"/>
            <w:hideMark/>
          </w:tcPr>
          <w:p w14:paraId="2CB893F7"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[1.10,1.52]</w:t>
            </w:r>
          </w:p>
        </w:tc>
        <w:tc>
          <w:tcPr>
            <w:tcW w:w="599" w:type="pct"/>
            <w:tcBorders>
              <w:top w:val="nil"/>
              <w:left w:val="nil"/>
              <w:bottom w:val="nil"/>
              <w:right w:val="nil"/>
            </w:tcBorders>
            <w:shd w:val="clear" w:color="auto" w:fill="auto"/>
            <w:noWrap/>
            <w:vAlign w:val="center"/>
            <w:hideMark/>
          </w:tcPr>
          <w:p w14:paraId="40114578"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1.46***</w:t>
            </w:r>
          </w:p>
        </w:tc>
        <w:tc>
          <w:tcPr>
            <w:tcW w:w="699" w:type="pct"/>
            <w:tcBorders>
              <w:top w:val="nil"/>
              <w:left w:val="nil"/>
              <w:bottom w:val="nil"/>
              <w:right w:val="nil"/>
            </w:tcBorders>
            <w:shd w:val="clear" w:color="auto" w:fill="auto"/>
            <w:noWrap/>
            <w:vAlign w:val="center"/>
            <w:hideMark/>
          </w:tcPr>
          <w:p w14:paraId="71A2E528"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[1.17,1.83]</w:t>
            </w:r>
          </w:p>
        </w:tc>
        <w:tc>
          <w:tcPr>
            <w:tcW w:w="549" w:type="pct"/>
            <w:tcBorders>
              <w:top w:val="nil"/>
              <w:left w:val="nil"/>
              <w:bottom w:val="nil"/>
              <w:right w:val="nil"/>
            </w:tcBorders>
            <w:shd w:val="clear" w:color="auto" w:fill="auto"/>
            <w:noWrap/>
            <w:vAlign w:val="center"/>
            <w:hideMark/>
          </w:tcPr>
          <w:p w14:paraId="113E2433"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1.14</w:t>
            </w:r>
          </w:p>
        </w:tc>
        <w:tc>
          <w:tcPr>
            <w:tcW w:w="799" w:type="pct"/>
            <w:tcBorders>
              <w:top w:val="nil"/>
              <w:left w:val="nil"/>
              <w:bottom w:val="nil"/>
              <w:right w:val="nil"/>
            </w:tcBorders>
            <w:shd w:val="clear" w:color="auto" w:fill="auto"/>
            <w:noWrap/>
            <w:vAlign w:val="center"/>
            <w:hideMark/>
          </w:tcPr>
          <w:p w14:paraId="17FF64F6"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[0.91,1.44]</w:t>
            </w:r>
          </w:p>
        </w:tc>
      </w:tr>
      <w:tr w:rsidR="00543BFD" w:rsidRPr="00C45868" w14:paraId="410C947A" w14:textId="77777777" w:rsidTr="00543BFD">
        <w:trPr>
          <w:trHeight w:val="300"/>
        </w:trPr>
        <w:tc>
          <w:tcPr>
            <w:tcW w:w="1007" w:type="pct"/>
            <w:tcBorders>
              <w:top w:val="nil"/>
              <w:left w:val="nil"/>
              <w:bottom w:val="nil"/>
              <w:right w:val="nil"/>
            </w:tcBorders>
            <w:shd w:val="clear" w:color="auto" w:fill="auto"/>
            <w:noWrap/>
            <w:vAlign w:val="center"/>
            <w:hideMark/>
          </w:tcPr>
          <w:p w14:paraId="5C0134E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Diabetes</w:t>
            </w:r>
          </w:p>
        </w:tc>
        <w:tc>
          <w:tcPr>
            <w:tcW w:w="648" w:type="pct"/>
            <w:tcBorders>
              <w:top w:val="nil"/>
              <w:left w:val="nil"/>
              <w:bottom w:val="nil"/>
              <w:right w:val="nil"/>
            </w:tcBorders>
            <w:shd w:val="clear" w:color="auto" w:fill="auto"/>
            <w:noWrap/>
            <w:vAlign w:val="center"/>
            <w:hideMark/>
          </w:tcPr>
          <w:p w14:paraId="3558AC9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1.13</w:t>
            </w:r>
          </w:p>
        </w:tc>
        <w:tc>
          <w:tcPr>
            <w:tcW w:w="699" w:type="pct"/>
            <w:tcBorders>
              <w:top w:val="nil"/>
              <w:left w:val="nil"/>
              <w:bottom w:val="nil"/>
              <w:right w:val="nil"/>
            </w:tcBorders>
            <w:shd w:val="clear" w:color="auto" w:fill="auto"/>
            <w:noWrap/>
            <w:vAlign w:val="center"/>
            <w:hideMark/>
          </w:tcPr>
          <w:p w14:paraId="25E0CDD5"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[0.90,1.42]</w:t>
            </w:r>
          </w:p>
        </w:tc>
        <w:tc>
          <w:tcPr>
            <w:tcW w:w="599" w:type="pct"/>
            <w:tcBorders>
              <w:top w:val="nil"/>
              <w:left w:val="nil"/>
              <w:bottom w:val="nil"/>
              <w:right w:val="nil"/>
            </w:tcBorders>
            <w:shd w:val="clear" w:color="auto" w:fill="auto"/>
            <w:noWrap/>
            <w:vAlign w:val="center"/>
            <w:hideMark/>
          </w:tcPr>
          <w:p w14:paraId="3C451CBA"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1.32</w:t>
            </w:r>
          </w:p>
        </w:tc>
        <w:tc>
          <w:tcPr>
            <w:tcW w:w="699" w:type="pct"/>
            <w:tcBorders>
              <w:top w:val="nil"/>
              <w:left w:val="nil"/>
              <w:bottom w:val="nil"/>
              <w:right w:val="nil"/>
            </w:tcBorders>
            <w:shd w:val="clear" w:color="auto" w:fill="auto"/>
            <w:noWrap/>
            <w:vAlign w:val="center"/>
            <w:hideMark/>
          </w:tcPr>
          <w:p w14:paraId="426BD5D3"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[0.93,1.89]</w:t>
            </w:r>
          </w:p>
        </w:tc>
        <w:tc>
          <w:tcPr>
            <w:tcW w:w="549" w:type="pct"/>
            <w:tcBorders>
              <w:top w:val="nil"/>
              <w:left w:val="nil"/>
              <w:bottom w:val="nil"/>
              <w:right w:val="nil"/>
            </w:tcBorders>
            <w:shd w:val="clear" w:color="auto" w:fill="auto"/>
            <w:noWrap/>
            <w:vAlign w:val="center"/>
            <w:hideMark/>
          </w:tcPr>
          <w:p w14:paraId="3DF6D9B7"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1.05</w:t>
            </w:r>
          </w:p>
        </w:tc>
        <w:tc>
          <w:tcPr>
            <w:tcW w:w="799" w:type="pct"/>
            <w:tcBorders>
              <w:top w:val="nil"/>
              <w:left w:val="nil"/>
              <w:bottom w:val="nil"/>
              <w:right w:val="nil"/>
            </w:tcBorders>
            <w:shd w:val="clear" w:color="auto" w:fill="auto"/>
            <w:noWrap/>
            <w:vAlign w:val="center"/>
            <w:hideMark/>
          </w:tcPr>
          <w:p w14:paraId="420B280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[0.80,1.38]</w:t>
            </w:r>
          </w:p>
        </w:tc>
      </w:tr>
      <w:tr w:rsidR="00543BFD" w:rsidRPr="00C45868" w14:paraId="41BF2489" w14:textId="77777777" w:rsidTr="00543BFD">
        <w:trPr>
          <w:trHeight w:val="300"/>
        </w:trPr>
        <w:tc>
          <w:tcPr>
            <w:tcW w:w="1007" w:type="pct"/>
            <w:tcBorders>
              <w:top w:val="nil"/>
              <w:left w:val="nil"/>
              <w:bottom w:val="nil"/>
              <w:right w:val="nil"/>
            </w:tcBorders>
            <w:shd w:val="clear" w:color="auto" w:fill="auto"/>
            <w:noWrap/>
            <w:vAlign w:val="center"/>
            <w:hideMark/>
          </w:tcPr>
          <w:p w14:paraId="1AA8DBAC"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Edentulism</w:t>
            </w:r>
          </w:p>
        </w:tc>
        <w:tc>
          <w:tcPr>
            <w:tcW w:w="648" w:type="pct"/>
            <w:tcBorders>
              <w:top w:val="nil"/>
              <w:left w:val="nil"/>
              <w:bottom w:val="nil"/>
              <w:right w:val="nil"/>
            </w:tcBorders>
            <w:shd w:val="clear" w:color="auto" w:fill="auto"/>
            <w:noWrap/>
            <w:vAlign w:val="center"/>
            <w:hideMark/>
          </w:tcPr>
          <w:p w14:paraId="5B0016AC"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1.24*</w:t>
            </w:r>
          </w:p>
        </w:tc>
        <w:tc>
          <w:tcPr>
            <w:tcW w:w="699" w:type="pct"/>
            <w:tcBorders>
              <w:top w:val="nil"/>
              <w:left w:val="nil"/>
              <w:bottom w:val="nil"/>
              <w:right w:val="nil"/>
            </w:tcBorders>
            <w:shd w:val="clear" w:color="auto" w:fill="auto"/>
            <w:noWrap/>
            <w:vAlign w:val="center"/>
            <w:hideMark/>
          </w:tcPr>
          <w:p w14:paraId="2D729F60"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[1.03,1.48]</w:t>
            </w:r>
          </w:p>
        </w:tc>
        <w:tc>
          <w:tcPr>
            <w:tcW w:w="599" w:type="pct"/>
            <w:tcBorders>
              <w:top w:val="nil"/>
              <w:left w:val="nil"/>
              <w:bottom w:val="nil"/>
              <w:right w:val="nil"/>
            </w:tcBorders>
            <w:shd w:val="clear" w:color="auto" w:fill="auto"/>
            <w:noWrap/>
            <w:vAlign w:val="center"/>
            <w:hideMark/>
          </w:tcPr>
          <w:p w14:paraId="2158E604"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1.23</w:t>
            </w:r>
          </w:p>
        </w:tc>
        <w:tc>
          <w:tcPr>
            <w:tcW w:w="699" w:type="pct"/>
            <w:tcBorders>
              <w:top w:val="nil"/>
              <w:left w:val="nil"/>
              <w:bottom w:val="nil"/>
              <w:right w:val="nil"/>
            </w:tcBorders>
            <w:shd w:val="clear" w:color="auto" w:fill="auto"/>
            <w:noWrap/>
            <w:vAlign w:val="center"/>
            <w:hideMark/>
          </w:tcPr>
          <w:p w14:paraId="6A7CED82"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[0.95,1.58]</w:t>
            </w:r>
          </w:p>
        </w:tc>
        <w:tc>
          <w:tcPr>
            <w:tcW w:w="549" w:type="pct"/>
            <w:tcBorders>
              <w:top w:val="nil"/>
              <w:left w:val="nil"/>
              <w:bottom w:val="nil"/>
              <w:right w:val="nil"/>
            </w:tcBorders>
            <w:shd w:val="clear" w:color="auto" w:fill="auto"/>
            <w:noWrap/>
            <w:vAlign w:val="center"/>
            <w:hideMark/>
          </w:tcPr>
          <w:p w14:paraId="55B08E0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1.21</w:t>
            </w:r>
          </w:p>
        </w:tc>
        <w:tc>
          <w:tcPr>
            <w:tcW w:w="799" w:type="pct"/>
            <w:tcBorders>
              <w:top w:val="nil"/>
              <w:left w:val="nil"/>
              <w:bottom w:val="nil"/>
              <w:right w:val="nil"/>
            </w:tcBorders>
            <w:shd w:val="clear" w:color="auto" w:fill="auto"/>
            <w:noWrap/>
            <w:vAlign w:val="center"/>
            <w:hideMark/>
          </w:tcPr>
          <w:p w14:paraId="7146BC9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[0.95,1.55]</w:t>
            </w:r>
          </w:p>
        </w:tc>
      </w:tr>
      <w:tr w:rsidR="00543BFD" w:rsidRPr="00C45868" w14:paraId="52BC36AE" w14:textId="77777777" w:rsidTr="00543BFD">
        <w:trPr>
          <w:trHeight w:val="300"/>
        </w:trPr>
        <w:tc>
          <w:tcPr>
            <w:tcW w:w="1007" w:type="pct"/>
            <w:tcBorders>
              <w:top w:val="nil"/>
              <w:left w:val="nil"/>
              <w:bottom w:val="nil"/>
              <w:right w:val="nil"/>
            </w:tcBorders>
            <w:shd w:val="clear" w:color="auto" w:fill="auto"/>
            <w:noWrap/>
            <w:vAlign w:val="center"/>
            <w:hideMark/>
          </w:tcPr>
          <w:p w14:paraId="5CE97083"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Hearing problems</w:t>
            </w:r>
          </w:p>
        </w:tc>
        <w:tc>
          <w:tcPr>
            <w:tcW w:w="648" w:type="pct"/>
            <w:tcBorders>
              <w:top w:val="nil"/>
              <w:left w:val="nil"/>
              <w:bottom w:val="nil"/>
              <w:right w:val="nil"/>
            </w:tcBorders>
            <w:shd w:val="clear" w:color="auto" w:fill="auto"/>
            <w:noWrap/>
            <w:vAlign w:val="center"/>
            <w:hideMark/>
          </w:tcPr>
          <w:p w14:paraId="028E3C24"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2.27***</w:t>
            </w:r>
          </w:p>
        </w:tc>
        <w:tc>
          <w:tcPr>
            <w:tcW w:w="699" w:type="pct"/>
            <w:tcBorders>
              <w:top w:val="nil"/>
              <w:left w:val="nil"/>
              <w:bottom w:val="nil"/>
              <w:right w:val="nil"/>
            </w:tcBorders>
            <w:shd w:val="clear" w:color="auto" w:fill="auto"/>
            <w:noWrap/>
            <w:vAlign w:val="center"/>
            <w:hideMark/>
          </w:tcPr>
          <w:p w14:paraId="25A5EFCC"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[1.84,2.78]</w:t>
            </w:r>
          </w:p>
        </w:tc>
        <w:tc>
          <w:tcPr>
            <w:tcW w:w="599" w:type="pct"/>
            <w:tcBorders>
              <w:top w:val="nil"/>
              <w:left w:val="nil"/>
              <w:bottom w:val="nil"/>
              <w:right w:val="nil"/>
            </w:tcBorders>
            <w:shd w:val="clear" w:color="auto" w:fill="auto"/>
            <w:noWrap/>
            <w:vAlign w:val="center"/>
            <w:hideMark/>
          </w:tcPr>
          <w:p w14:paraId="69ED19DC"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2.86***</w:t>
            </w:r>
          </w:p>
        </w:tc>
        <w:tc>
          <w:tcPr>
            <w:tcW w:w="699" w:type="pct"/>
            <w:tcBorders>
              <w:top w:val="nil"/>
              <w:left w:val="nil"/>
              <w:bottom w:val="nil"/>
              <w:right w:val="nil"/>
            </w:tcBorders>
            <w:shd w:val="clear" w:color="auto" w:fill="auto"/>
            <w:noWrap/>
            <w:vAlign w:val="center"/>
            <w:hideMark/>
          </w:tcPr>
          <w:p w14:paraId="4805F8F8"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[2.10,3.89]</w:t>
            </w:r>
          </w:p>
        </w:tc>
        <w:tc>
          <w:tcPr>
            <w:tcW w:w="549" w:type="pct"/>
            <w:tcBorders>
              <w:top w:val="nil"/>
              <w:left w:val="nil"/>
              <w:bottom w:val="nil"/>
              <w:right w:val="nil"/>
            </w:tcBorders>
            <w:shd w:val="clear" w:color="auto" w:fill="auto"/>
            <w:noWrap/>
            <w:vAlign w:val="center"/>
            <w:hideMark/>
          </w:tcPr>
          <w:p w14:paraId="282D1916"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1.91***</w:t>
            </w:r>
          </w:p>
        </w:tc>
        <w:tc>
          <w:tcPr>
            <w:tcW w:w="799" w:type="pct"/>
            <w:tcBorders>
              <w:top w:val="nil"/>
              <w:left w:val="nil"/>
              <w:bottom w:val="nil"/>
              <w:right w:val="nil"/>
            </w:tcBorders>
            <w:shd w:val="clear" w:color="auto" w:fill="auto"/>
            <w:noWrap/>
            <w:vAlign w:val="center"/>
            <w:hideMark/>
          </w:tcPr>
          <w:p w14:paraId="65283669"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[1.50,2.43]</w:t>
            </w:r>
          </w:p>
        </w:tc>
      </w:tr>
      <w:tr w:rsidR="00543BFD" w:rsidRPr="00C45868" w14:paraId="227D3A6A" w14:textId="77777777" w:rsidTr="00543BFD">
        <w:trPr>
          <w:trHeight w:val="300"/>
        </w:trPr>
        <w:tc>
          <w:tcPr>
            <w:tcW w:w="1007" w:type="pct"/>
            <w:tcBorders>
              <w:top w:val="nil"/>
              <w:left w:val="nil"/>
              <w:bottom w:val="nil"/>
              <w:right w:val="nil"/>
            </w:tcBorders>
            <w:shd w:val="clear" w:color="auto" w:fill="auto"/>
            <w:noWrap/>
            <w:vAlign w:val="center"/>
            <w:hideMark/>
          </w:tcPr>
          <w:p w14:paraId="198A9791"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Hypertension</w:t>
            </w:r>
          </w:p>
        </w:tc>
        <w:tc>
          <w:tcPr>
            <w:tcW w:w="648" w:type="pct"/>
            <w:tcBorders>
              <w:top w:val="nil"/>
              <w:left w:val="nil"/>
              <w:bottom w:val="nil"/>
              <w:right w:val="nil"/>
            </w:tcBorders>
            <w:shd w:val="clear" w:color="auto" w:fill="auto"/>
            <w:noWrap/>
            <w:vAlign w:val="center"/>
            <w:hideMark/>
          </w:tcPr>
          <w:p w14:paraId="74E54DCB"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1.08</w:t>
            </w:r>
          </w:p>
        </w:tc>
        <w:tc>
          <w:tcPr>
            <w:tcW w:w="699" w:type="pct"/>
            <w:tcBorders>
              <w:top w:val="nil"/>
              <w:left w:val="nil"/>
              <w:bottom w:val="nil"/>
              <w:right w:val="nil"/>
            </w:tcBorders>
            <w:shd w:val="clear" w:color="auto" w:fill="auto"/>
            <w:noWrap/>
            <w:vAlign w:val="center"/>
            <w:hideMark/>
          </w:tcPr>
          <w:p w14:paraId="1BE666D3"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[0.96,1.20]</w:t>
            </w:r>
          </w:p>
        </w:tc>
        <w:tc>
          <w:tcPr>
            <w:tcW w:w="599" w:type="pct"/>
            <w:tcBorders>
              <w:top w:val="nil"/>
              <w:left w:val="nil"/>
              <w:bottom w:val="nil"/>
              <w:right w:val="nil"/>
            </w:tcBorders>
            <w:shd w:val="clear" w:color="auto" w:fill="auto"/>
            <w:noWrap/>
            <w:vAlign w:val="center"/>
            <w:hideMark/>
          </w:tcPr>
          <w:p w14:paraId="71036CB7"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1.04</w:t>
            </w:r>
          </w:p>
        </w:tc>
        <w:tc>
          <w:tcPr>
            <w:tcW w:w="699" w:type="pct"/>
            <w:tcBorders>
              <w:top w:val="nil"/>
              <w:left w:val="nil"/>
              <w:bottom w:val="nil"/>
              <w:right w:val="nil"/>
            </w:tcBorders>
            <w:shd w:val="clear" w:color="auto" w:fill="auto"/>
            <w:noWrap/>
            <w:vAlign w:val="center"/>
            <w:hideMark/>
          </w:tcPr>
          <w:p w14:paraId="2B6E8DE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[0.91,1.19]</w:t>
            </w:r>
          </w:p>
        </w:tc>
        <w:tc>
          <w:tcPr>
            <w:tcW w:w="549" w:type="pct"/>
            <w:tcBorders>
              <w:top w:val="nil"/>
              <w:left w:val="nil"/>
              <w:bottom w:val="nil"/>
              <w:right w:val="nil"/>
            </w:tcBorders>
            <w:shd w:val="clear" w:color="auto" w:fill="auto"/>
            <w:noWrap/>
            <w:vAlign w:val="center"/>
            <w:hideMark/>
          </w:tcPr>
          <w:p w14:paraId="4B47E191"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1.15</w:t>
            </w:r>
          </w:p>
        </w:tc>
        <w:tc>
          <w:tcPr>
            <w:tcW w:w="799" w:type="pct"/>
            <w:tcBorders>
              <w:top w:val="nil"/>
              <w:left w:val="nil"/>
              <w:bottom w:val="nil"/>
              <w:right w:val="nil"/>
            </w:tcBorders>
            <w:shd w:val="clear" w:color="auto" w:fill="auto"/>
            <w:noWrap/>
            <w:vAlign w:val="center"/>
            <w:hideMark/>
          </w:tcPr>
          <w:p w14:paraId="1FA5460E"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[0.97,1.37]</w:t>
            </w:r>
          </w:p>
        </w:tc>
      </w:tr>
      <w:tr w:rsidR="00543BFD" w:rsidRPr="00C45868" w14:paraId="58107BA4" w14:textId="77777777" w:rsidTr="00543BFD">
        <w:trPr>
          <w:trHeight w:val="300"/>
        </w:trPr>
        <w:tc>
          <w:tcPr>
            <w:tcW w:w="1007" w:type="pct"/>
            <w:tcBorders>
              <w:top w:val="nil"/>
              <w:left w:val="nil"/>
              <w:bottom w:val="nil"/>
              <w:right w:val="nil"/>
            </w:tcBorders>
            <w:shd w:val="clear" w:color="auto" w:fill="auto"/>
            <w:noWrap/>
            <w:vAlign w:val="center"/>
            <w:hideMark/>
          </w:tcPr>
          <w:p w14:paraId="3936B83E"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Stroke</w:t>
            </w:r>
          </w:p>
        </w:tc>
        <w:tc>
          <w:tcPr>
            <w:tcW w:w="648" w:type="pct"/>
            <w:tcBorders>
              <w:top w:val="nil"/>
              <w:left w:val="nil"/>
              <w:bottom w:val="nil"/>
              <w:right w:val="nil"/>
            </w:tcBorders>
            <w:shd w:val="clear" w:color="auto" w:fill="auto"/>
            <w:noWrap/>
            <w:vAlign w:val="center"/>
            <w:hideMark/>
          </w:tcPr>
          <w:p w14:paraId="03470429"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1.94***</w:t>
            </w:r>
          </w:p>
        </w:tc>
        <w:tc>
          <w:tcPr>
            <w:tcW w:w="699" w:type="pct"/>
            <w:tcBorders>
              <w:top w:val="nil"/>
              <w:left w:val="nil"/>
              <w:bottom w:val="nil"/>
              <w:right w:val="nil"/>
            </w:tcBorders>
            <w:shd w:val="clear" w:color="auto" w:fill="auto"/>
            <w:noWrap/>
            <w:vAlign w:val="center"/>
            <w:hideMark/>
          </w:tcPr>
          <w:p w14:paraId="56774002"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[1.49,2.53]</w:t>
            </w:r>
          </w:p>
        </w:tc>
        <w:tc>
          <w:tcPr>
            <w:tcW w:w="599" w:type="pct"/>
            <w:tcBorders>
              <w:top w:val="nil"/>
              <w:left w:val="nil"/>
              <w:bottom w:val="nil"/>
              <w:right w:val="nil"/>
            </w:tcBorders>
            <w:shd w:val="clear" w:color="auto" w:fill="auto"/>
            <w:noWrap/>
            <w:vAlign w:val="center"/>
            <w:hideMark/>
          </w:tcPr>
          <w:p w14:paraId="37DF5F87"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2.35***</w:t>
            </w:r>
          </w:p>
        </w:tc>
        <w:tc>
          <w:tcPr>
            <w:tcW w:w="699" w:type="pct"/>
            <w:tcBorders>
              <w:top w:val="nil"/>
              <w:left w:val="nil"/>
              <w:bottom w:val="nil"/>
              <w:right w:val="nil"/>
            </w:tcBorders>
            <w:shd w:val="clear" w:color="auto" w:fill="auto"/>
            <w:noWrap/>
            <w:vAlign w:val="center"/>
            <w:hideMark/>
          </w:tcPr>
          <w:p w14:paraId="0F607D83"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[1.57,3.52]</w:t>
            </w:r>
          </w:p>
        </w:tc>
        <w:tc>
          <w:tcPr>
            <w:tcW w:w="549" w:type="pct"/>
            <w:tcBorders>
              <w:top w:val="nil"/>
              <w:left w:val="nil"/>
              <w:bottom w:val="nil"/>
              <w:right w:val="nil"/>
            </w:tcBorders>
            <w:shd w:val="clear" w:color="auto" w:fill="auto"/>
            <w:noWrap/>
            <w:vAlign w:val="center"/>
            <w:hideMark/>
          </w:tcPr>
          <w:p w14:paraId="03BBB84D"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1.65**</w:t>
            </w:r>
          </w:p>
        </w:tc>
        <w:tc>
          <w:tcPr>
            <w:tcW w:w="799" w:type="pct"/>
            <w:tcBorders>
              <w:top w:val="nil"/>
              <w:left w:val="nil"/>
              <w:bottom w:val="nil"/>
              <w:right w:val="nil"/>
            </w:tcBorders>
            <w:shd w:val="clear" w:color="auto" w:fill="auto"/>
            <w:noWrap/>
            <w:vAlign w:val="center"/>
            <w:hideMark/>
          </w:tcPr>
          <w:p w14:paraId="539A0DCE"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[1.14,2.39]</w:t>
            </w:r>
          </w:p>
        </w:tc>
      </w:tr>
      <w:tr w:rsidR="00543BFD" w:rsidRPr="00C45868" w14:paraId="50B49D69" w14:textId="77777777" w:rsidTr="00543BFD">
        <w:trPr>
          <w:trHeight w:val="300"/>
        </w:trPr>
        <w:tc>
          <w:tcPr>
            <w:tcW w:w="1007" w:type="pct"/>
            <w:tcBorders>
              <w:top w:val="nil"/>
              <w:left w:val="nil"/>
              <w:bottom w:val="single" w:sz="4" w:space="0" w:color="auto"/>
              <w:right w:val="nil"/>
            </w:tcBorders>
            <w:shd w:val="clear" w:color="auto" w:fill="auto"/>
            <w:noWrap/>
            <w:vAlign w:val="center"/>
            <w:hideMark/>
          </w:tcPr>
          <w:p w14:paraId="0B641A53"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Multimorbidity</w:t>
            </w:r>
          </w:p>
        </w:tc>
        <w:tc>
          <w:tcPr>
            <w:tcW w:w="648" w:type="pct"/>
            <w:tcBorders>
              <w:top w:val="nil"/>
              <w:left w:val="nil"/>
              <w:bottom w:val="single" w:sz="4" w:space="0" w:color="auto"/>
              <w:right w:val="nil"/>
            </w:tcBorders>
            <w:shd w:val="clear" w:color="auto" w:fill="auto"/>
            <w:noWrap/>
            <w:vAlign w:val="center"/>
            <w:hideMark/>
          </w:tcPr>
          <w:p w14:paraId="1A528A2B"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1.40***</w:t>
            </w:r>
          </w:p>
        </w:tc>
        <w:tc>
          <w:tcPr>
            <w:tcW w:w="699" w:type="pct"/>
            <w:tcBorders>
              <w:top w:val="nil"/>
              <w:left w:val="nil"/>
              <w:bottom w:val="single" w:sz="4" w:space="0" w:color="auto"/>
              <w:right w:val="nil"/>
            </w:tcBorders>
            <w:shd w:val="clear" w:color="auto" w:fill="auto"/>
            <w:noWrap/>
            <w:vAlign w:val="center"/>
            <w:hideMark/>
          </w:tcPr>
          <w:p w14:paraId="6B8B46F2"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[1.23,1.58]</w:t>
            </w:r>
          </w:p>
        </w:tc>
        <w:tc>
          <w:tcPr>
            <w:tcW w:w="599" w:type="pct"/>
            <w:tcBorders>
              <w:top w:val="nil"/>
              <w:left w:val="nil"/>
              <w:bottom w:val="single" w:sz="4" w:space="0" w:color="auto"/>
              <w:right w:val="nil"/>
            </w:tcBorders>
            <w:shd w:val="clear" w:color="auto" w:fill="auto"/>
            <w:noWrap/>
            <w:vAlign w:val="center"/>
            <w:hideMark/>
          </w:tcPr>
          <w:p w14:paraId="592D9C03"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1.43***</w:t>
            </w:r>
          </w:p>
        </w:tc>
        <w:tc>
          <w:tcPr>
            <w:tcW w:w="699" w:type="pct"/>
            <w:tcBorders>
              <w:top w:val="nil"/>
              <w:left w:val="nil"/>
              <w:bottom w:val="single" w:sz="4" w:space="0" w:color="auto"/>
              <w:right w:val="nil"/>
            </w:tcBorders>
            <w:shd w:val="clear" w:color="auto" w:fill="auto"/>
            <w:noWrap/>
            <w:vAlign w:val="center"/>
            <w:hideMark/>
          </w:tcPr>
          <w:p w14:paraId="45C700B9"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[1.25,1.64]</w:t>
            </w:r>
          </w:p>
        </w:tc>
        <w:tc>
          <w:tcPr>
            <w:tcW w:w="549" w:type="pct"/>
            <w:tcBorders>
              <w:top w:val="nil"/>
              <w:left w:val="nil"/>
              <w:bottom w:val="single" w:sz="4" w:space="0" w:color="auto"/>
              <w:right w:val="nil"/>
            </w:tcBorders>
            <w:shd w:val="clear" w:color="auto" w:fill="auto"/>
            <w:noWrap/>
            <w:vAlign w:val="center"/>
            <w:hideMark/>
          </w:tcPr>
          <w:p w14:paraId="7E7386AE"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1.42***</w:t>
            </w:r>
          </w:p>
        </w:tc>
        <w:tc>
          <w:tcPr>
            <w:tcW w:w="799" w:type="pct"/>
            <w:tcBorders>
              <w:top w:val="nil"/>
              <w:left w:val="nil"/>
              <w:bottom w:val="single" w:sz="4" w:space="0" w:color="auto"/>
              <w:right w:val="nil"/>
            </w:tcBorders>
            <w:shd w:val="clear" w:color="auto" w:fill="auto"/>
            <w:noWrap/>
            <w:vAlign w:val="center"/>
            <w:hideMark/>
          </w:tcPr>
          <w:p w14:paraId="3102BA5F" w14:textId="77777777" w:rsidR="0042340B" w:rsidRPr="00C45868" w:rsidRDefault="0042340B" w:rsidP="007931A1">
            <w:pPr>
              <w:rPr>
                <w:rFonts w:eastAsia="Times New Roman" w:cs="Times New Roman"/>
                <w:color w:val="000000"/>
                <w:sz w:val="22"/>
                <w:szCs w:val="22"/>
              </w:rPr>
            </w:pPr>
            <w:r w:rsidRPr="00C45868">
              <w:rPr>
                <w:rFonts w:eastAsia="Times New Roman" w:cs="Times New Roman"/>
                <w:color w:val="000000"/>
                <w:sz w:val="22"/>
                <w:szCs w:val="22"/>
              </w:rPr>
              <w:t>[1.16,1.73]</w:t>
            </w:r>
          </w:p>
        </w:tc>
      </w:tr>
    </w:tbl>
    <w:p w14:paraId="3C07A940" w14:textId="77777777" w:rsidR="0042340B" w:rsidRPr="00854EDF" w:rsidRDefault="0042340B" w:rsidP="0042340B">
      <w:pPr>
        <w:snapToGrid w:val="0"/>
        <w:rPr>
          <w:rFonts w:cs="Times New Roman"/>
          <w:sz w:val="20"/>
          <w:szCs w:val="20"/>
        </w:rPr>
      </w:pPr>
      <w:r w:rsidRPr="00854EDF">
        <w:rPr>
          <w:rFonts w:cs="Times New Roman"/>
          <w:sz w:val="20"/>
          <w:szCs w:val="20"/>
        </w:rPr>
        <w:t>Abbreviation: OR Odds ratio; CI Confidence interval</w:t>
      </w:r>
    </w:p>
    <w:p w14:paraId="0CF4C981" w14:textId="77777777" w:rsidR="0042340B" w:rsidRPr="00854EDF" w:rsidRDefault="0042340B" w:rsidP="0042340B">
      <w:pPr>
        <w:snapToGrid w:val="0"/>
        <w:rPr>
          <w:rFonts w:cs="Times New Roman"/>
          <w:sz w:val="20"/>
          <w:szCs w:val="20"/>
        </w:rPr>
      </w:pPr>
      <w:r w:rsidRPr="00854EDF">
        <w:rPr>
          <w:rFonts w:cs="Times New Roman"/>
          <w:sz w:val="20"/>
          <w:szCs w:val="20"/>
        </w:rPr>
        <w:t>Multimorbidity was defined as ≥2 physical health conditions.</w:t>
      </w:r>
    </w:p>
    <w:p w14:paraId="25E317C2" w14:textId="77777777" w:rsidR="0042340B" w:rsidRDefault="0042340B" w:rsidP="0042340B">
      <w:pPr>
        <w:rPr>
          <w:rFonts w:eastAsia="Times New Roman" w:cs="Times New Roman"/>
          <w:sz w:val="20"/>
          <w:szCs w:val="20"/>
        </w:rPr>
      </w:pPr>
      <w:r w:rsidRPr="00854EDF">
        <w:rPr>
          <w:rFonts w:eastAsia="Times New Roman" w:cs="Times New Roman"/>
          <w:sz w:val="20"/>
          <w:szCs w:val="20"/>
        </w:rPr>
        <w:t>Models are adjusted for age, sex, education, wealth, body mass index, smoking, alcohol consumption, physical activity, depression, other physical illness, and country with the exception of multimorbidity which was not adjusted for other physical illness.</w:t>
      </w:r>
    </w:p>
    <w:p w14:paraId="1413224E" w14:textId="77777777" w:rsidR="0042340B" w:rsidRPr="002350CD" w:rsidRDefault="0042340B" w:rsidP="0042340B">
      <w:pPr>
        <w:jc w:val="both"/>
        <w:rPr>
          <w:rFonts w:eastAsia="Times New Roman" w:cs="Times New Roman"/>
          <w:color w:val="000000"/>
          <w:sz w:val="20"/>
          <w:szCs w:val="20"/>
        </w:rPr>
      </w:pPr>
      <w:r w:rsidRPr="00D05F84">
        <w:rPr>
          <w:rFonts w:eastAsia="Times New Roman" w:cs="Times New Roman"/>
          <w:color w:val="000000"/>
          <w:sz w:val="20"/>
          <w:szCs w:val="20"/>
        </w:rPr>
        <w:t>* p&lt;0.05, ** p&lt;0.01, *** p&lt;0.001</w:t>
      </w:r>
    </w:p>
    <w:p w14:paraId="4EE986D3" w14:textId="20709C26" w:rsidR="0042340B" w:rsidRDefault="0042340B" w:rsidP="006D605E">
      <w:pPr>
        <w:jc w:val="both"/>
        <w:rPr>
          <w:rFonts w:eastAsia="Times New Roman"/>
        </w:rPr>
      </w:pPr>
    </w:p>
    <w:p w14:paraId="1C3C54C7" w14:textId="77777777" w:rsidR="001F65A8" w:rsidRDefault="001F65A8" w:rsidP="006D605E">
      <w:pPr>
        <w:jc w:val="both"/>
        <w:rPr>
          <w:rFonts w:eastAsia="Times New Roman"/>
        </w:rPr>
        <w:sectPr w:rsidR="001F65A8" w:rsidSect="00A22ABD">
          <w:pgSz w:w="11900" w:h="16840"/>
          <w:pgMar w:top="1440" w:right="1080" w:bottom="1440" w:left="1080" w:header="720" w:footer="720" w:gutter="0"/>
          <w:cols w:space="720"/>
          <w:docGrid w:linePitch="360"/>
        </w:sectPr>
      </w:pPr>
    </w:p>
    <w:tbl>
      <w:tblPr>
        <w:tblW w:w="4971" w:type="pct"/>
        <w:tblLook w:val="04A0" w:firstRow="1" w:lastRow="0" w:firstColumn="1" w:lastColumn="0" w:noHBand="0" w:noVBand="1"/>
      </w:tblPr>
      <w:tblGrid>
        <w:gridCol w:w="2552"/>
        <w:gridCol w:w="1235"/>
        <w:gridCol w:w="1142"/>
        <w:gridCol w:w="1301"/>
        <w:gridCol w:w="964"/>
        <w:gridCol w:w="1229"/>
        <w:gridCol w:w="964"/>
        <w:gridCol w:w="1227"/>
      </w:tblGrid>
      <w:tr w:rsidR="001F65A8" w:rsidRPr="00564EF1" w14:paraId="0A0123A0" w14:textId="77777777" w:rsidTr="001F65A8">
        <w:trPr>
          <w:trHeight w:val="600"/>
        </w:trPr>
        <w:tc>
          <w:tcPr>
            <w:tcW w:w="5000" w:type="pct"/>
            <w:gridSpan w:val="8"/>
            <w:tcBorders>
              <w:top w:val="nil"/>
              <w:left w:val="nil"/>
              <w:bottom w:val="nil"/>
              <w:right w:val="nil"/>
            </w:tcBorders>
            <w:shd w:val="clear" w:color="auto" w:fill="auto"/>
            <w:vAlign w:val="center"/>
            <w:hideMark/>
          </w:tcPr>
          <w:p w14:paraId="093D26AB" w14:textId="77777777" w:rsidR="001F65A8" w:rsidRPr="00564EF1" w:rsidRDefault="001F65A8" w:rsidP="0054196B">
            <w:pPr>
              <w:rPr>
                <w:rFonts w:eastAsia="Times New Roman" w:cs="Times New Roman"/>
                <w:b/>
                <w:bCs/>
                <w:color w:val="000000"/>
              </w:rPr>
            </w:pPr>
            <w:r w:rsidRPr="00564EF1">
              <w:rPr>
                <w:rFonts w:eastAsia="Times New Roman" w:cs="Times New Roman"/>
                <w:b/>
                <w:bCs/>
                <w:color w:val="000000"/>
              </w:rPr>
              <w:t xml:space="preserve">Table </w:t>
            </w:r>
            <w:r>
              <w:rPr>
                <w:rFonts w:eastAsia="Times New Roman" w:cs="Times New Roman"/>
                <w:b/>
                <w:bCs/>
                <w:color w:val="000000"/>
              </w:rPr>
              <w:t>4</w:t>
            </w:r>
            <w:r w:rsidRPr="00564EF1">
              <w:rPr>
                <w:rFonts w:eastAsia="Times New Roman" w:cs="Times New Roman"/>
                <w:color w:val="000000"/>
              </w:rPr>
              <w:t xml:space="preserve"> Association between number of chronic physical conditions </w:t>
            </w:r>
            <w:r>
              <w:rPr>
                <w:rFonts w:eastAsia="Times New Roman" w:cs="Times New Roman"/>
                <w:color w:val="000000"/>
              </w:rPr>
              <w:t>and other modifiable factors with</w:t>
            </w:r>
            <w:r w:rsidRPr="00564EF1">
              <w:rPr>
                <w:rFonts w:eastAsia="Times New Roman" w:cs="Times New Roman"/>
                <w:color w:val="000000"/>
              </w:rPr>
              <w:t xml:space="preserve"> mild cognitive impairment estimated by multivariable logistic regression</w:t>
            </w:r>
          </w:p>
        </w:tc>
      </w:tr>
      <w:tr w:rsidR="001F65A8" w:rsidRPr="00564EF1" w14:paraId="6CE8E45B" w14:textId="77777777" w:rsidTr="001F65A8">
        <w:trPr>
          <w:trHeight w:val="300"/>
        </w:trPr>
        <w:tc>
          <w:tcPr>
            <w:tcW w:w="1202" w:type="pct"/>
            <w:tcBorders>
              <w:top w:val="single" w:sz="4" w:space="0" w:color="auto"/>
              <w:left w:val="nil"/>
              <w:bottom w:val="nil"/>
              <w:right w:val="nil"/>
            </w:tcBorders>
            <w:shd w:val="clear" w:color="auto" w:fill="auto"/>
            <w:noWrap/>
            <w:vAlign w:val="center"/>
            <w:hideMark/>
          </w:tcPr>
          <w:p w14:paraId="68C058C3"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 </w:t>
            </w:r>
          </w:p>
        </w:tc>
        <w:tc>
          <w:tcPr>
            <w:tcW w:w="582" w:type="pct"/>
            <w:tcBorders>
              <w:top w:val="single" w:sz="4" w:space="0" w:color="auto"/>
              <w:left w:val="nil"/>
              <w:bottom w:val="nil"/>
              <w:right w:val="nil"/>
            </w:tcBorders>
            <w:shd w:val="clear" w:color="auto" w:fill="auto"/>
            <w:noWrap/>
            <w:vAlign w:val="center"/>
            <w:hideMark/>
          </w:tcPr>
          <w:p w14:paraId="361A0E0D"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 </w:t>
            </w:r>
          </w:p>
        </w:tc>
        <w:tc>
          <w:tcPr>
            <w:tcW w:w="1150" w:type="pct"/>
            <w:gridSpan w:val="2"/>
            <w:tcBorders>
              <w:top w:val="single" w:sz="4" w:space="0" w:color="auto"/>
              <w:left w:val="nil"/>
              <w:bottom w:val="nil"/>
              <w:right w:val="nil"/>
            </w:tcBorders>
            <w:shd w:val="clear" w:color="auto" w:fill="auto"/>
            <w:noWrap/>
            <w:vAlign w:val="center"/>
            <w:hideMark/>
          </w:tcPr>
          <w:p w14:paraId="2099E11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Overall (Age ≥50 years)</w:t>
            </w:r>
          </w:p>
        </w:tc>
        <w:tc>
          <w:tcPr>
            <w:tcW w:w="1033" w:type="pct"/>
            <w:gridSpan w:val="2"/>
            <w:tcBorders>
              <w:top w:val="single" w:sz="4" w:space="0" w:color="auto"/>
              <w:left w:val="nil"/>
              <w:bottom w:val="nil"/>
              <w:right w:val="nil"/>
            </w:tcBorders>
            <w:shd w:val="clear" w:color="auto" w:fill="auto"/>
            <w:noWrap/>
            <w:vAlign w:val="center"/>
            <w:hideMark/>
          </w:tcPr>
          <w:p w14:paraId="4A5C029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Age 50-64 years</w:t>
            </w:r>
          </w:p>
        </w:tc>
        <w:tc>
          <w:tcPr>
            <w:tcW w:w="1033" w:type="pct"/>
            <w:gridSpan w:val="2"/>
            <w:tcBorders>
              <w:top w:val="single" w:sz="4" w:space="0" w:color="auto"/>
              <w:left w:val="nil"/>
              <w:bottom w:val="nil"/>
              <w:right w:val="nil"/>
            </w:tcBorders>
            <w:shd w:val="clear" w:color="auto" w:fill="auto"/>
            <w:noWrap/>
            <w:vAlign w:val="center"/>
            <w:hideMark/>
          </w:tcPr>
          <w:p w14:paraId="46DB7A1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Age ≥65 years</w:t>
            </w:r>
          </w:p>
        </w:tc>
      </w:tr>
      <w:tr w:rsidR="001F65A8" w:rsidRPr="00564EF1" w14:paraId="13AEF7B3" w14:textId="77777777" w:rsidTr="001F65A8">
        <w:trPr>
          <w:trHeight w:val="320"/>
        </w:trPr>
        <w:tc>
          <w:tcPr>
            <w:tcW w:w="1202" w:type="pct"/>
            <w:tcBorders>
              <w:top w:val="nil"/>
              <w:left w:val="nil"/>
              <w:bottom w:val="double" w:sz="6" w:space="0" w:color="auto"/>
              <w:right w:val="nil"/>
            </w:tcBorders>
            <w:shd w:val="clear" w:color="auto" w:fill="auto"/>
            <w:noWrap/>
            <w:vAlign w:val="center"/>
            <w:hideMark/>
          </w:tcPr>
          <w:p w14:paraId="3D8D62E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Characteristic</w:t>
            </w:r>
          </w:p>
        </w:tc>
        <w:tc>
          <w:tcPr>
            <w:tcW w:w="582" w:type="pct"/>
            <w:tcBorders>
              <w:top w:val="nil"/>
              <w:left w:val="nil"/>
              <w:bottom w:val="double" w:sz="6" w:space="0" w:color="auto"/>
              <w:right w:val="nil"/>
            </w:tcBorders>
            <w:shd w:val="clear" w:color="auto" w:fill="auto"/>
            <w:noWrap/>
            <w:vAlign w:val="center"/>
            <w:hideMark/>
          </w:tcPr>
          <w:p w14:paraId="74173A43"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Category</w:t>
            </w:r>
          </w:p>
        </w:tc>
        <w:tc>
          <w:tcPr>
            <w:tcW w:w="538" w:type="pct"/>
            <w:tcBorders>
              <w:top w:val="nil"/>
              <w:left w:val="nil"/>
              <w:bottom w:val="double" w:sz="6" w:space="0" w:color="auto"/>
              <w:right w:val="nil"/>
            </w:tcBorders>
            <w:shd w:val="clear" w:color="auto" w:fill="auto"/>
            <w:noWrap/>
            <w:vAlign w:val="center"/>
            <w:hideMark/>
          </w:tcPr>
          <w:p w14:paraId="3A230517"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OR</w:t>
            </w:r>
          </w:p>
        </w:tc>
        <w:tc>
          <w:tcPr>
            <w:tcW w:w="613" w:type="pct"/>
            <w:tcBorders>
              <w:top w:val="nil"/>
              <w:left w:val="nil"/>
              <w:bottom w:val="double" w:sz="6" w:space="0" w:color="auto"/>
              <w:right w:val="nil"/>
            </w:tcBorders>
            <w:shd w:val="clear" w:color="auto" w:fill="auto"/>
            <w:noWrap/>
            <w:vAlign w:val="center"/>
            <w:hideMark/>
          </w:tcPr>
          <w:p w14:paraId="6C871ACB"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95%CI</w:t>
            </w:r>
          </w:p>
        </w:tc>
        <w:tc>
          <w:tcPr>
            <w:tcW w:w="454" w:type="pct"/>
            <w:tcBorders>
              <w:top w:val="nil"/>
              <w:left w:val="nil"/>
              <w:bottom w:val="double" w:sz="6" w:space="0" w:color="auto"/>
              <w:right w:val="nil"/>
            </w:tcBorders>
            <w:shd w:val="clear" w:color="auto" w:fill="auto"/>
            <w:noWrap/>
            <w:vAlign w:val="center"/>
            <w:hideMark/>
          </w:tcPr>
          <w:p w14:paraId="161BDCF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OR</w:t>
            </w:r>
          </w:p>
        </w:tc>
        <w:tc>
          <w:tcPr>
            <w:tcW w:w="579" w:type="pct"/>
            <w:tcBorders>
              <w:top w:val="nil"/>
              <w:left w:val="nil"/>
              <w:bottom w:val="double" w:sz="6" w:space="0" w:color="auto"/>
              <w:right w:val="nil"/>
            </w:tcBorders>
            <w:shd w:val="clear" w:color="auto" w:fill="auto"/>
            <w:noWrap/>
            <w:vAlign w:val="center"/>
            <w:hideMark/>
          </w:tcPr>
          <w:p w14:paraId="45F926C8"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95%CI</w:t>
            </w:r>
          </w:p>
        </w:tc>
        <w:tc>
          <w:tcPr>
            <w:tcW w:w="454" w:type="pct"/>
            <w:tcBorders>
              <w:top w:val="nil"/>
              <w:left w:val="nil"/>
              <w:bottom w:val="double" w:sz="6" w:space="0" w:color="auto"/>
              <w:right w:val="nil"/>
            </w:tcBorders>
            <w:shd w:val="clear" w:color="auto" w:fill="auto"/>
            <w:noWrap/>
            <w:vAlign w:val="center"/>
            <w:hideMark/>
          </w:tcPr>
          <w:p w14:paraId="025196D5"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OR</w:t>
            </w:r>
          </w:p>
        </w:tc>
        <w:tc>
          <w:tcPr>
            <w:tcW w:w="579" w:type="pct"/>
            <w:tcBorders>
              <w:top w:val="nil"/>
              <w:left w:val="nil"/>
              <w:bottom w:val="double" w:sz="6" w:space="0" w:color="auto"/>
              <w:right w:val="nil"/>
            </w:tcBorders>
            <w:shd w:val="clear" w:color="auto" w:fill="auto"/>
            <w:noWrap/>
            <w:vAlign w:val="center"/>
            <w:hideMark/>
          </w:tcPr>
          <w:p w14:paraId="0F142A7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95%CI</w:t>
            </w:r>
          </w:p>
        </w:tc>
      </w:tr>
      <w:tr w:rsidR="001F65A8" w:rsidRPr="00564EF1" w14:paraId="56812679" w14:textId="77777777" w:rsidTr="001F65A8">
        <w:trPr>
          <w:trHeight w:val="320"/>
        </w:trPr>
        <w:tc>
          <w:tcPr>
            <w:tcW w:w="1202" w:type="pct"/>
            <w:tcBorders>
              <w:top w:val="nil"/>
              <w:left w:val="nil"/>
              <w:bottom w:val="nil"/>
              <w:right w:val="nil"/>
            </w:tcBorders>
            <w:shd w:val="clear" w:color="auto" w:fill="auto"/>
            <w:noWrap/>
            <w:vAlign w:val="center"/>
            <w:hideMark/>
          </w:tcPr>
          <w:p w14:paraId="3A6142ED"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No. of chronic conditions</w:t>
            </w:r>
          </w:p>
        </w:tc>
        <w:tc>
          <w:tcPr>
            <w:tcW w:w="582" w:type="pct"/>
            <w:tcBorders>
              <w:top w:val="nil"/>
              <w:left w:val="nil"/>
              <w:bottom w:val="nil"/>
              <w:right w:val="nil"/>
            </w:tcBorders>
            <w:shd w:val="clear" w:color="auto" w:fill="auto"/>
            <w:noWrap/>
            <w:vAlign w:val="center"/>
            <w:hideMark/>
          </w:tcPr>
          <w:p w14:paraId="40516114"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w:t>
            </w:r>
          </w:p>
        </w:tc>
        <w:tc>
          <w:tcPr>
            <w:tcW w:w="538" w:type="pct"/>
            <w:tcBorders>
              <w:top w:val="nil"/>
              <w:left w:val="nil"/>
              <w:bottom w:val="nil"/>
              <w:right w:val="nil"/>
            </w:tcBorders>
            <w:shd w:val="clear" w:color="auto" w:fill="auto"/>
            <w:noWrap/>
            <w:vAlign w:val="center"/>
            <w:hideMark/>
          </w:tcPr>
          <w:p w14:paraId="0D06141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613" w:type="pct"/>
            <w:tcBorders>
              <w:top w:val="nil"/>
              <w:left w:val="nil"/>
              <w:bottom w:val="nil"/>
              <w:right w:val="nil"/>
            </w:tcBorders>
            <w:shd w:val="clear" w:color="auto" w:fill="auto"/>
            <w:noWrap/>
            <w:vAlign w:val="center"/>
            <w:hideMark/>
          </w:tcPr>
          <w:p w14:paraId="3D3D3EF9"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71A5AC0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7BC54CA6"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5B1A80D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22CE1179" w14:textId="77777777" w:rsidR="001F65A8" w:rsidRPr="00564EF1" w:rsidRDefault="001F65A8" w:rsidP="0054196B">
            <w:pPr>
              <w:rPr>
                <w:rFonts w:eastAsia="Times New Roman" w:cs="Times New Roman"/>
                <w:color w:val="000000"/>
              </w:rPr>
            </w:pPr>
          </w:p>
        </w:tc>
      </w:tr>
      <w:tr w:rsidR="001F65A8" w:rsidRPr="00564EF1" w14:paraId="098E9D8D" w14:textId="77777777" w:rsidTr="001F65A8">
        <w:trPr>
          <w:trHeight w:val="300"/>
        </w:trPr>
        <w:tc>
          <w:tcPr>
            <w:tcW w:w="1202" w:type="pct"/>
            <w:tcBorders>
              <w:top w:val="nil"/>
              <w:left w:val="nil"/>
              <w:bottom w:val="nil"/>
              <w:right w:val="nil"/>
            </w:tcBorders>
            <w:shd w:val="clear" w:color="auto" w:fill="auto"/>
            <w:noWrap/>
            <w:vAlign w:val="center"/>
            <w:hideMark/>
          </w:tcPr>
          <w:p w14:paraId="33ADCFCB"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2E095E70"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w:t>
            </w:r>
          </w:p>
        </w:tc>
        <w:tc>
          <w:tcPr>
            <w:tcW w:w="538" w:type="pct"/>
            <w:tcBorders>
              <w:top w:val="nil"/>
              <w:left w:val="nil"/>
              <w:bottom w:val="nil"/>
              <w:right w:val="nil"/>
            </w:tcBorders>
            <w:shd w:val="clear" w:color="auto" w:fill="auto"/>
            <w:noWrap/>
            <w:vAlign w:val="center"/>
            <w:hideMark/>
          </w:tcPr>
          <w:p w14:paraId="3878B14D"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1.21*</w:t>
            </w:r>
          </w:p>
        </w:tc>
        <w:tc>
          <w:tcPr>
            <w:tcW w:w="613" w:type="pct"/>
            <w:tcBorders>
              <w:top w:val="nil"/>
              <w:left w:val="nil"/>
              <w:bottom w:val="nil"/>
              <w:right w:val="nil"/>
            </w:tcBorders>
            <w:shd w:val="clear" w:color="auto" w:fill="auto"/>
            <w:noWrap/>
            <w:vAlign w:val="center"/>
            <w:hideMark/>
          </w:tcPr>
          <w:p w14:paraId="09369CC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[1.03,1.42]</w:t>
            </w:r>
          </w:p>
        </w:tc>
        <w:tc>
          <w:tcPr>
            <w:tcW w:w="454" w:type="pct"/>
            <w:tcBorders>
              <w:top w:val="nil"/>
              <w:left w:val="nil"/>
              <w:bottom w:val="nil"/>
              <w:right w:val="nil"/>
            </w:tcBorders>
            <w:shd w:val="clear" w:color="auto" w:fill="auto"/>
            <w:noWrap/>
            <w:vAlign w:val="center"/>
            <w:hideMark/>
          </w:tcPr>
          <w:p w14:paraId="0F2A6FC5"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1.23*</w:t>
            </w:r>
          </w:p>
        </w:tc>
        <w:tc>
          <w:tcPr>
            <w:tcW w:w="579" w:type="pct"/>
            <w:tcBorders>
              <w:top w:val="nil"/>
              <w:left w:val="nil"/>
              <w:bottom w:val="nil"/>
              <w:right w:val="nil"/>
            </w:tcBorders>
            <w:shd w:val="clear" w:color="auto" w:fill="auto"/>
            <w:noWrap/>
            <w:vAlign w:val="center"/>
            <w:hideMark/>
          </w:tcPr>
          <w:p w14:paraId="6A0E7F6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[1.02,1.48]</w:t>
            </w:r>
          </w:p>
        </w:tc>
        <w:tc>
          <w:tcPr>
            <w:tcW w:w="454" w:type="pct"/>
            <w:tcBorders>
              <w:top w:val="nil"/>
              <w:left w:val="nil"/>
              <w:bottom w:val="nil"/>
              <w:right w:val="nil"/>
            </w:tcBorders>
            <w:shd w:val="clear" w:color="auto" w:fill="auto"/>
            <w:noWrap/>
            <w:vAlign w:val="center"/>
            <w:hideMark/>
          </w:tcPr>
          <w:p w14:paraId="4939898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1.14</w:t>
            </w:r>
          </w:p>
        </w:tc>
        <w:tc>
          <w:tcPr>
            <w:tcW w:w="579" w:type="pct"/>
            <w:tcBorders>
              <w:top w:val="nil"/>
              <w:left w:val="nil"/>
              <w:bottom w:val="nil"/>
              <w:right w:val="nil"/>
            </w:tcBorders>
            <w:shd w:val="clear" w:color="auto" w:fill="auto"/>
            <w:noWrap/>
            <w:vAlign w:val="center"/>
            <w:hideMark/>
          </w:tcPr>
          <w:p w14:paraId="3F5DB8FD"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[0.83,1.55]</w:t>
            </w:r>
          </w:p>
        </w:tc>
      </w:tr>
      <w:tr w:rsidR="001F65A8" w:rsidRPr="00564EF1" w14:paraId="23158CD6" w14:textId="77777777" w:rsidTr="001F65A8">
        <w:trPr>
          <w:trHeight w:val="300"/>
        </w:trPr>
        <w:tc>
          <w:tcPr>
            <w:tcW w:w="1202" w:type="pct"/>
            <w:tcBorders>
              <w:top w:val="nil"/>
              <w:left w:val="nil"/>
              <w:bottom w:val="nil"/>
              <w:right w:val="nil"/>
            </w:tcBorders>
            <w:shd w:val="clear" w:color="auto" w:fill="auto"/>
            <w:noWrap/>
            <w:vAlign w:val="center"/>
            <w:hideMark/>
          </w:tcPr>
          <w:p w14:paraId="3F3EE352"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6AA383F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2</w:t>
            </w:r>
          </w:p>
        </w:tc>
        <w:tc>
          <w:tcPr>
            <w:tcW w:w="538" w:type="pct"/>
            <w:tcBorders>
              <w:top w:val="nil"/>
              <w:left w:val="nil"/>
              <w:bottom w:val="nil"/>
              <w:right w:val="nil"/>
            </w:tcBorders>
            <w:shd w:val="clear" w:color="auto" w:fill="auto"/>
            <w:noWrap/>
            <w:vAlign w:val="center"/>
            <w:hideMark/>
          </w:tcPr>
          <w:p w14:paraId="1E0BCB38"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1.37***</w:t>
            </w:r>
          </w:p>
        </w:tc>
        <w:tc>
          <w:tcPr>
            <w:tcW w:w="613" w:type="pct"/>
            <w:tcBorders>
              <w:top w:val="nil"/>
              <w:left w:val="nil"/>
              <w:bottom w:val="nil"/>
              <w:right w:val="nil"/>
            </w:tcBorders>
            <w:shd w:val="clear" w:color="auto" w:fill="auto"/>
            <w:noWrap/>
            <w:vAlign w:val="center"/>
            <w:hideMark/>
          </w:tcPr>
          <w:p w14:paraId="457FE74E"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[1.14,1.63]</w:t>
            </w:r>
          </w:p>
        </w:tc>
        <w:tc>
          <w:tcPr>
            <w:tcW w:w="454" w:type="pct"/>
            <w:tcBorders>
              <w:top w:val="nil"/>
              <w:left w:val="nil"/>
              <w:bottom w:val="nil"/>
              <w:right w:val="nil"/>
            </w:tcBorders>
            <w:shd w:val="clear" w:color="auto" w:fill="auto"/>
            <w:noWrap/>
            <w:vAlign w:val="center"/>
            <w:hideMark/>
          </w:tcPr>
          <w:p w14:paraId="56D96B8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1.40**</w:t>
            </w:r>
          </w:p>
        </w:tc>
        <w:tc>
          <w:tcPr>
            <w:tcW w:w="579" w:type="pct"/>
            <w:tcBorders>
              <w:top w:val="nil"/>
              <w:left w:val="nil"/>
              <w:bottom w:val="nil"/>
              <w:right w:val="nil"/>
            </w:tcBorders>
            <w:shd w:val="clear" w:color="auto" w:fill="auto"/>
            <w:noWrap/>
            <w:vAlign w:val="center"/>
            <w:hideMark/>
          </w:tcPr>
          <w:p w14:paraId="6DFE41B3"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[1.14,1.73]</w:t>
            </w:r>
          </w:p>
        </w:tc>
        <w:tc>
          <w:tcPr>
            <w:tcW w:w="454" w:type="pct"/>
            <w:tcBorders>
              <w:top w:val="nil"/>
              <w:left w:val="nil"/>
              <w:bottom w:val="nil"/>
              <w:right w:val="nil"/>
            </w:tcBorders>
            <w:shd w:val="clear" w:color="auto" w:fill="auto"/>
            <w:noWrap/>
            <w:vAlign w:val="center"/>
            <w:hideMark/>
          </w:tcPr>
          <w:p w14:paraId="4E2B6A4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1.33</w:t>
            </w:r>
          </w:p>
        </w:tc>
        <w:tc>
          <w:tcPr>
            <w:tcW w:w="579" w:type="pct"/>
            <w:tcBorders>
              <w:top w:val="nil"/>
              <w:left w:val="nil"/>
              <w:bottom w:val="nil"/>
              <w:right w:val="nil"/>
            </w:tcBorders>
            <w:shd w:val="clear" w:color="auto" w:fill="auto"/>
            <w:noWrap/>
            <w:vAlign w:val="center"/>
            <w:hideMark/>
          </w:tcPr>
          <w:p w14:paraId="729A435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[0.91,1.95]</w:t>
            </w:r>
          </w:p>
        </w:tc>
      </w:tr>
      <w:tr w:rsidR="001F65A8" w:rsidRPr="00564EF1" w14:paraId="64C4C05A" w14:textId="77777777" w:rsidTr="001F65A8">
        <w:trPr>
          <w:trHeight w:val="300"/>
        </w:trPr>
        <w:tc>
          <w:tcPr>
            <w:tcW w:w="1202" w:type="pct"/>
            <w:tcBorders>
              <w:top w:val="nil"/>
              <w:left w:val="nil"/>
              <w:bottom w:val="nil"/>
              <w:right w:val="nil"/>
            </w:tcBorders>
            <w:shd w:val="clear" w:color="auto" w:fill="auto"/>
            <w:noWrap/>
            <w:vAlign w:val="center"/>
            <w:hideMark/>
          </w:tcPr>
          <w:p w14:paraId="0CC8C4E3"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0D35F57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3</w:t>
            </w:r>
          </w:p>
        </w:tc>
        <w:tc>
          <w:tcPr>
            <w:tcW w:w="538" w:type="pct"/>
            <w:tcBorders>
              <w:top w:val="nil"/>
              <w:left w:val="nil"/>
              <w:bottom w:val="nil"/>
              <w:right w:val="nil"/>
            </w:tcBorders>
            <w:shd w:val="clear" w:color="auto" w:fill="auto"/>
            <w:noWrap/>
            <w:vAlign w:val="center"/>
            <w:hideMark/>
          </w:tcPr>
          <w:p w14:paraId="6A165DCC"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1.75***</w:t>
            </w:r>
          </w:p>
        </w:tc>
        <w:tc>
          <w:tcPr>
            <w:tcW w:w="613" w:type="pct"/>
            <w:tcBorders>
              <w:top w:val="nil"/>
              <w:left w:val="nil"/>
              <w:bottom w:val="nil"/>
              <w:right w:val="nil"/>
            </w:tcBorders>
            <w:shd w:val="clear" w:color="auto" w:fill="auto"/>
            <w:noWrap/>
            <w:vAlign w:val="center"/>
            <w:hideMark/>
          </w:tcPr>
          <w:p w14:paraId="77194235"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[1.43,2.14]</w:t>
            </w:r>
          </w:p>
        </w:tc>
        <w:tc>
          <w:tcPr>
            <w:tcW w:w="454" w:type="pct"/>
            <w:tcBorders>
              <w:top w:val="nil"/>
              <w:left w:val="nil"/>
              <w:bottom w:val="nil"/>
              <w:right w:val="nil"/>
            </w:tcBorders>
            <w:shd w:val="clear" w:color="auto" w:fill="auto"/>
            <w:noWrap/>
            <w:vAlign w:val="center"/>
            <w:hideMark/>
          </w:tcPr>
          <w:p w14:paraId="1F0DE910"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1.91***</w:t>
            </w:r>
          </w:p>
        </w:tc>
        <w:tc>
          <w:tcPr>
            <w:tcW w:w="579" w:type="pct"/>
            <w:tcBorders>
              <w:top w:val="nil"/>
              <w:left w:val="nil"/>
              <w:bottom w:val="nil"/>
              <w:right w:val="nil"/>
            </w:tcBorders>
            <w:shd w:val="clear" w:color="auto" w:fill="auto"/>
            <w:noWrap/>
            <w:vAlign w:val="center"/>
            <w:hideMark/>
          </w:tcPr>
          <w:p w14:paraId="73B2BD63"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[1.45,2.51]</w:t>
            </w:r>
          </w:p>
        </w:tc>
        <w:tc>
          <w:tcPr>
            <w:tcW w:w="454" w:type="pct"/>
            <w:tcBorders>
              <w:top w:val="nil"/>
              <w:left w:val="nil"/>
              <w:bottom w:val="nil"/>
              <w:right w:val="nil"/>
            </w:tcBorders>
            <w:shd w:val="clear" w:color="auto" w:fill="auto"/>
            <w:noWrap/>
            <w:vAlign w:val="center"/>
            <w:hideMark/>
          </w:tcPr>
          <w:p w14:paraId="2B18701C"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1.66**</w:t>
            </w:r>
          </w:p>
        </w:tc>
        <w:tc>
          <w:tcPr>
            <w:tcW w:w="579" w:type="pct"/>
            <w:tcBorders>
              <w:top w:val="nil"/>
              <w:left w:val="nil"/>
              <w:bottom w:val="nil"/>
              <w:right w:val="nil"/>
            </w:tcBorders>
            <w:shd w:val="clear" w:color="auto" w:fill="auto"/>
            <w:noWrap/>
            <w:vAlign w:val="center"/>
            <w:hideMark/>
          </w:tcPr>
          <w:p w14:paraId="6391A06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[1.21,2.27]</w:t>
            </w:r>
          </w:p>
        </w:tc>
      </w:tr>
      <w:tr w:rsidR="001F65A8" w:rsidRPr="00564EF1" w14:paraId="2C85129C" w14:textId="77777777" w:rsidTr="001F65A8">
        <w:trPr>
          <w:trHeight w:val="300"/>
        </w:trPr>
        <w:tc>
          <w:tcPr>
            <w:tcW w:w="1202" w:type="pct"/>
            <w:tcBorders>
              <w:top w:val="nil"/>
              <w:left w:val="nil"/>
              <w:bottom w:val="nil"/>
              <w:right w:val="nil"/>
            </w:tcBorders>
            <w:shd w:val="clear" w:color="auto" w:fill="auto"/>
            <w:noWrap/>
            <w:vAlign w:val="center"/>
            <w:hideMark/>
          </w:tcPr>
          <w:p w14:paraId="6B142A77"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7FADF50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≥4</w:t>
            </w:r>
          </w:p>
        </w:tc>
        <w:tc>
          <w:tcPr>
            <w:tcW w:w="538" w:type="pct"/>
            <w:tcBorders>
              <w:top w:val="nil"/>
              <w:left w:val="nil"/>
              <w:bottom w:val="nil"/>
              <w:right w:val="nil"/>
            </w:tcBorders>
            <w:shd w:val="clear" w:color="auto" w:fill="auto"/>
            <w:noWrap/>
            <w:vAlign w:val="center"/>
            <w:hideMark/>
          </w:tcPr>
          <w:p w14:paraId="4F9E6A5B"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2.07***</w:t>
            </w:r>
          </w:p>
        </w:tc>
        <w:tc>
          <w:tcPr>
            <w:tcW w:w="613" w:type="pct"/>
            <w:tcBorders>
              <w:top w:val="nil"/>
              <w:left w:val="nil"/>
              <w:bottom w:val="nil"/>
              <w:right w:val="nil"/>
            </w:tcBorders>
            <w:shd w:val="clear" w:color="auto" w:fill="auto"/>
            <w:noWrap/>
            <w:vAlign w:val="center"/>
            <w:hideMark/>
          </w:tcPr>
          <w:p w14:paraId="0B630A4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[1.70,2.52]</w:t>
            </w:r>
          </w:p>
        </w:tc>
        <w:tc>
          <w:tcPr>
            <w:tcW w:w="454" w:type="pct"/>
            <w:tcBorders>
              <w:top w:val="nil"/>
              <w:left w:val="nil"/>
              <w:bottom w:val="nil"/>
              <w:right w:val="nil"/>
            </w:tcBorders>
            <w:shd w:val="clear" w:color="auto" w:fill="auto"/>
            <w:noWrap/>
            <w:vAlign w:val="center"/>
            <w:hideMark/>
          </w:tcPr>
          <w:p w14:paraId="718E7B9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2.41***</w:t>
            </w:r>
          </w:p>
        </w:tc>
        <w:tc>
          <w:tcPr>
            <w:tcW w:w="579" w:type="pct"/>
            <w:tcBorders>
              <w:top w:val="nil"/>
              <w:left w:val="nil"/>
              <w:bottom w:val="nil"/>
              <w:right w:val="nil"/>
            </w:tcBorders>
            <w:shd w:val="clear" w:color="auto" w:fill="auto"/>
            <w:noWrap/>
            <w:vAlign w:val="center"/>
            <w:hideMark/>
          </w:tcPr>
          <w:p w14:paraId="02275CD8"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[1.76,3.29]</w:t>
            </w:r>
          </w:p>
        </w:tc>
        <w:tc>
          <w:tcPr>
            <w:tcW w:w="454" w:type="pct"/>
            <w:tcBorders>
              <w:top w:val="nil"/>
              <w:left w:val="nil"/>
              <w:bottom w:val="nil"/>
              <w:right w:val="nil"/>
            </w:tcBorders>
            <w:shd w:val="clear" w:color="auto" w:fill="auto"/>
            <w:noWrap/>
            <w:vAlign w:val="center"/>
            <w:hideMark/>
          </w:tcPr>
          <w:p w14:paraId="3B2184FD"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1.85***</w:t>
            </w:r>
          </w:p>
        </w:tc>
        <w:tc>
          <w:tcPr>
            <w:tcW w:w="579" w:type="pct"/>
            <w:tcBorders>
              <w:top w:val="nil"/>
              <w:left w:val="nil"/>
              <w:bottom w:val="nil"/>
              <w:right w:val="nil"/>
            </w:tcBorders>
            <w:shd w:val="clear" w:color="auto" w:fill="auto"/>
            <w:noWrap/>
            <w:vAlign w:val="center"/>
            <w:hideMark/>
          </w:tcPr>
          <w:p w14:paraId="0FF7B26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[1.36,2.50]</w:t>
            </w:r>
          </w:p>
        </w:tc>
      </w:tr>
      <w:tr w:rsidR="001F65A8" w:rsidRPr="00564EF1" w14:paraId="5067B202" w14:textId="77777777" w:rsidTr="001F65A8">
        <w:trPr>
          <w:trHeight w:val="300"/>
        </w:trPr>
        <w:tc>
          <w:tcPr>
            <w:tcW w:w="1202" w:type="pct"/>
            <w:tcBorders>
              <w:top w:val="nil"/>
              <w:left w:val="nil"/>
              <w:bottom w:val="nil"/>
              <w:right w:val="nil"/>
            </w:tcBorders>
            <w:shd w:val="clear" w:color="auto" w:fill="auto"/>
            <w:noWrap/>
            <w:vAlign w:val="center"/>
            <w:hideMark/>
          </w:tcPr>
          <w:p w14:paraId="0827ACB0"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Smoking</w:t>
            </w:r>
          </w:p>
        </w:tc>
        <w:tc>
          <w:tcPr>
            <w:tcW w:w="582" w:type="pct"/>
            <w:tcBorders>
              <w:top w:val="nil"/>
              <w:left w:val="nil"/>
              <w:bottom w:val="nil"/>
              <w:right w:val="nil"/>
            </w:tcBorders>
            <w:shd w:val="clear" w:color="auto" w:fill="auto"/>
            <w:noWrap/>
            <w:vAlign w:val="center"/>
            <w:hideMark/>
          </w:tcPr>
          <w:p w14:paraId="7518906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Never</w:t>
            </w:r>
          </w:p>
        </w:tc>
        <w:tc>
          <w:tcPr>
            <w:tcW w:w="538" w:type="pct"/>
            <w:tcBorders>
              <w:top w:val="nil"/>
              <w:left w:val="nil"/>
              <w:bottom w:val="nil"/>
              <w:right w:val="nil"/>
            </w:tcBorders>
            <w:shd w:val="clear" w:color="auto" w:fill="auto"/>
            <w:noWrap/>
            <w:vAlign w:val="center"/>
            <w:hideMark/>
          </w:tcPr>
          <w:p w14:paraId="4A680580"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613" w:type="pct"/>
            <w:tcBorders>
              <w:top w:val="nil"/>
              <w:left w:val="nil"/>
              <w:bottom w:val="nil"/>
              <w:right w:val="nil"/>
            </w:tcBorders>
            <w:shd w:val="clear" w:color="auto" w:fill="auto"/>
            <w:noWrap/>
            <w:vAlign w:val="center"/>
            <w:hideMark/>
          </w:tcPr>
          <w:p w14:paraId="13A7C9C2"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26F3CB2E"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71C663EC"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62F4481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507FC2F9" w14:textId="77777777" w:rsidR="001F65A8" w:rsidRPr="00564EF1" w:rsidRDefault="001F65A8" w:rsidP="0054196B">
            <w:pPr>
              <w:rPr>
                <w:rFonts w:eastAsia="Times New Roman" w:cs="Times New Roman"/>
                <w:color w:val="000000"/>
              </w:rPr>
            </w:pPr>
          </w:p>
        </w:tc>
      </w:tr>
      <w:tr w:rsidR="001F65A8" w:rsidRPr="00564EF1" w14:paraId="50A9D8C9" w14:textId="77777777" w:rsidTr="001F65A8">
        <w:trPr>
          <w:trHeight w:val="300"/>
        </w:trPr>
        <w:tc>
          <w:tcPr>
            <w:tcW w:w="1202" w:type="pct"/>
            <w:tcBorders>
              <w:top w:val="nil"/>
              <w:left w:val="nil"/>
              <w:bottom w:val="nil"/>
              <w:right w:val="nil"/>
            </w:tcBorders>
            <w:shd w:val="clear" w:color="auto" w:fill="auto"/>
            <w:noWrap/>
            <w:vAlign w:val="center"/>
            <w:hideMark/>
          </w:tcPr>
          <w:p w14:paraId="3524D19E"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608A5A8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 xml:space="preserve">Current </w:t>
            </w:r>
          </w:p>
        </w:tc>
        <w:tc>
          <w:tcPr>
            <w:tcW w:w="538" w:type="pct"/>
            <w:tcBorders>
              <w:top w:val="nil"/>
              <w:left w:val="nil"/>
              <w:bottom w:val="nil"/>
              <w:right w:val="nil"/>
            </w:tcBorders>
            <w:shd w:val="clear" w:color="auto" w:fill="auto"/>
            <w:noWrap/>
            <w:vAlign w:val="center"/>
            <w:hideMark/>
          </w:tcPr>
          <w:p w14:paraId="36C0263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1.20*</w:t>
            </w:r>
          </w:p>
        </w:tc>
        <w:tc>
          <w:tcPr>
            <w:tcW w:w="613" w:type="pct"/>
            <w:tcBorders>
              <w:top w:val="nil"/>
              <w:left w:val="nil"/>
              <w:bottom w:val="nil"/>
              <w:right w:val="nil"/>
            </w:tcBorders>
            <w:shd w:val="clear" w:color="auto" w:fill="auto"/>
            <w:noWrap/>
            <w:vAlign w:val="center"/>
            <w:hideMark/>
          </w:tcPr>
          <w:p w14:paraId="0485F94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[1.01,1.43]</w:t>
            </w:r>
          </w:p>
        </w:tc>
        <w:tc>
          <w:tcPr>
            <w:tcW w:w="454" w:type="pct"/>
            <w:tcBorders>
              <w:top w:val="nil"/>
              <w:left w:val="nil"/>
              <w:bottom w:val="nil"/>
              <w:right w:val="nil"/>
            </w:tcBorders>
            <w:shd w:val="clear" w:color="auto" w:fill="auto"/>
            <w:noWrap/>
            <w:vAlign w:val="center"/>
            <w:hideMark/>
          </w:tcPr>
          <w:p w14:paraId="22B8B33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1.23*</w:t>
            </w:r>
          </w:p>
        </w:tc>
        <w:tc>
          <w:tcPr>
            <w:tcW w:w="579" w:type="pct"/>
            <w:tcBorders>
              <w:top w:val="nil"/>
              <w:left w:val="nil"/>
              <w:bottom w:val="nil"/>
              <w:right w:val="nil"/>
            </w:tcBorders>
            <w:shd w:val="clear" w:color="auto" w:fill="auto"/>
            <w:noWrap/>
            <w:vAlign w:val="center"/>
            <w:hideMark/>
          </w:tcPr>
          <w:p w14:paraId="22C12FE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[1.00,1.50]</w:t>
            </w:r>
          </w:p>
        </w:tc>
        <w:tc>
          <w:tcPr>
            <w:tcW w:w="454" w:type="pct"/>
            <w:tcBorders>
              <w:top w:val="nil"/>
              <w:left w:val="nil"/>
              <w:bottom w:val="nil"/>
              <w:right w:val="nil"/>
            </w:tcBorders>
            <w:shd w:val="clear" w:color="auto" w:fill="auto"/>
            <w:noWrap/>
            <w:vAlign w:val="center"/>
            <w:hideMark/>
          </w:tcPr>
          <w:p w14:paraId="6858B89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1.24</w:t>
            </w:r>
          </w:p>
        </w:tc>
        <w:tc>
          <w:tcPr>
            <w:tcW w:w="579" w:type="pct"/>
            <w:tcBorders>
              <w:top w:val="nil"/>
              <w:left w:val="nil"/>
              <w:bottom w:val="nil"/>
              <w:right w:val="nil"/>
            </w:tcBorders>
            <w:shd w:val="clear" w:color="auto" w:fill="auto"/>
            <w:noWrap/>
            <w:vAlign w:val="center"/>
            <w:hideMark/>
          </w:tcPr>
          <w:p w14:paraId="2EAD7D3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[0.91,1.69]</w:t>
            </w:r>
          </w:p>
        </w:tc>
      </w:tr>
      <w:tr w:rsidR="001F65A8" w:rsidRPr="00564EF1" w14:paraId="168458AA" w14:textId="77777777" w:rsidTr="001F65A8">
        <w:trPr>
          <w:trHeight w:val="300"/>
        </w:trPr>
        <w:tc>
          <w:tcPr>
            <w:tcW w:w="1202" w:type="pct"/>
            <w:tcBorders>
              <w:top w:val="nil"/>
              <w:left w:val="nil"/>
              <w:bottom w:val="nil"/>
              <w:right w:val="nil"/>
            </w:tcBorders>
            <w:shd w:val="clear" w:color="auto" w:fill="auto"/>
            <w:noWrap/>
            <w:vAlign w:val="center"/>
            <w:hideMark/>
          </w:tcPr>
          <w:p w14:paraId="1EEE7222"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3C9D5765"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Former</w:t>
            </w:r>
          </w:p>
        </w:tc>
        <w:tc>
          <w:tcPr>
            <w:tcW w:w="538" w:type="pct"/>
            <w:tcBorders>
              <w:top w:val="nil"/>
              <w:left w:val="nil"/>
              <w:bottom w:val="nil"/>
              <w:right w:val="nil"/>
            </w:tcBorders>
            <w:shd w:val="clear" w:color="auto" w:fill="auto"/>
            <w:noWrap/>
            <w:vAlign w:val="center"/>
            <w:hideMark/>
          </w:tcPr>
          <w:p w14:paraId="7B2E9DB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1.20</w:t>
            </w:r>
          </w:p>
        </w:tc>
        <w:tc>
          <w:tcPr>
            <w:tcW w:w="613" w:type="pct"/>
            <w:tcBorders>
              <w:top w:val="nil"/>
              <w:left w:val="nil"/>
              <w:bottom w:val="nil"/>
              <w:right w:val="nil"/>
            </w:tcBorders>
            <w:shd w:val="clear" w:color="auto" w:fill="auto"/>
            <w:noWrap/>
            <w:vAlign w:val="center"/>
            <w:hideMark/>
          </w:tcPr>
          <w:p w14:paraId="4666A358"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[0.97,1.50]</w:t>
            </w:r>
          </w:p>
        </w:tc>
        <w:tc>
          <w:tcPr>
            <w:tcW w:w="454" w:type="pct"/>
            <w:tcBorders>
              <w:top w:val="nil"/>
              <w:left w:val="nil"/>
              <w:bottom w:val="nil"/>
              <w:right w:val="nil"/>
            </w:tcBorders>
            <w:shd w:val="clear" w:color="auto" w:fill="auto"/>
            <w:noWrap/>
            <w:vAlign w:val="center"/>
            <w:hideMark/>
          </w:tcPr>
          <w:p w14:paraId="6A9543A7"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1.16</w:t>
            </w:r>
          </w:p>
        </w:tc>
        <w:tc>
          <w:tcPr>
            <w:tcW w:w="579" w:type="pct"/>
            <w:tcBorders>
              <w:top w:val="nil"/>
              <w:left w:val="nil"/>
              <w:bottom w:val="nil"/>
              <w:right w:val="nil"/>
            </w:tcBorders>
            <w:shd w:val="clear" w:color="auto" w:fill="auto"/>
            <w:noWrap/>
            <w:vAlign w:val="center"/>
            <w:hideMark/>
          </w:tcPr>
          <w:p w14:paraId="7B5151F4"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[0.86,1.58]</w:t>
            </w:r>
          </w:p>
        </w:tc>
        <w:tc>
          <w:tcPr>
            <w:tcW w:w="454" w:type="pct"/>
            <w:tcBorders>
              <w:top w:val="nil"/>
              <w:left w:val="nil"/>
              <w:bottom w:val="nil"/>
              <w:right w:val="nil"/>
            </w:tcBorders>
            <w:shd w:val="clear" w:color="auto" w:fill="auto"/>
            <w:noWrap/>
            <w:vAlign w:val="center"/>
            <w:hideMark/>
          </w:tcPr>
          <w:p w14:paraId="79C1FA3E"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1.22</w:t>
            </w:r>
          </w:p>
        </w:tc>
        <w:tc>
          <w:tcPr>
            <w:tcW w:w="579" w:type="pct"/>
            <w:tcBorders>
              <w:top w:val="nil"/>
              <w:left w:val="nil"/>
              <w:bottom w:val="nil"/>
              <w:right w:val="nil"/>
            </w:tcBorders>
            <w:shd w:val="clear" w:color="auto" w:fill="auto"/>
            <w:noWrap/>
            <w:vAlign w:val="center"/>
            <w:hideMark/>
          </w:tcPr>
          <w:p w14:paraId="21AA1F6D"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[0.88,1.69]</w:t>
            </w:r>
          </w:p>
        </w:tc>
      </w:tr>
      <w:tr w:rsidR="001F65A8" w:rsidRPr="00564EF1" w14:paraId="4B46B1FA" w14:textId="77777777" w:rsidTr="001F65A8">
        <w:trPr>
          <w:trHeight w:val="300"/>
        </w:trPr>
        <w:tc>
          <w:tcPr>
            <w:tcW w:w="1202" w:type="pct"/>
            <w:tcBorders>
              <w:top w:val="nil"/>
              <w:left w:val="nil"/>
              <w:bottom w:val="nil"/>
              <w:right w:val="nil"/>
            </w:tcBorders>
            <w:shd w:val="clear" w:color="auto" w:fill="auto"/>
            <w:noWrap/>
            <w:vAlign w:val="center"/>
            <w:hideMark/>
          </w:tcPr>
          <w:p w14:paraId="6E4A30D8"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Alcohol consumption</w:t>
            </w:r>
          </w:p>
        </w:tc>
        <w:tc>
          <w:tcPr>
            <w:tcW w:w="582" w:type="pct"/>
            <w:tcBorders>
              <w:top w:val="nil"/>
              <w:left w:val="nil"/>
              <w:bottom w:val="nil"/>
              <w:right w:val="nil"/>
            </w:tcBorders>
            <w:shd w:val="clear" w:color="auto" w:fill="auto"/>
            <w:noWrap/>
            <w:vAlign w:val="center"/>
            <w:hideMark/>
          </w:tcPr>
          <w:p w14:paraId="2F40CC6D"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Never</w:t>
            </w:r>
          </w:p>
        </w:tc>
        <w:tc>
          <w:tcPr>
            <w:tcW w:w="538" w:type="pct"/>
            <w:tcBorders>
              <w:top w:val="nil"/>
              <w:left w:val="nil"/>
              <w:bottom w:val="nil"/>
              <w:right w:val="nil"/>
            </w:tcBorders>
            <w:shd w:val="clear" w:color="auto" w:fill="auto"/>
            <w:noWrap/>
            <w:vAlign w:val="center"/>
            <w:hideMark/>
          </w:tcPr>
          <w:p w14:paraId="63EF321C"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613" w:type="pct"/>
            <w:tcBorders>
              <w:top w:val="nil"/>
              <w:left w:val="nil"/>
              <w:bottom w:val="nil"/>
              <w:right w:val="nil"/>
            </w:tcBorders>
            <w:shd w:val="clear" w:color="auto" w:fill="auto"/>
            <w:noWrap/>
            <w:vAlign w:val="center"/>
            <w:hideMark/>
          </w:tcPr>
          <w:p w14:paraId="6A624512"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5700A8C4"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4F575041"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63AE9A6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3C66B551" w14:textId="77777777" w:rsidR="001F65A8" w:rsidRPr="00564EF1" w:rsidRDefault="001F65A8" w:rsidP="0054196B">
            <w:pPr>
              <w:rPr>
                <w:rFonts w:eastAsia="Times New Roman" w:cs="Times New Roman"/>
                <w:color w:val="000000"/>
              </w:rPr>
            </w:pPr>
          </w:p>
        </w:tc>
      </w:tr>
      <w:tr w:rsidR="001F65A8" w:rsidRPr="00564EF1" w14:paraId="76D35E10" w14:textId="77777777" w:rsidTr="001F65A8">
        <w:trPr>
          <w:trHeight w:val="300"/>
        </w:trPr>
        <w:tc>
          <w:tcPr>
            <w:tcW w:w="1202" w:type="pct"/>
            <w:tcBorders>
              <w:top w:val="nil"/>
              <w:left w:val="nil"/>
              <w:bottom w:val="nil"/>
              <w:right w:val="nil"/>
            </w:tcBorders>
            <w:shd w:val="clear" w:color="auto" w:fill="auto"/>
            <w:noWrap/>
            <w:vAlign w:val="center"/>
            <w:hideMark/>
          </w:tcPr>
          <w:p w14:paraId="72269D95"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4E784E3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Non-heavy</w:t>
            </w:r>
          </w:p>
        </w:tc>
        <w:tc>
          <w:tcPr>
            <w:tcW w:w="538" w:type="pct"/>
            <w:tcBorders>
              <w:top w:val="nil"/>
              <w:left w:val="nil"/>
              <w:bottom w:val="nil"/>
              <w:right w:val="nil"/>
            </w:tcBorders>
            <w:shd w:val="clear" w:color="auto" w:fill="auto"/>
            <w:noWrap/>
            <w:vAlign w:val="center"/>
            <w:hideMark/>
          </w:tcPr>
          <w:p w14:paraId="785CB1B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0.97</w:t>
            </w:r>
          </w:p>
        </w:tc>
        <w:tc>
          <w:tcPr>
            <w:tcW w:w="613" w:type="pct"/>
            <w:tcBorders>
              <w:top w:val="nil"/>
              <w:left w:val="nil"/>
              <w:bottom w:val="nil"/>
              <w:right w:val="nil"/>
            </w:tcBorders>
            <w:shd w:val="clear" w:color="auto" w:fill="auto"/>
            <w:noWrap/>
            <w:vAlign w:val="center"/>
            <w:hideMark/>
          </w:tcPr>
          <w:p w14:paraId="171BE79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[0.82,1.15]</w:t>
            </w:r>
          </w:p>
        </w:tc>
        <w:tc>
          <w:tcPr>
            <w:tcW w:w="454" w:type="pct"/>
            <w:tcBorders>
              <w:top w:val="nil"/>
              <w:left w:val="nil"/>
              <w:bottom w:val="nil"/>
              <w:right w:val="nil"/>
            </w:tcBorders>
            <w:shd w:val="clear" w:color="auto" w:fill="auto"/>
            <w:noWrap/>
            <w:vAlign w:val="center"/>
            <w:hideMark/>
          </w:tcPr>
          <w:p w14:paraId="248F973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1.03</w:t>
            </w:r>
          </w:p>
        </w:tc>
        <w:tc>
          <w:tcPr>
            <w:tcW w:w="579" w:type="pct"/>
            <w:tcBorders>
              <w:top w:val="nil"/>
              <w:left w:val="nil"/>
              <w:bottom w:val="nil"/>
              <w:right w:val="nil"/>
            </w:tcBorders>
            <w:shd w:val="clear" w:color="auto" w:fill="auto"/>
            <w:noWrap/>
            <w:vAlign w:val="center"/>
            <w:hideMark/>
          </w:tcPr>
          <w:p w14:paraId="33A813C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[0.85,1.26]</w:t>
            </w:r>
          </w:p>
        </w:tc>
        <w:tc>
          <w:tcPr>
            <w:tcW w:w="454" w:type="pct"/>
            <w:tcBorders>
              <w:top w:val="nil"/>
              <w:left w:val="nil"/>
              <w:bottom w:val="nil"/>
              <w:right w:val="nil"/>
            </w:tcBorders>
            <w:shd w:val="clear" w:color="auto" w:fill="auto"/>
            <w:noWrap/>
            <w:vAlign w:val="center"/>
            <w:hideMark/>
          </w:tcPr>
          <w:p w14:paraId="520AD4F7"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0.95</w:t>
            </w:r>
          </w:p>
        </w:tc>
        <w:tc>
          <w:tcPr>
            <w:tcW w:w="579" w:type="pct"/>
            <w:tcBorders>
              <w:top w:val="nil"/>
              <w:left w:val="nil"/>
              <w:bottom w:val="nil"/>
              <w:right w:val="nil"/>
            </w:tcBorders>
            <w:shd w:val="clear" w:color="auto" w:fill="auto"/>
            <w:noWrap/>
            <w:vAlign w:val="center"/>
            <w:hideMark/>
          </w:tcPr>
          <w:p w14:paraId="0498D94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[0.73,1.23]</w:t>
            </w:r>
          </w:p>
        </w:tc>
      </w:tr>
      <w:tr w:rsidR="001F65A8" w:rsidRPr="00564EF1" w14:paraId="410127F6" w14:textId="77777777" w:rsidTr="001F65A8">
        <w:trPr>
          <w:trHeight w:val="300"/>
        </w:trPr>
        <w:tc>
          <w:tcPr>
            <w:tcW w:w="1202" w:type="pct"/>
            <w:tcBorders>
              <w:top w:val="nil"/>
              <w:left w:val="nil"/>
              <w:bottom w:val="nil"/>
              <w:right w:val="nil"/>
            </w:tcBorders>
            <w:shd w:val="clear" w:color="auto" w:fill="auto"/>
            <w:noWrap/>
            <w:vAlign w:val="center"/>
            <w:hideMark/>
          </w:tcPr>
          <w:p w14:paraId="25CC88A5"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32A2ED18"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Heavy</w:t>
            </w:r>
          </w:p>
        </w:tc>
        <w:tc>
          <w:tcPr>
            <w:tcW w:w="538" w:type="pct"/>
            <w:tcBorders>
              <w:top w:val="nil"/>
              <w:left w:val="nil"/>
              <w:bottom w:val="nil"/>
              <w:right w:val="nil"/>
            </w:tcBorders>
            <w:shd w:val="clear" w:color="auto" w:fill="auto"/>
            <w:noWrap/>
            <w:vAlign w:val="center"/>
            <w:hideMark/>
          </w:tcPr>
          <w:p w14:paraId="2F6E92AD"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1.22</w:t>
            </w:r>
          </w:p>
        </w:tc>
        <w:tc>
          <w:tcPr>
            <w:tcW w:w="613" w:type="pct"/>
            <w:tcBorders>
              <w:top w:val="nil"/>
              <w:left w:val="nil"/>
              <w:bottom w:val="nil"/>
              <w:right w:val="nil"/>
            </w:tcBorders>
            <w:shd w:val="clear" w:color="auto" w:fill="auto"/>
            <w:noWrap/>
            <w:vAlign w:val="center"/>
            <w:hideMark/>
          </w:tcPr>
          <w:p w14:paraId="3FFDD25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[0.93,1.61]</w:t>
            </w:r>
          </w:p>
        </w:tc>
        <w:tc>
          <w:tcPr>
            <w:tcW w:w="454" w:type="pct"/>
            <w:tcBorders>
              <w:top w:val="nil"/>
              <w:left w:val="nil"/>
              <w:bottom w:val="nil"/>
              <w:right w:val="nil"/>
            </w:tcBorders>
            <w:shd w:val="clear" w:color="auto" w:fill="auto"/>
            <w:noWrap/>
            <w:vAlign w:val="center"/>
            <w:hideMark/>
          </w:tcPr>
          <w:p w14:paraId="077AFEC5"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1.18</w:t>
            </w:r>
          </w:p>
        </w:tc>
        <w:tc>
          <w:tcPr>
            <w:tcW w:w="579" w:type="pct"/>
            <w:tcBorders>
              <w:top w:val="nil"/>
              <w:left w:val="nil"/>
              <w:bottom w:val="nil"/>
              <w:right w:val="nil"/>
            </w:tcBorders>
            <w:shd w:val="clear" w:color="auto" w:fill="auto"/>
            <w:noWrap/>
            <w:vAlign w:val="center"/>
            <w:hideMark/>
          </w:tcPr>
          <w:p w14:paraId="148C70A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[0.81,1.72]</w:t>
            </w:r>
          </w:p>
        </w:tc>
        <w:tc>
          <w:tcPr>
            <w:tcW w:w="454" w:type="pct"/>
            <w:tcBorders>
              <w:top w:val="nil"/>
              <w:left w:val="nil"/>
              <w:bottom w:val="nil"/>
              <w:right w:val="nil"/>
            </w:tcBorders>
            <w:shd w:val="clear" w:color="auto" w:fill="auto"/>
            <w:noWrap/>
            <w:vAlign w:val="center"/>
            <w:hideMark/>
          </w:tcPr>
          <w:p w14:paraId="6ACAB37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1.31</w:t>
            </w:r>
          </w:p>
        </w:tc>
        <w:tc>
          <w:tcPr>
            <w:tcW w:w="579" w:type="pct"/>
            <w:tcBorders>
              <w:top w:val="nil"/>
              <w:left w:val="nil"/>
              <w:bottom w:val="nil"/>
              <w:right w:val="nil"/>
            </w:tcBorders>
            <w:shd w:val="clear" w:color="auto" w:fill="auto"/>
            <w:noWrap/>
            <w:vAlign w:val="center"/>
            <w:hideMark/>
          </w:tcPr>
          <w:p w14:paraId="7D550080"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[0.86,2.00]</w:t>
            </w:r>
          </w:p>
        </w:tc>
      </w:tr>
      <w:tr w:rsidR="001F65A8" w:rsidRPr="00564EF1" w14:paraId="2AD2BFAC" w14:textId="77777777" w:rsidTr="001F65A8">
        <w:trPr>
          <w:trHeight w:val="300"/>
        </w:trPr>
        <w:tc>
          <w:tcPr>
            <w:tcW w:w="1202" w:type="pct"/>
            <w:tcBorders>
              <w:top w:val="nil"/>
              <w:left w:val="nil"/>
              <w:bottom w:val="nil"/>
              <w:right w:val="nil"/>
            </w:tcBorders>
            <w:shd w:val="clear" w:color="auto" w:fill="auto"/>
            <w:noWrap/>
            <w:vAlign w:val="center"/>
            <w:hideMark/>
          </w:tcPr>
          <w:p w14:paraId="6466CCC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Low physical activity</w:t>
            </w:r>
          </w:p>
        </w:tc>
        <w:tc>
          <w:tcPr>
            <w:tcW w:w="582" w:type="pct"/>
            <w:tcBorders>
              <w:top w:val="nil"/>
              <w:left w:val="nil"/>
              <w:bottom w:val="nil"/>
              <w:right w:val="nil"/>
            </w:tcBorders>
            <w:shd w:val="clear" w:color="auto" w:fill="auto"/>
            <w:noWrap/>
            <w:vAlign w:val="center"/>
            <w:hideMark/>
          </w:tcPr>
          <w:p w14:paraId="56CAC1E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No</w:t>
            </w:r>
          </w:p>
        </w:tc>
        <w:tc>
          <w:tcPr>
            <w:tcW w:w="538" w:type="pct"/>
            <w:tcBorders>
              <w:top w:val="nil"/>
              <w:left w:val="nil"/>
              <w:bottom w:val="nil"/>
              <w:right w:val="nil"/>
            </w:tcBorders>
            <w:shd w:val="clear" w:color="auto" w:fill="auto"/>
            <w:noWrap/>
            <w:vAlign w:val="center"/>
            <w:hideMark/>
          </w:tcPr>
          <w:p w14:paraId="3B7DFCC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613" w:type="pct"/>
            <w:tcBorders>
              <w:top w:val="nil"/>
              <w:left w:val="nil"/>
              <w:bottom w:val="nil"/>
              <w:right w:val="nil"/>
            </w:tcBorders>
            <w:shd w:val="clear" w:color="auto" w:fill="auto"/>
            <w:noWrap/>
            <w:vAlign w:val="center"/>
            <w:hideMark/>
          </w:tcPr>
          <w:p w14:paraId="6B5674A4"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6EC5B36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31818CE8"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5207633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00753083" w14:textId="77777777" w:rsidR="001F65A8" w:rsidRPr="00564EF1" w:rsidRDefault="001F65A8" w:rsidP="0054196B">
            <w:pPr>
              <w:rPr>
                <w:rFonts w:eastAsia="Times New Roman" w:cs="Times New Roman"/>
                <w:color w:val="000000"/>
              </w:rPr>
            </w:pPr>
          </w:p>
        </w:tc>
      </w:tr>
      <w:tr w:rsidR="001F65A8" w:rsidRPr="00564EF1" w14:paraId="2E3973AE" w14:textId="77777777" w:rsidTr="001F65A8">
        <w:trPr>
          <w:trHeight w:val="300"/>
        </w:trPr>
        <w:tc>
          <w:tcPr>
            <w:tcW w:w="1202" w:type="pct"/>
            <w:tcBorders>
              <w:top w:val="nil"/>
              <w:left w:val="nil"/>
              <w:bottom w:val="nil"/>
              <w:right w:val="nil"/>
            </w:tcBorders>
            <w:shd w:val="clear" w:color="auto" w:fill="auto"/>
            <w:noWrap/>
            <w:vAlign w:val="center"/>
            <w:hideMark/>
          </w:tcPr>
          <w:p w14:paraId="720FF828"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69B01798"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Yes</w:t>
            </w:r>
          </w:p>
        </w:tc>
        <w:tc>
          <w:tcPr>
            <w:tcW w:w="538" w:type="pct"/>
            <w:tcBorders>
              <w:top w:val="nil"/>
              <w:left w:val="nil"/>
              <w:bottom w:val="nil"/>
              <w:right w:val="nil"/>
            </w:tcBorders>
            <w:shd w:val="clear" w:color="auto" w:fill="auto"/>
            <w:noWrap/>
            <w:vAlign w:val="center"/>
            <w:hideMark/>
          </w:tcPr>
          <w:p w14:paraId="23860A9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1.24**</w:t>
            </w:r>
          </w:p>
        </w:tc>
        <w:tc>
          <w:tcPr>
            <w:tcW w:w="613" w:type="pct"/>
            <w:tcBorders>
              <w:top w:val="nil"/>
              <w:left w:val="nil"/>
              <w:bottom w:val="nil"/>
              <w:right w:val="nil"/>
            </w:tcBorders>
            <w:shd w:val="clear" w:color="auto" w:fill="auto"/>
            <w:noWrap/>
            <w:vAlign w:val="center"/>
            <w:hideMark/>
          </w:tcPr>
          <w:p w14:paraId="68514408"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[1.08,1.43]</w:t>
            </w:r>
          </w:p>
        </w:tc>
        <w:tc>
          <w:tcPr>
            <w:tcW w:w="454" w:type="pct"/>
            <w:tcBorders>
              <w:top w:val="nil"/>
              <w:left w:val="nil"/>
              <w:bottom w:val="nil"/>
              <w:right w:val="nil"/>
            </w:tcBorders>
            <w:shd w:val="clear" w:color="auto" w:fill="auto"/>
            <w:noWrap/>
            <w:vAlign w:val="center"/>
            <w:hideMark/>
          </w:tcPr>
          <w:p w14:paraId="10ABC67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0.83</w:t>
            </w:r>
          </w:p>
        </w:tc>
        <w:tc>
          <w:tcPr>
            <w:tcW w:w="579" w:type="pct"/>
            <w:tcBorders>
              <w:top w:val="nil"/>
              <w:left w:val="nil"/>
              <w:bottom w:val="nil"/>
              <w:right w:val="nil"/>
            </w:tcBorders>
            <w:shd w:val="clear" w:color="auto" w:fill="auto"/>
            <w:noWrap/>
            <w:vAlign w:val="center"/>
            <w:hideMark/>
          </w:tcPr>
          <w:p w14:paraId="28E8A73B"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[0.69,1.00]</w:t>
            </w:r>
          </w:p>
        </w:tc>
        <w:tc>
          <w:tcPr>
            <w:tcW w:w="454" w:type="pct"/>
            <w:tcBorders>
              <w:top w:val="nil"/>
              <w:left w:val="nil"/>
              <w:bottom w:val="nil"/>
              <w:right w:val="nil"/>
            </w:tcBorders>
            <w:shd w:val="clear" w:color="auto" w:fill="auto"/>
            <w:noWrap/>
            <w:vAlign w:val="center"/>
            <w:hideMark/>
          </w:tcPr>
          <w:p w14:paraId="0064558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1.72***</w:t>
            </w:r>
          </w:p>
        </w:tc>
        <w:tc>
          <w:tcPr>
            <w:tcW w:w="579" w:type="pct"/>
            <w:tcBorders>
              <w:top w:val="nil"/>
              <w:left w:val="nil"/>
              <w:bottom w:val="nil"/>
              <w:right w:val="nil"/>
            </w:tcBorders>
            <w:shd w:val="clear" w:color="auto" w:fill="auto"/>
            <w:noWrap/>
            <w:vAlign w:val="center"/>
            <w:hideMark/>
          </w:tcPr>
          <w:p w14:paraId="243206BE"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[1.40,2.11]</w:t>
            </w:r>
          </w:p>
        </w:tc>
      </w:tr>
      <w:tr w:rsidR="001F65A8" w:rsidRPr="00564EF1" w14:paraId="6298FE40" w14:textId="77777777" w:rsidTr="001F65A8">
        <w:trPr>
          <w:trHeight w:val="300"/>
        </w:trPr>
        <w:tc>
          <w:tcPr>
            <w:tcW w:w="1202" w:type="pct"/>
            <w:tcBorders>
              <w:top w:val="nil"/>
              <w:left w:val="nil"/>
              <w:bottom w:val="nil"/>
              <w:right w:val="nil"/>
            </w:tcBorders>
            <w:shd w:val="clear" w:color="auto" w:fill="auto"/>
            <w:noWrap/>
            <w:vAlign w:val="center"/>
            <w:hideMark/>
          </w:tcPr>
          <w:p w14:paraId="6D17951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BMI (kg/m</w:t>
            </w:r>
            <w:r w:rsidRPr="00564EF1">
              <w:rPr>
                <w:rFonts w:eastAsia="Times New Roman" w:cs="Times New Roman"/>
                <w:color w:val="000000"/>
                <w:sz w:val="22"/>
                <w:szCs w:val="22"/>
                <w:vertAlign w:val="superscript"/>
              </w:rPr>
              <w:t>2</w:t>
            </w:r>
            <w:r w:rsidRPr="00564EF1">
              <w:rPr>
                <w:rFonts w:eastAsia="Times New Roman" w:cs="Times New Roman"/>
                <w:color w:val="000000"/>
                <w:sz w:val="22"/>
                <w:szCs w:val="22"/>
              </w:rPr>
              <w:t>)</w:t>
            </w:r>
          </w:p>
        </w:tc>
        <w:tc>
          <w:tcPr>
            <w:tcW w:w="582" w:type="pct"/>
            <w:tcBorders>
              <w:top w:val="nil"/>
              <w:left w:val="nil"/>
              <w:bottom w:val="nil"/>
              <w:right w:val="nil"/>
            </w:tcBorders>
            <w:shd w:val="clear" w:color="auto" w:fill="auto"/>
            <w:noWrap/>
            <w:vAlign w:val="center"/>
            <w:hideMark/>
          </w:tcPr>
          <w:p w14:paraId="3CBFFDCE"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&lt;18.5</w:t>
            </w:r>
          </w:p>
        </w:tc>
        <w:tc>
          <w:tcPr>
            <w:tcW w:w="538" w:type="pct"/>
            <w:tcBorders>
              <w:top w:val="nil"/>
              <w:left w:val="nil"/>
              <w:bottom w:val="nil"/>
              <w:right w:val="nil"/>
            </w:tcBorders>
            <w:shd w:val="clear" w:color="auto" w:fill="auto"/>
            <w:noWrap/>
            <w:vAlign w:val="center"/>
            <w:hideMark/>
          </w:tcPr>
          <w:p w14:paraId="2C78AF50"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1.21</w:t>
            </w:r>
          </w:p>
        </w:tc>
        <w:tc>
          <w:tcPr>
            <w:tcW w:w="613" w:type="pct"/>
            <w:tcBorders>
              <w:top w:val="nil"/>
              <w:left w:val="nil"/>
              <w:bottom w:val="nil"/>
              <w:right w:val="nil"/>
            </w:tcBorders>
            <w:shd w:val="clear" w:color="auto" w:fill="auto"/>
            <w:noWrap/>
            <w:vAlign w:val="center"/>
            <w:hideMark/>
          </w:tcPr>
          <w:p w14:paraId="2CEA63FC"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[1.00,1.47]</w:t>
            </w:r>
          </w:p>
        </w:tc>
        <w:tc>
          <w:tcPr>
            <w:tcW w:w="454" w:type="pct"/>
            <w:tcBorders>
              <w:top w:val="nil"/>
              <w:left w:val="nil"/>
              <w:bottom w:val="nil"/>
              <w:right w:val="nil"/>
            </w:tcBorders>
            <w:shd w:val="clear" w:color="auto" w:fill="auto"/>
            <w:noWrap/>
            <w:vAlign w:val="center"/>
            <w:hideMark/>
          </w:tcPr>
          <w:p w14:paraId="370A7EC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1.44**</w:t>
            </w:r>
          </w:p>
        </w:tc>
        <w:tc>
          <w:tcPr>
            <w:tcW w:w="579" w:type="pct"/>
            <w:tcBorders>
              <w:top w:val="nil"/>
              <w:left w:val="nil"/>
              <w:bottom w:val="nil"/>
              <w:right w:val="nil"/>
            </w:tcBorders>
            <w:shd w:val="clear" w:color="auto" w:fill="auto"/>
            <w:noWrap/>
            <w:vAlign w:val="center"/>
            <w:hideMark/>
          </w:tcPr>
          <w:p w14:paraId="28AF90E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[1.11,1.87]</w:t>
            </w:r>
          </w:p>
        </w:tc>
        <w:tc>
          <w:tcPr>
            <w:tcW w:w="454" w:type="pct"/>
            <w:tcBorders>
              <w:top w:val="nil"/>
              <w:left w:val="nil"/>
              <w:bottom w:val="nil"/>
              <w:right w:val="nil"/>
            </w:tcBorders>
            <w:shd w:val="clear" w:color="auto" w:fill="auto"/>
            <w:noWrap/>
            <w:vAlign w:val="center"/>
            <w:hideMark/>
          </w:tcPr>
          <w:p w14:paraId="72560517"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0.95</w:t>
            </w:r>
          </w:p>
        </w:tc>
        <w:tc>
          <w:tcPr>
            <w:tcW w:w="579" w:type="pct"/>
            <w:tcBorders>
              <w:top w:val="nil"/>
              <w:left w:val="nil"/>
              <w:bottom w:val="nil"/>
              <w:right w:val="nil"/>
            </w:tcBorders>
            <w:shd w:val="clear" w:color="auto" w:fill="auto"/>
            <w:noWrap/>
            <w:vAlign w:val="center"/>
            <w:hideMark/>
          </w:tcPr>
          <w:p w14:paraId="690E3F23"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[0.67,1.34]</w:t>
            </w:r>
          </w:p>
        </w:tc>
      </w:tr>
      <w:tr w:rsidR="001F65A8" w:rsidRPr="00564EF1" w14:paraId="4AB03A20" w14:textId="77777777" w:rsidTr="001F65A8">
        <w:trPr>
          <w:trHeight w:val="300"/>
        </w:trPr>
        <w:tc>
          <w:tcPr>
            <w:tcW w:w="1202" w:type="pct"/>
            <w:tcBorders>
              <w:top w:val="nil"/>
              <w:left w:val="nil"/>
              <w:bottom w:val="nil"/>
              <w:right w:val="nil"/>
            </w:tcBorders>
            <w:shd w:val="clear" w:color="auto" w:fill="auto"/>
            <w:noWrap/>
            <w:vAlign w:val="center"/>
            <w:hideMark/>
          </w:tcPr>
          <w:p w14:paraId="225EC39B"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2882C96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18.5-24.9</w:t>
            </w:r>
          </w:p>
        </w:tc>
        <w:tc>
          <w:tcPr>
            <w:tcW w:w="538" w:type="pct"/>
            <w:tcBorders>
              <w:top w:val="nil"/>
              <w:left w:val="nil"/>
              <w:bottom w:val="nil"/>
              <w:right w:val="nil"/>
            </w:tcBorders>
            <w:shd w:val="clear" w:color="auto" w:fill="auto"/>
            <w:noWrap/>
            <w:vAlign w:val="center"/>
            <w:hideMark/>
          </w:tcPr>
          <w:p w14:paraId="3C765CAC"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613" w:type="pct"/>
            <w:tcBorders>
              <w:top w:val="nil"/>
              <w:left w:val="nil"/>
              <w:bottom w:val="nil"/>
              <w:right w:val="nil"/>
            </w:tcBorders>
            <w:shd w:val="clear" w:color="auto" w:fill="auto"/>
            <w:noWrap/>
            <w:vAlign w:val="center"/>
            <w:hideMark/>
          </w:tcPr>
          <w:p w14:paraId="23CE18EA"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349E881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40D7FEAC"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3951F34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17EF1974" w14:textId="77777777" w:rsidR="001F65A8" w:rsidRPr="00564EF1" w:rsidRDefault="001F65A8" w:rsidP="0054196B">
            <w:pPr>
              <w:rPr>
                <w:rFonts w:eastAsia="Times New Roman" w:cs="Times New Roman"/>
                <w:color w:val="000000"/>
              </w:rPr>
            </w:pPr>
          </w:p>
        </w:tc>
      </w:tr>
      <w:tr w:rsidR="001F65A8" w:rsidRPr="00564EF1" w14:paraId="3AE7C288" w14:textId="77777777" w:rsidTr="001F65A8">
        <w:trPr>
          <w:trHeight w:val="300"/>
        </w:trPr>
        <w:tc>
          <w:tcPr>
            <w:tcW w:w="1202" w:type="pct"/>
            <w:tcBorders>
              <w:top w:val="nil"/>
              <w:left w:val="nil"/>
              <w:bottom w:val="nil"/>
              <w:right w:val="nil"/>
            </w:tcBorders>
            <w:shd w:val="clear" w:color="auto" w:fill="auto"/>
            <w:noWrap/>
            <w:vAlign w:val="center"/>
            <w:hideMark/>
          </w:tcPr>
          <w:p w14:paraId="65B2C64C"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166E484C"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25.0-29.9</w:t>
            </w:r>
          </w:p>
        </w:tc>
        <w:tc>
          <w:tcPr>
            <w:tcW w:w="538" w:type="pct"/>
            <w:tcBorders>
              <w:top w:val="nil"/>
              <w:left w:val="nil"/>
              <w:bottom w:val="nil"/>
              <w:right w:val="nil"/>
            </w:tcBorders>
            <w:shd w:val="clear" w:color="auto" w:fill="auto"/>
            <w:noWrap/>
            <w:vAlign w:val="center"/>
            <w:hideMark/>
          </w:tcPr>
          <w:p w14:paraId="1FD85AA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0.93</w:t>
            </w:r>
          </w:p>
        </w:tc>
        <w:tc>
          <w:tcPr>
            <w:tcW w:w="613" w:type="pct"/>
            <w:tcBorders>
              <w:top w:val="nil"/>
              <w:left w:val="nil"/>
              <w:bottom w:val="nil"/>
              <w:right w:val="nil"/>
            </w:tcBorders>
            <w:shd w:val="clear" w:color="auto" w:fill="auto"/>
            <w:noWrap/>
            <w:vAlign w:val="center"/>
            <w:hideMark/>
          </w:tcPr>
          <w:p w14:paraId="4A1AD11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[0.81,1.06]</w:t>
            </w:r>
          </w:p>
        </w:tc>
        <w:tc>
          <w:tcPr>
            <w:tcW w:w="454" w:type="pct"/>
            <w:tcBorders>
              <w:top w:val="nil"/>
              <w:left w:val="nil"/>
              <w:bottom w:val="nil"/>
              <w:right w:val="nil"/>
            </w:tcBorders>
            <w:shd w:val="clear" w:color="auto" w:fill="auto"/>
            <w:noWrap/>
            <w:vAlign w:val="center"/>
            <w:hideMark/>
          </w:tcPr>
          <w:p w14:paraId="01D38AE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1.07</w:t>
            </w:r>
          </w:p>
        </w:tc>
        <w:tc>
          <w:tcPr>
            <w:tcW w:w="579" w:type="pct"/>
            <w:tcBorders>
              <w:top w:val="nil"/>
              <w:left w:val="nil"/>
              <w:bottom w:val="nil"/>
              <w:right w:val="nil"/>
            </w:tcBorders>
            <w:shd w:val="clear" w:color="auto" w:fill="auto"/>
            <w:noWrap/>
            <w:vAlign w:val="center"/>
            <w:hideMark/>
          </w:tcPr>
          <w:p w14:paraId="2B84F1A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[0.90,1.27]</w:t>
            </w:r>
          </w:p>
        </w:tc>
        <w:tc>
          <w:tcPr>
            <w:tcW w:w="454" w:type="pct"/>
            <w:tcBorders>
              <w:top w:val="nil"/>
              <w:left w:val="nil"/>
              <w:bottom w:val="nil"/>
              <w:right w:val="nil"/>
            </w:tcBorders>
            <w:shd w:val="clear" w:color="auto" w:fill="auto"/>
            <w:noWrap/>
            <w:vAlign w:val="center"/>
            <w:hideMark/>
          </w:tcPr>
          <w:p w14:paraId="26374174"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0.78*</w:t>
            </w:r>
          </w:p>
        </w:tc>
        <w:tc>
          <w:tcPr>
            <w:tcW w:w="579" w:type="pct"/>
            <w:tcBorders>
              <w:top w:val="nil"/>
              <w:left w:val="nil"/>
              <w:bottom w:val="nil"/>
              <w:right w:val="nil"/>
            </w:tcBorders>
            <w:shd w:val="clear" w:color="auto" w:fill="auto"/>
            <w:noWrap/>
            <w:vAlign w:val="center"/>
            <w:hideMark/>
          </w:tcPr>
          <w:p w14:paraId="30D6C8F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[0.64,0.95]</w:t>
            </w:r>
          </w:p>
        </w:tc>
      </w:tr>
      <w:tr w:rsidR="001F65A8" w:rsidRPr="00564EF1" w14:paraId="1A3A6661" w14:textId="77777777" w:rsidTr="001F65A8">
        <w:trPr>
          <w:trHeight w:val="300"/>
        </w:trPr>
        <w:tc>
          <w:tcPr>
            <w:tcW w:w="1202" w:type="pct"/>
            <w:tcBorders>
              <w:top w:val="nil"/>
              <w:left w:val="nil"/>
              <w:bottom w:val="nil"/>
              <w:right w:val="nil"/>
            </w:tcBorders>
            <w:shd w:val="clear" w:color="auto" w:fill="auto"/>
            <w:noWrap/>
            <w:vAlign w:val="center"/>
            <w:hideMark/>
          </w:tcPr>
          <w:p w14:paraId="681EB458" w14:textId="77777777" w:rsidR="001F65A8" w:rsidRPr="00564EF1" w:rsidRDefault="001F65A8" w:rsidP="0054196B">
            <w:pPr>
              <w:rPr>
                <w:rFonts w:eastAsia="Times New Roman" w:cs="Times New Roman"/>
                <w:color w:val="000000"/>
              </w:rPr>
            </w:pPr>
          </w:p>
        </w:tc>
        <w:tc>
          <w:tcPr>
            <w:tcW w:w="582" w:type="pct"/>
            <w:tcBorders>
              <w:top w:val="nil"/>
              <w:left w:val="nil"/>
              <w:bottom w:val="nil"/>
              <w:right w:val="nil"/>
            </w:tcBorders>
            <w:shd w:val="clear" w:color="auto" w:fill="auto"/>
            <w:noWrap/>
            <w:vAlign w:val="center"/>
            <w:hideMark/>
          </w:tcPr>
          <w:p w14:paraId="7CF9851B"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≥30.0</w:t>
            </w:r>
          </w:p>
        </w:tc>
        <w:tc>
          <w:tcPr>
            <w:tcW w:w="538" w:type="pct"/>
            <w:tcBorders>
              <w:top w:val="nil"/>
              <w:left w:val="nil"/>
              <w:bottom w:val="nil"/>
              <w:right w:val="nil"/>
            </w:tcBorders>
            <w:shd w:val="clear" w:color="auto" w:fill="auto"/>
            <w:noWrap/>
            <w:vAlign w:val="center"/>
            <w:hideMark/>
          </w:tcPr>
          <w:p w14:paraId="0B7467A7"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1.30*</w:t>
            </w:r>
          </w:p>
        </w:tc>
        <w:tc>
          <w:tcPr>
            <w:tcW w:w="613" w:type="pct"/>
            <w:tcBorders>
              <w:top w:val="nil"/>
              <w:left w:val="nil"/>
              <w:bottom w:val="nil"/>
              <w:right w:val="nil"/>
            </w:tcBorders>
            <w:shd w:val="clear" w:color="auto" w:fill="auto"/>
            <w:noWrap/>
            <w:vAlign w:val="center"/>
            <w:hideMark/>
          </w:tcPr>
          <w:p w14:paraId="0BB93B7A"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[1.02,1.65]</w:t>
            </w:r>
          </w:p>
        </w:tc>
        <w:tc>
          <w:tcPr>
            <w:tcW w:w="454" w:type="pct"/>
            <w:tcBorders>
              <w:top w:val="nil"/>
              <w:left w:val="nil"/>
              <w:bottom w:val="nil"/>
              <w:right w:val="nil"/>
            </w:tcBorders>
            <w:shd w:val="clear" w:color="auto" w:fill="auto"/>
            <w:noWrap/>
            <w:vAlign w:val="center"/>
            <w:hideMark/>
          </w:tcPr>
          <w:p w14:paraId="5C2B6793"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1.54**</w:t>
            </w:r>
          </w:p>
        </w:tc>
        <w:tc>
          <w:tcPr>
            <w:tcW w:w="579" w:type="pct"/>
            <w:tcBorders>
              <w:top w:val="nil"/>
              <w:left w:val="nil"/>
              <w:bottom w:val="nil"/>
              <w:right w:val="nil"/>
            </w:tcBorders>
            <w:shd w:val="clear" w:color="auto" w:fill="auto"/>
            <w:noWrap/>
            <w:vAlign w:val="center"/>
            <w:hideMark/>
          </w:tcPr>
          <w:p w14:paraId="08314B5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[1.12,2.11]</w:t>
            </w:r>
          </w:p>
        </w:tc>
        <w:tc>
          <w:tcPr>
            <w:tcW w:w="454" w:type="pct"/>
            <w:tcBorders>
              <w:top w:val="nil"/>
              <w:left w:val="nil"/>
              <w:bottom w:val="nil"/>
              <w:right w:val="nil"/>
            </w:tcBorders>
            <w:shd w:val="clear" w:color="auto" w:fill="auto"/>
            <w:noWrap/>
            <w:vAlign w:val="center"/>
            <w:hideMark/>
          </w:tcPr>
          <w:p w14:paraId="662439B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1.06</w:t>
            </w:r>
          </w:p>
        </w:tc>
        <w:tc>
          <w:tcPr>
            <w:tcW w:w="579" w:type="pct"/>
            <w:tcBorders>
              <w:top w:val="nil"/>
              <w:left w:val="nil"/>
              <w:bottom w:val="nil"/>
              <w:right w:val="nil"/>
            </w:tcBorders>
            <w:shd w:val="clear" w:color="auto" w:fill="auto"/>
            <w:noWrap/>
            <w:vAlign w:val="center"/>
            <w:hideMark/>
          </w:tcPr>
          <w:p w14:paraId="16C838DE"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[0.76,1.49]</w:t>
            </w:r>
          </w:p>
        </w:tc>
      </w:tr>
      <w:tr w:rsidR="001F65A8" w:rsidRPr="00564EF1" w14:paraId="5F8AAD7F" w14:textId="77777777" w:rsidTr="001F65A8">
        <w:trPr>
          <w:trHeight w:val="300"/>
        </w:trPr>
        <w:tc>
          <w:tcPr>
            <w:tcW w:w="1202" w:type="pct"/>
            <w:tcBorders>
              <w:top w:val="nil"/>
              <w:left w:val="nil"/>
              <w:bottom w:val="nil"/>
              <w:right w:val="nil"/>
            </w:tcBorders>
            <w:shd w:val="clear" w:color="auto" w:fill="auto"/>
            <w:noWrap/>
            <w:vAlign w:val="center"/>
            <w:hideMark/>
          </w:tcPr>
          <w:p w14:paraId="4D7666E3"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Depression</w:t>
            </w:r>
          </w:p>
        </w:tc>
        <w:tc>
          <w:tcPr>
            <w:tcW w:w="582" w:type="pct"/>
            <w:tcBorders>
              <w:top w:val="nil"/>
              <w:left w:val="nil"/>
              <w:bottom w:val="nil"/>
              <w:right w:val="nil"/>
            </w:tcBorders>
            <w:shd w:val="clear" w:color="auto" w:fill="auto"/>
            <w:noWrap/>
            <w:vAlign w:val="center"/>
            <w:hideMark/>
          </w:tcPr>
          <w:p w14:paraId="5255EF86"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No</w:t>
            </w:r>
          </w:p>
        </w:tc>
        <w:tc>
          <w:tcPr>
            <w:tcW w:w="538" w:type="pct"/>
            <w:tcBorders>
              <w:top w:val="nil"/>
              <w:left w:val="nil"/>
              <w:bottom w:val="nil"/>
              <w:right w:val="nil"/>
            </w:tcBorders>
            <w:shd w:val="clear" w:color="auto" w:fill="auto"/>
            <w:noWrap/>
            <w:vAlign w:val="center"/>
            <w:hideMark/>
          </w:tcPr>
          <w:p w14:paraId="45D2D872"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613" w:type="pct"/>
            <w:tcBorders>
              <w:top w:val="nil"/>
              <w:left w:val="nil"/>
              <w:bottom w:val="nil"/>
              <w:right w:val="nil"/>
            </w:tcBorders>
            <w:shd w:val="clear" w:color="auto" w:fill="auto"/>
            <w:noWrap/>
            <w:vAlign w:val="center"/>
            <w:hideMark/>
          </w:tcPr>
          <w:p w14:paraId="44C6756A"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0C9341D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0851C93F" w14:textId="77777777" w:rsidR="001F65A8" w:rsidRPr="00564EF1" w:rsidRDefault="001F65A8" w:rsidP="0054196B">
            <w:pPr>
              <w:rPr>
                <w:rFonts w:eastAsia="Times New Roman" w:cs="Times New Roman"/>
                <w:color w:val="000000"/>
              </w:rPr>
            </w:pPr>
          </w:p>
        </w:tc>
        <w:tc>
          <w:tcPr>
            <w:tcW w:w="454" w:type="pct"/>
            <w:tcBorders>
              <w:top w:val="nil"/>
              <w:left w:val="nil"/>
              <w:bottom w:val="nil"/>
              <w:right w:val="nil"/>
            </w:tcBorders>
            <w:shd w:val="clear" w:color="auto" w:fill="auto"/>
            <w:noWrap/>
            <w:vAlign w:val="center"/>
            <w:hideMark/>
          </w:tcPr>
          <w:p w14:paraId="44A23E3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1.00</w:t>
            </w:r>
          </w:p>
        </w:tc>
        <w:tc>
          <w:tcPr>
            <w:tcW w:w="579" w:type="pct"/>
            <w:tcBorders>
              <w:top w:val="nil"/>
              <w:left w:val="nil"/>
              <w:bottom w:val="nil"/>
              <w:right w:val="nil"/>
            </w:tcBorders>
            <w:shd w:val="clear" w:color="auto" w:fill="auto"/>
            <w:noWrap/>
            <w:vAlign w:val="center"/>
            <w:hideMark/>
          </w:tcPr>
          <w:p w14:paraId="1F38C282" w14:textId="77777777" w:rsidR="001F65A8" w:rsidRPr="00564EF1" w:rsidRDefault="001F65A8" w:rsidP="0054196B">
            <w:pPr>
              <w:rPr>
                <w:rFonts w:eastAsia="Times New Roman" w:cs="Times New Roman"/>
                <w:color w:val="000000"/>
              </w:rPr>
            </w:pPr>
          </w:p>
        </w:tc>
      </w:tr>
      <w:tr w:rsidR="001F65A8" w:rsidRPr="00564EF1" w14:paraId="7AACB310" w14:textId="77777777" w:rsidTr="001F65A8">
        <w:trPr>
          <w:trHeight w:val="300"/>
        </w:trPr>
        <w:tc>
          <w:tcPr>
            <w:tcW w:w="1202" w:type="pct"/>
            <w:tcBorders>
              <w:top w:val="nil"/>
              <w:left w:val="nil"/>
              <w:bottom w:val="single" w:sz="4" w:space="0" w:color="auto"/>
              <w:right w:val="nil"/>
            </w:tcBorders>
            <w:shd w:val="clear" w:color="auto" w:fill="auto"/>
            <w:noWrap/>
            <w:vAlign w:val="center"/>
            <w:hideMark/>
          </w:tcPr>
          <w:p w14:paraId="662ECAC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 </w:t>
            </w:r>
          </w:p>
        </w:tc>
        <w:tc>
          <w:tcPr>
            <w:tcW w:w="582" w:type="pct"/>
            <w:tcBorders>
              <w:top w:val="nil"/>
              <w:left w:val="nil"/>
              <w:bottom w:val="single" w:sz="4" w:space="0" w:color="auto"/>
              <w:right w:val="nil"/>
            </w:tcBorders>
            <w:shd w:val="clear" w:color="auto" w:fill="auto"/>
            <w:noWrap/>
            <w:vAlign w:val="center"/>
            <w:hideMark/>
          </w:tcPr>
          <w:p w14:paraId="2C265F35"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Yes</w:t>
            </w:r>
          </w:p>
        </w:tc>
        <w:tc>
          <w:tcPr>
            <w:tcW w:w="538" w:type="pct"/>
            <w:tcBorders>
              <w:top w:val="nil"/>
              <w:left w:val="nil"/>
              <w:bottom w:val="single" w:sz="4" w:space="0" w:color="auto"/>
              <w:right w:val="nil"/>
            </w:tcBorders>
            <w:shd w:val="clear" w:color="auto" w:fill="auto"/>
            <w:noWrap/>
            <w:vAlign w:val="center"/>
            <w:hideMark/>
          </w:tcPr>
          <w:p w14:paraId="571F3417"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0.93</w:t>
            </w:r>
          </w:p>
        </w:tc>
        <w:tc>
          <w:tcPr>
            <w:tcW w:w="613" w:type="pct"/>
            <w:tcBorders>
              <w:top w:val="nil"/>
              <w:left w:val="nil"/>
              <w:bottom w:val="single" w:sz="4" w:space="0" w:color="auto"/>
              <w:right w:val="nil"/>
            </w:tcBorders>
            <w:shd w:val="clear" w:color="auto" w:fill="auto"/>
            <w:noWrap/>
            <w:vAlign w:val="center"/>
            <w:hideMark/>
          </w:tcPr>
          <w:p w14:paraId="631E4D44"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[0.69,1.24]</w:t>
            </w:r>
          </w:p>
        </w:tc>
        <w:tc>
          <w:tcPr>
            <w:tcW w:w="454" w:type="pct"/>
            <w:tcBorders>
              <w:top w:val="nil"/>
              <w:left w:val="nil"/>
              <w:bottom w:val="single" w:sz="4" w:space="0" w:color="auto"/>
              <w:right w:val="nil"/>
            </w:tcBorders>
            <w:shd w:val="clear" w:color="auto" w:fill="auto"/>
            <w:noWrap/>
            <w:vAlign w:val="center"/>
            <w:hideMark/>
          </w:tcPr>
          <w:p w14:paraId="1C870DA9"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0.87</w:t>
            </w:r>
          </w:p>
        </w:tc>
        <w:tc>
          <w:tcPr>
            <w:tcW w:w="579" w:type="pct"/>
            <w:tcBorders>
              <w:top w:val="nil"/>
              <w:left w:val="nil"/>
              <w:bottom w:val="single" w:sz="4" w:space="0" w:color="auto"/>
              <w:right w:val="nil"/>
            </w:tcBorders>
            <w:shd w:val="clear" w:color="auto" w:fill="auto"/>
            <w:noWrap/>
            <w:vAlign w:val="center"/>
            <w:hideMark/>
          </w:tcPr>
          <w:p w14:paraId="0423CBB7"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[0.61,1.25]</w:t>
            </w:r>
          </w:p>
        </w:tc>
        <w:tc>
          <w:tcPr>
            <w:tcW w:w="454" w:type="pct"/>
            <w:tcBorders>
              <w:top w:val="nil"/>
              <w:left w:val="nil"/>
              <w:bottom w:val="single" w:sz="4" w:space="0" w:color="auto"/>
              <w:right w:val="nil"/>
            </w:tcBorders>
            <w:shd w:val="clear" w:color="auto" w:fill="auto"/>
            <w:noWrap/>
            <w:vAlign w:val="center"/>
            <w:hideMark/>
          </w:tcPr>
          <w:p w14:paraId="6C4ACB3F"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0.90</w:t>
            </w:r>
          </w:p>
        </w:tc>
        <w:tc>
          <w:tcPr>
            <w:tcW w:w="579" w:type="pct"/>
            <w:tcBorders>
              <w:top w:val="nil"/>
              <w:left w:val="nil"/>
              <w:bottom w:val="single" w:sz="4" w:space="0" w:color="auto"/>
              <w:right w:val="nil"/>
            </w:tcBorders>
            <w:shd w:val="clear" w:color="auto" w:fill="auto"/>
            <w:noWrap/>
            <w:vAlign w:val="center"/>
            <w:hideMark/>
          </w:tcPr>
          <w:p w14:paraId="0C6430B1" w14:textId="77777777" w:rsidR="001F65A8" w:rsidRPr="00564EF1" w:rsidRDefault="001F65A8" w:rsidP="0054196B">
            <w:pPr>
              <w:rPr>
                <w:rFonts w:eastAsia="Times New Roman" w:cs="Times New Roman"/>
                <w:color w:val="000000"/>
                <w:sz w:val="22"/>
                <w:szCs w:val="22"/>
              </w:rPr>
            </w:pPr>
            <w:r w:rsidRPr="00564EF1">
              <w:rPr>
                <w:rFonts w:eastAsia="Times New Roman" w:cs="Times New Roman"/>
                <w:color w:val="000000"/>
                <w:sz w:val="22"/>
                <w:szCs w:val="22"/>
              </w:rPr>
              <w:t>[0.57,1.44]</w:t>
            </w:r>
          </w:p>
        </w:tc>
      </w:tr>
    </w:tbl>
    <w:p w14:paraId="212D59FB" w14:textId="77777777" w:rsidR="001F65A8" w:rsidRDefault="001F65A8" w:rsidP="001F65A8">
      <w:pPr>
        <w:snapToGrid w:val="0"/>
        <w:ind w:left="-90"/>
        <w:rPr>
          <w:rFonts w:cs="Times New Roman"/>
          <w:sz w:val="20"/>
          <w:szCs w:val="20"/>
        </w:rPr>
      </w:pPr>
      <w:r w:rsidRPr="00523448">
        <w:rPr>
          <w:rFonts w:cs="Times New Roman"/>
          <w:sz w:val="20"/>
          <w:szCs w:val="20"/>
        </w:rPr>
        <w:t>Abbreviation: OR odds ratio; CI confidence interval</w:t>
      </w:r>
      <w:r>
        <w:rPr>
          <w:rFonts w:cs="Times New Roman"/>
          <w:sz w:val="20"/>
          <w:szCs w:val="20"/>
        </w:rPr>
        <w:t>; BMI Body mass index</w:t>
      </w:r>
    </w:p>
    <w:p w14:paraId="63E1A356" w14:textId="77777777" w:rsidR="001F65A8" w:rsidRDefault="001F65A8" w:rsidP="001F65A8">
      <w:pPr>
        <w:ind w:left="-90"/>
        <w:jc w:val="both"/>
        <w:rPr>
          <w:rFonts w:cs="Times New Roman"/>
          <w:sz w:val="20"/>
          <w:szCs w:val="20"/>
        </w:rPr>
      </w:pPr>
      <w:r>
        <w:rPr>
          <w:rFonts w:cs="Times New Roman"/>
          <w:sz w:val="20"/>
          <w:szCs w:val="20"/>
        </w:rPr>
        <w:t>The model is mutually adjusted for all variables in the Table, sociodemographic variables (age, sex, education, wealth), and country.</w:t>
      </w:r>
    </w:p>
    <w:p w14:paraId="6243FA13" w14:textId="77777777" w:rsidR="001F65A8" w:rsidRPr="002350CD" w:rsidRDefault="001F65A8" w:rsidP="001F65A8">
      <w:pPr>
        <w:ind w:left="-90"/>
        <w:jc w:val="both"/>
        <w:rPr>
          <w:rFonts w:eastAsia="Times New Roman" w:cs="Times New Roman"/>
          <w:color w:val="000000"/>
          <w:sz w:val="20"/>
          <w:szCs w:val="20"/>
        </w:rPr>
      </w:pPr>
      <w:r w:rsidRPr="00D05F84">
        <w:rPr>
          <w:rFonts w:eastAsia="Times New Roman" w:cs="Times New Roman"/>
          <w:color w:val="000000"/>
          <w:sz w:val="20"/>
          <w:szCs w:val="20"/>
        </w:rPr>
        <w:t>* p&lt;0.05, ** p&lt;0.01, *** p&lt;0.001</w:t>
      </w:r>
    </w:p>
    <w:p w14:paraId="6FE62D28" w14:textId="03BD9CFD" w:rsidR="0042340B" w:rsidRDefault="0042340B" w:rsidP="006D605E">
      <w:pPr>
        <w:jc w:val="both"/>
        <w:rPr>
          <w:rFonts w:eastAsia="Times New Roman"/>
        </w:rPr>
      </w:pPr>
    </w:p>
    <w:p w14:paraId="3720BB9C" w14:textId="662245E9" w:rsidR="004A1293" w:rsidRDefault="004A1293" w:rsidP="001F65A8">
      <w:pPr>
        <w:spacing w:line="480" w:lineRule="auto"/>
        <w:ind w:left="450"/>
        <w:jc w:val="both"/>
        <w:rPr>
          <w:rFonts w:eastAsia="Times New Roman"/>
        </w:rPr>
      </w:pPr>
    </w:p>
    <w:sectPr w:rsidR="004A1293" w:rsidSect="007C1E33">
      <w:pgSz w:w="11900" w:h="16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8071" w14:textId="77777777" w:rsidR="0084380C" w:rsidRDefault="0084380C" w:rsidP="0012055B">
      <w:r>
        <w:separator/>
      </w:r>
    </w:p>
  </w:endnote>
  <w:endnote w:type="continuationSeparator" w:id="0">
    <w:p w14:paraId="023CEDAB" w14:textId="77777777" w:rsidR="0084380C" w:rsidRDefault="0084380C" w:rsidP="0012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BPMD B+ MTSYB">
    <w:altName w:val="Malgun Gothic"/>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5D1B" w14:textId="77777777" w:rsidR="0084380C" w:rsidRDefault="0084380C" w:rsidP="000B67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6A57BA" w14:textId="77777777" w:rsidR="0084380C" w:rsidRDefault="0084380C" w:rsidP="001205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AB691" w14:textId="76218AE1" w:rsidR="0084380C" w:rsidRDefault="0084380C" w:rsidP="000B67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7D0C">
      <w:rPr>
        <w:rStyle w:val="PageNumber"/>
        <w:noProof/>
      </w:rPr>
      <w:t>2</w:t>
    </w:r>
    <w:r>
      <w:rPr>
        <w:rStyle w:val="PageNumber"/>
      </w:rPr>
      <w:fldChar w:fldCharType="end"/>
    </w:r>
  </w:p>
  <w:p w14:paraId="04FE3382" w14:textId="77777777" w:rsidR="0084380C" w:rsidRDefault="0084380C" w:rsidP="0012055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E1570" w14:textId="77777777" w:rsidR="0084380C" w:rsidRDefault="0084380C" w:rsidP="0012055B">
      <w:r>
        <w:separator/>
      </w:r>
    </w:p>
  </w:footnote>
  <w:footnote w:type="continuationSeparator" w:id="0">
    <w:p w14:paraId="5E07BDF3" w14:textId="77777777" w:rsidR="0084380C" w:rsidRDefault="0084380C" w:rsidP="00120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03D14"/>
    <w:multiLevelType w:val="hybridMultilevel"/>
    <w:tmpl w:val="D1F41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076645"/>
    <w:multiLevelType w:val="hybridMultilevel"/>
    <w:tmpl w:val="DE8EAB3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789C40CA"/>
    <w:multiLevelType w:val="multilevel"/>
    <w:tmpl w:val="B2E8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Amer Geriatrics Soc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v2px5paiv9psse599xpdtrptzaferevtwxz&quot;&gt;Ai Koyanagi&lt;record-ids&gt;&lt;item&gt;220&lt;/item&gt;&lt;item&gt;670&lt;/item&gt;&lt;item&gt;737&lt;/item&gt;&lt;item&gt;10233&lt;/item&gt;&lt;item&gt;10247&lt;/item&gt;&lt;item&gt;10328&lt;/item&gt;&lt;item&gt;10994&lt;/item&gt;&lt;item&gt;11004&lt;/item&gt;&lt;item&gt;11005&lt;/item&gt;&lt;item&gt;11006&lt;/item&gt;&lt;item&gt;11037&lt;/item&gt;&lt;item&gt;11039&lt;/item&gt;&lt;item&gt;11040&lt;/item&gt;&lt;item&gt;11041&lt;/item&gt;&lt;item&gt;11045&lt;/item&gt;&lt;item&gt;11049&lt;/item&gt;&lt;item&gt;11050&lt;/item&gt;&lt;item&gt;11060&lt;/item&gt;&lt;item&gt;11062&lt;/item&gt;&lt;item&gt;11074&lt;/item&gt;&lt;item&gt;11096&lt;/item&gt;&lt;item&gt;11103&lt;/item&gt;&lt;item&gt;11109&lt;/item&gt;&lt;item&gt;11113&lt;/item&gt;&lt;item&gt;11117&lt;/item&gt;&lt;item&gt;11118&lt;/item&gt;&lt;item&gt;11126&lt;/item&gt;&lt;item&gt;11127&lt;/item&gt;&lt;item&gt;11128&lt;/item&gt;&lt;item&gt;11129&lt;/item&gt;&lt;item&gt;11136&lt;/item&gt;&lt;item&gt;11137&lt;/item&gt;&lt;item&gt;11147&lt;/item&gt;&lt;item&gt;11150&lt;/item&gt;&lt;item&gt;11174&lt;/item&gt;&lt;item&gt;11175&lt;/item&gt;&lt;item&gt;11181&lt;/item&gt;&lt;item&gt;11183&lt;/item&gt;&lt;item&gt;11184&lt;/item&gt;&lt;item&gt;11185&lt;/item&gt;&lt;item&gt;11186&lt;/item&gt;&lt;item&gt;11210&lt;/item&gt;&lt;item&gt;11331&lt;/item&gt;&lt;item&gt;11332&lt;/item&gt;&lt;item&gt;11334&lt;/item&gt;&lt;item&gt;11337&lt;/item&gt;&lt;item&gt;11369&lt;/item&gt;&lt;item&gt;11370&lt;/item&gt;&lt;item&gt;11372&lt;/item&gt;&lt;item&gt;11373&lt;/item&gt;&lt;item&gt;11374&lt;/item&gt;&lt;item&gt;11375&lt;/item&gt;&lt;item&gt;11376&lt;/item&gt;&lt;item&gt;11508&lt;/item&gt;&lt;item&gt;11509&lt;/item&gt;&lt;/record-ids&gt;&lt;/item&gt;&lt;/Libraries&gt;"/>
  </w:docVars>
  <w:rsids>
    <w:rsidRoot w:val="00AD297E"/>
    <w:rsid w:val="00001441"/>
    <w:rsid w:val="000018E2"/>
    <w:rsid w:val="00002077"/>
    <w:rsid w:val="00002C21"/>
    <w:rsid w:val="00003C54"/>
    <w:rsid w:val="00007A7C"/>
    <w:rsid w:val="000101B1"/>
    <w:rsid w:val="000114DD"/>
    <w:rsid w:val="0001254E"/>
    <w:rsid w:val="00013185"/>
    <w:rsid w:val="000136ED"/>
    <w:rsid w:val="00014176"/>
    <w:rsid w:val="00015528"/>
    <w:rsid w:val="0001583E"/>
    <w:rsid w:val="00015EBC"/>
    <w:rsid w:val="00016A64"/>
    <w:rsid w:val="000203D7"/>
    <w:rsid w:val="0002175A"/>
    <w:rsid w:val="00021905"/>
    <w:rsid w:val="00025856"/>
    <w:rsid w:val="000259E6"/>
    <w:rsid w:val="0002664B"/>
    <w:rsid w:val="00026913"/>
    <w:rsid w:val="000279B5"/>
    <w:rsid w:val="00031D6A"/>
    <w:rsid w:val="000320D0"/>
    <w:rsid w:val="00035AD7"/>
    <w:rsid w:val="00035B14"/>
    <w:rsid w:val="00036D5F"/>
    <w:rsid w:val="00037001"/>
    <w:rsid w:val="000371EB"/>
    <w:rsid w:val="000409DD"/>
    <w:rsid w:val="00041462"/>
    <w:rsid w:val="00041F24"/>
    <w:rsid w:val="000432C9"/>
    <w:rsid w:val="00043F09"/>
    <w:rsid w:val="0004568D"/>
    <w:rsid w:val="00045B1F"/>
    <w:rsid w:val="00046662"/>
    <w:rsid w:val="00046C7E"/>
    <w:rsid w:val="000504AB"/>
    <w:rsid w:val="00050D68"/>
    <w:rsid w:val="000551FC"/>
    <w:rsid w:val="000556EB"/>
    <w:rsid w:val="00055F86"/>
    <w:rsid w:val="00060F2B"/>
    <w:rsid w:val="00061750"/>
    <w:rsid w:val="000619CC"/>
    <w:rsid w:val="0006326F"/>
    <w:rsid w:val="00063DD8"/>
    <w:rsid w:val="00064580"/>
    <w:rsid w:val="000646D7"/>
    <w:rsid w:val="0006475E"/>
    <w:rsid w:val="00070914"/>
    <w:rsid w:val="00071077"/>
    <w:rsid w:val="00071244"/>
    <w:rsid w:val="00072166"/>
    <w:rsid w:val="00072945"/>
    <w:rsid w:val="0007365F"/>
    <w:rsid w:val="00074D59"/>
    <w:rsid w:val="000758A8"/>
    <w:rsid w:val="00075B04"/>
    <w:rsid w:val="00077B95"/>
    <w:rsid w:val="00084F12"/>
    <w:rsid w:val="000858C2"/>
    <w:rsid w:val="00086E28"/>
    <w:rsid w:val="00093B67"/>
    <w:rsid w:val="00093DE5"/>
    <w:rsid w:val="00094448"/>
    <w:rsid w:val="00094755"/>
    <w:rsid w:val="00095841"/>
    <w:rsid w:val="00096F26"/>
    <w:rsid w:val="000979B2"/>
    <w:rsid w:val="000A139E"/>
    <w:rsid w:val="000A19CD"/>
    <w:rsid w:val="000A3485"/>
    <w:rsid w:val="000A42E7"/>
    <w:rsid w:val="000A4B8B"/>
    <w:rsid w:val="000A507B"/>
    <w:rsid w:val="000A6687"/>
    <w:rsid w:val="000A7745"/>
    <w:rsid w:val="000B2C16"/>
    <w:rsid w:val="000B42B8"/>
    <w:rsid w:val="000B5C89"/>
    <w:rsid w:val="000B670B"/>
    <w:rsid w:val="000B6847"/>
    <w:rsid w:val="000C066E"/>
    <w:rsid w:val="000C09C1"/>
    <w:rsid w:val="000C112B"/>
    <w:rsid w:val="000C13B0"/>
    <w:rsid w:val="000C1D4E"/>
    <w:rsid w:val="000C2F46"/>
    <w:rsid w:val="000C31D4"/>
    <w:rsid w:val="000C43E3"/>
    <w:rsid w:val="000C5149"/>
    <w:rsid w:val="000C5597"/>
    <w:rsid w:val="000C5856"/>
    <w:rsid w:val="000C5C16"/>
    <w:rsid w:val="000D54D0"/>
    <w:rsid w:val="000D69FA"/>
    <w:rsid w:val="000E0BA8"/>
    <w:rsid w:val="000E2EF5"/>
    <w:rsid w:val="000F0C56"/>
    <w:rsid w:val="000F1CA9"/>
    <w:rsid w:val="000F211D"/>
    <w:rsid w:val="000F2321"/>
    <w:rsid w:val="000F4619"/>
    <w:rsid w:val="000F5AFD"/>
    <w:rsid w:val="000F7DA1"/>
    <w:rsid w:val="000F7EDC"/>
    <w:rsid w:val="00101525"/>
    <w:rsid w:val="00101F7A"/>
    <w:rsid w:val="001026DD"/>
    <w:rsid w:val="00104723"/>
    <w:rsid w:val="00107DBE"/>
    <w:rsid w:val="00113AAE"/>
    <w:rsid w:val="0011409A"/>
    <w:rsid w:val="00115046"/>
    <w:rsid w:val="001150FB"/>
    <w:rsid w:val="0012055B"/>
    <w:rsid w:val="001208D4"/>
    <w:rsid w:val="001208E0"/>
    <w:rsid w:val="00121F9C"/>
    <w:rsid w:val="001231AC"/>
    <w:rsid w:val="00123861"/>
    <w:rsid w:val="00123BFD"/>
    <w:rsid w:val="00124068"/>
    <w:rsid w:val="0012539F"/>
    <w:rsid w:val="00126A70"/>
    <w:rsid w:val="00131C51"/>
    <w:rsid w:val="00132BC1"/>
    <w:rsid w:val="001354E3"/>
    <w:rsid w:val="00136C47"/>
    <w:rsid w:val="00137576"/>
    <w:rsid w:val="001414DE"/>
    <w:rsid w:val="00143C35"/>
    <w:rsid w:val="00143C89"/>
    <w:rsid w:val="00144E0E"/>
    <w:rsid w:val="00146CBA"/>
    <w:rsid w:val="00146EB8"/>
    <w:rsid w:val="00151017"/>
    <w:rsid w:val="0015135A"/>
    <w:rsid w:val="00151527"/>
    <w:rsid w:val="00151E9A"/>
    <w:rsid w:val="00151FD4"/>
    <w:rsid w:val="00152AAB"/>
    <w:rsid w:val="0015408D"/>
    <w:rsid w:val="0015454D"/>
    <w:rsid w:val="00155940"/>
    <w:rsid w:val="00157F94"/>
    <w:rsid w:val="00160A4D"/>
    <w:rsid w:val="001623FE"/>
    <w:rsid w:val="00162AC6"/>
    <w:rsid w:val="00162C8D"/>
    <w:rsid w:val="001631CF"/>
    <w:rsid w:val="00163482"/>
    <w:rsid w:val="00164DB6"/>
    <w:rsid w:val="001665ED"/>
    <w:rsid w:val="001677AA"/>
    <w:rsid w:val="0017051E"/>
    <w:rsid w:val="001705F6"/>
    <w:rsid w:val="00171AC4"/>
    <w:rsid w:val="00171E7E"/>
    <w:rsid w:val="0018045F"/>
    <w:rsid w:val="00182163"/>
    <w:rsid w:val="0018229D"/>
    <w:rsid w:val="00185E6D"/>
    <w:rsid w:val="00186659"/>
    <w:rsid w:val="00191526"/>
    <w:rsid w:val="0019183A"/>
    <w:rsid w:val="0019569F"/>
    <w:rsid w:val="00195B39"/>
    <w:rsid w:val="00196095"/>
    <w:rsid w:val="00196216"/>
    <w:rsid w:val="0019767E"/>
    <w:rsid w:val="001A200A"/>
    <w:rsid w:val="001A2630"/>
    <w:rsid w:val="001A2AB8"/>
    <w:rsid w:val="001A2C6A"/>
    <w:rsid w:val="001A6374"/>
    <w:rsid w:val="001A6D36"/>
    <w:rsid w:val="001B1862"/>
    <w:rsid w:val="001B1D98"/>
    <w:rsid w:val="001B261F"/>
    <w:rsid w:val="001B32DF"/>
    <w:rsid w:val="001B38B9"/>
    <w:rsid w:val="001B5B99"/>
    <w:rsid w:val="001B6072"/>
    <w:rsid w:val="001B6AB9"/>
    <w:rsid w:val="001C051A"/>
    <w:rsid w:val="001C346B"/>
    <w:rsid w:val="001C57E0"/>
    <w:rsid w:val="001C7B70"/>
    <w:rsid w:val="001D02CD"/>
    <w:rsid w:val="001D0330"/>
    <w:rsid w:val="001D0994"/>
    <w:rsid w:val="001D120F"/>
    <w:rsid w:val="001D123C"/>
    <w:rsid w:val="001D1575"/>
    <w:rsid w:val="001D16B2"/>
    <w:rsid w:val="001D3256"/>
    <w:rsid w:val="001D6596"/>
    <w:rsid w:val="001D7E45"/>
    <w:rsid w:val="001E04E9"/>
    <w:rsid w:val="001E15A6"/>
    <w:rsid w:val="001E27C8"/>
    <w:rsid w:val="001E6330"/>
    <w:rsid w:val="001E6E5F"/>
    <w:rsid w:val="001F3507"/>
    <w:rsid w:val="001F420A"/>
    <w:rsid w:val="001F4833"/>
    <w:rsid w:val="001F4EE2"/>
    <w:rsid w:val="001F57BC"/>
    <w:rsid w:val="001F5FF8"/>
    <w:rsid w:val="001F65A8"/>
    <w:rsid w:val="00203665"/>
    <w:rsid w:val="00203D67"/>
    <w:rsid w:val="00204998"/>
    <w:rsid w:val="00206BBF"/>
    <w:rsid w:val="00210B22"/>
    <w:rsid w:val="00210BC6"/>
    <w:rsid w:val="00210CF4"/>
    <w:rsid w:val="00211B4C"/>
    <w:rsid w:val="00212BFA"/>
    <w:rsid w:val="0021391B"/>
    <w:rsid w:val="0021470A"/>
    <w:rsid w:val="00214ECE"/>
    <w:rsid w:val="002156AF"/>
    <w:rsid w:val="002166F0"/>
    <w:rsid w:val="0021792A"/>
    <w:rsid w:val="00221769"/>
    <w:rsid w:val="002218DA"/>
    <w:rsid w:val="00221C3B"/>
    <w:rsid w:val="002220D8"/>
    <w:rsid w:val="00222D66"/>
    <w:rsid w:val="002241E6"/>
    <w:rsid w:val="00225078"/>
    <w:rsid w:val="00226975"/>
    <w:rsid w:val="00226A50"/>
    <w:rsid w:val="00227C68"/>
    <w:rsid w:val="00227CF7"/>
    <w:rsid w:val="0023067C"/>
    <w:rsid w:val="0023313B"/>
    <w:rsid w:val="00233EDD"/>
    <w:rsid w:val="002350CD"/>
    <w:rsid w:val="00235EE4"/>
    <w:rsid w:val="002401F2"/>
    <w:rsid w:val="002413BC"/>
    <w:rsid w:val="002429F1"/>
    <w:rsid w:val="00243EAA"/>
    <w:rsid w:val="0024588C"/>
    <w:rsid w:val="0024714D"/>
    <w:rsid w:val="00252037"/>
    <w:rsid w:val="00252D78"/>
    <w:rsid w:val="00253D3A"/>
    <w:rsid w:val="00254A9D"/>
    <w:rsid w:val="00255EA1"/>
    <w:rsid w:val="00256357"/>
    <w:rsid w:val="00257F9C"/>
    <w:rsid w:val="002615E1"/>
    <w:rsid w:val="00261CE4"/>
    <w:rsid w:val="00261D52"/>
    <w:rsid w:val="00262922"/>
    <w:rsid w:val="00263171"/>
    <w:rsid w:val="002724F4"/>
    <w:rsid w:val="00274079"/>
    <w:rsid w:val="00274DCA"/>
    <w:rsid w:val="0027581A"/>
    <w:rsid w:val="00280E51"/>
    <w:rsid w:val="002815A6"/>
    <w:rsid w:val="002827CE"/>
    <w:rsid w:val="00282851"/>
    <w:rsid w:val="0028302A"/>
    <w:rsid w:val="00284378"/>
    <w:rsid w:val="00287E17"/>
    <w:rsid w:val="00291E00"/>
    <w:rsid w:val="0029316C"/>
    <w:rsid w:val="00293AE3"/>
    <w:rsid w:val="002947D2"/>
    <w:rsid w:val="00295896"/>
    <w:rsid w:val="00295E29"/>
    <w:rsid w:val="0029736B"/>
    <w:rsid w:val="002A023A"/>
    <w:rsid w:val="002A54D9"/>
    <w:rsid w:val="002A59E2"/>
    <w:rsid w:val="002B1689"/>
    <w:rsid w:val="002B306A"/>
    <w:rsid w:val="002B3756"/>
    <w:rsid w:val="002B4BDD"/>
    <w:rsid w:val="002B4EF2"/>
    <w:rsid w:val="002B5794"/>
    <w:rsid w:val="002B78AF"/>
    <w:rsid w:val="002B7E7A"/>
    <w:rsid w:val="002C20B3"/>
    <w:rsid w:val="002C36F2"/>
    <w:rsid w:val="002C5564"/>
    <w:rsid w:val="002C653E"/>
    <w:rsid w:val="002C78E0"/>
    <w:rsid w:val="002D0B99"/>
    <w:rsid w:val="002D0FA1"/>
    <w:rsid w:val="002D192F"/>
    <w:rsid w:val="002D3C30"/>
    <w:rsid w:val="002D444C"/>
    <w:rsid w:val="002E02E2"/>
    <w:rsid w:val="002E0370"/>
    <w:rsid w:val="002E0B19"/>
    <w:rsid w:val="002E246A"/>
    <w:rsid w:val="002E328D"/>
    <w:rsid w:val="002E4A8C"/>
    <w:rsid w:val="002E5280"/>
    <w:rsid w:val="002E6CFC"/>
    <w:rsid w:val="002E6F6D"/>
    <w:rsid w:val="002E7284"/>
    <w:rsid w:val="002F2CA7"/>
    <w:rsid w:val="002F32C9"/>
    <w:rsid w:val="002F4589"/>
    <w:rsid w:val="002F66AC"/>
    <w:rsid w:val="002F69A9"/>
    <w:rsid w:val="00300033"/>
    <w:rsid w:val="00300C9E"/>
    <w:rsid w:val="003015FC"/>
    <w:rsid w:val="00301A8C"/>
    <w:rsid w:val="003023E1"/>
    <w:rsid w:val="0030270B"/>
    <w:rsid w:val="0030323C"/>
    <w:rsid w:val="003038CC"/>
    <w:rsid w:val="00303AF1"/>
    <w:rsid w:val="0030721C"/>
    <w:rsid w:val="00307AFB"/>
    <w:rsid w:val="00307BE3"/>
    <w:rsid w:val="0031068E"/>
    <w:rsid w:val="003117C9"/>
    <w:rsid w:val="00311F33"/>
    <w:rsid w:val="003123AD"/>
    <w:rsid w:val="00313A30"/>
    <w:rsid w:val="00313D42"/>
    <w:rsid w:val="003146A5"/>
    <w:rsid w:val="00314972"/>
    <w:rsid w:val="0031532A"/>
    <w:rsid w:val="00315813"/>
    <w:rsid w:val="00315EF6"/>
    <w:rsid w:val="00317B4C"/>
    <w:rsid w:val="00321813"/>
    <w:rsid w:val="00322A36"/>
    <w:rsid w:val="00323CF6"/>
    <w:rsid w:val="00323E43"/>
    <w:rsid w:val="0033271B"/>
    <w:rsid w:val="003335FB"/>
    <w:rsid w:val="00334593"/>
    <w:rsid w:val="00334700"/>
    <w:rsid w:val="0033591B"/>
    <w:rsid w:val="00336DB5"/>
    <w:rsid w:val="00341252"/>
    <w:rsid w:val="003435D1"/>
    <w:rsid w:val="003507AA"/>
    <w:rsid w:val="00353B7A"/>
    <w:rsid w:val="00355087"/>
    <w:rsid w:val="00361EB9"/>
    <w:rsid w:val="00362119"/>
    <w:rsid w:val="00363C72"/>
    <w:rsid w:val="003643D4"/>
    <w:rsid w:val="00366EFB"/>
    <w:rsid w:val="00367D0C"/>
    <w:rsid w:val="00371391"/>
    <w:rsid w:val="00372742"/>
    <w:rsid w:val="00373939"/>
    <w:rsid w:val="0037676A"/>
    <w:rsid w:val="0037711C"/>
    <w:rsid w:val="003800EC"/>
    <w:rsid w:val="0038034B"/>
    <w:rsid w:val="0038063F"/>
    <w:rsid w:val="0039084C"/>
    <w:rsid w:val="003915D7"/>
    <w:rsid w:val="00391CBC"/>
    <w:rsid w:val="003954CA"/>
    <w:rsid w:val="00395613"/>
    <w:rsid w:val="0039608E"/>
    <w:rsid w:val="00397456"/>
    <w:rsid w:val="003A06DE"/>
    <w:rsid w:val="003A2989"/>
    <w:rsid w:val="003A2A84"/>
    <w:rsid w:val="003A31DD"/>
    <w:rsid w:val="003A3E2B"/>
    <w:rsid w:val="003A5E4E"/>
    <w:rsid w:val="003A674F"/>
    <w:rsid w:val="003B06F7"/>
    <w:rsid w:val="003B43AE"/>
    <w:rsid w:val="003B635D"/>
    <w:rsid w:val="003B7BF4"/>
    <w:rsid w:val="003C0621"/>
    <w:rsid w:val="003C0F9F"/>
    <w:rsid w:val="003C1EDF"/>
    <w:rsid w:val="003C1F2F"/>
    <w:rsid w:val="003C2F22"/>
    <w:rsid w:val="003C342A"/>
    <w:rsid w:val="003C36B3"/>
    <w:rsid w:val="003C3A84"/>
    <w:rsid w:val="003C3BFE"/>
    <w:rsid w:val="003C3CAC"/>
    <w:rsid w:val="003C4433"/>
    <w:rsid w:val="003C5E8A"/>
    <w:rsid w:val="003C6343"/>
    <w:rsid w:val="003C6637"/>
    <w:rsid w:val="003C6F08"/>
    <w:rsid w:val="003C78B5"/>
    <w:rsid w:val="003C7D02"/>
    <w:rsid w:val="003D0D43"/>
    <w:rsid w:val="003D2456"/>
    <w:rsid w:val="003D30FA"/>
    <w:rsid w:val="003D5A67"/>
    <w:rsid w:val="003D74EA"/>
    <w:rsid w:val="003D7FE0"/>
    <w:rsid w:val="003E2B62"/>
    <w:rsid w:val="003E2EB9"/>
    <w:rsid w:val="003E4469"/>
    <w:rsid w:val="003E5712"/>
    <w:rsid w:val="003E6E2F"/>
    <w:rsid w:val="003E7504"/>
    <w:rsid w:val="003F1CF0"/>
    <w:rsid w:val="003F2700"/>
    <w:rsid w:val="003F3EB1"/>
    <w:rsid w:val="003F5813"/>
    <w:rsid w:val="003F5E2B"/>
    <w:rsid w:val="003F62A8"/>
    <w:rsid w:val="00400FA9"/>
    <w:rsid w:val="00401359"/>
    <w:rsid w:val="0040345F"/>
    <w:rsid w:val="004036D5"/>
    <w:rsid w:val="00404D22"/>
    <w:rsid w:val="00404F59"/>
    <w:rsid w:val="00405510"/>
    <w:rsid w:val="00405AB3"/>
    <w:rsid w:val="0040711B"/>
    <w:rsid w:val="00407872"/>
    <w:rsid w:val="00410382"/>
    <w:rsid w:val="00410A40"/>
    <w:rsid w:val="004110B3"/>
    <w:rsid w:val="00412330"/>
    <w:rsid w:val="00416438"/>
    <w:rsid w:val="0042340B"/>
    <w:rsid w:val="0042404B"/>
    <w:rsid w:val="00424BBC"/>
    <w:rsid w:val="00424DCC"/>
    <w:rsid w:val="00424EC0"/>
    <w:rsid w:val="00425030"/>
    <w:rsid w:val="0042611D"/>
    <w:rsid w:val="00427810"/>
    <w:rsid w:val="0043117A"/>
    <w:rsid w:val="00432ADB"/>
    <w:rsid w:val="00432B79"/>
    <w:rsid w:val="004333C7"/>
    <w:rsid w:val="00437BC8"/>
    <w:rsid w:val="00437D5D"/>
    <w:rsid w:val="00440B2C"/>
    <w:rsid w:val="00440BFF"/>
    <w:rsid w:val="004423A0"/>
    <w:rsid w:val="00443182"/>
    <w:rsid w:val="00443490"/>
    <w:rsid w:val="00443D7D"/>
    <w:rsid w:val="00443EC8"/>
    <w:rsid w:val="00445518"/>
    <w:rsid w:val="00446363"/>
    <w:rsid w:val="00446E97"/>
    <w:rsid w:val="00447554"/>
    <w:rsid w:val="004477D8"/>
    <w:rsid w:val="00447A2C"/>
    <w:rsid w:val="00447CA7"/>
    <w:rsid w:val="00453DEA"/>
    <w:rsid w:val="0045445D"/>
    <w:rsid w:val="004545FB"/>
    <w:rsid w:val="00455922"/>
    <w:rsid w:val="004566E8"/>
    <w:rsid w:val="00460F3A"/>
    <w:rsid w:val="0046453B"/>
    <w:rsid w:val="00465D37"/>
    <w:rsid w:val="0046608D"/>
    <w:rsid w:val="0047022E"/>
    <w:rsid w:val="00471E68"/>
    <w:rsid w:val="00472E46"/>
    <w:rsid w:val="0047357F"/>
    <w:rsid w:val="004753D1"/>
    <w:rsid w:val="0047551F"/>
    <w:rsid w:val="004755EB"/>
    <w:rsid w:val="004764D9"/>
    <w:rsid w:val="00476E55"/>
    <w:rsid w:val="004800E8"/>
    <w:rsid w:val="00485AE0"/>
    <w:rsid w:val="00486A5E"/>
    <w:rsid w:val="00486D07"/>
    <w:rsid w:val="004878B8"/>
    <w:rsid w:val="0049024A"/>
    <w:rsid w:val="00490D5B"/>
    <w:rsid w:val="004912CD"/>
    <w:rsid w:val="00495A00"/>
    <w:rsid w:val="004A0CD3"/>
    <w:rsid w:val="004A1293"/>
    <w:rsid w:val="004A15FB"/>
    <w:rsid w:val="004A17CD"/>
    <w:rsid w:val="004A3D22"/>
    <w:rsid w:val="004A4F51"/>
    <w:rsid w:val="004A563E"/>
    <w:rsid w:val="004B1C08"/>
    <w:rsid w:val="004B3ABC"/>
    <w:rsid w:val="004B3C27"/>
    <w:rsid w:val="004B4C74"/>
    <w:rsid w:val="004B551B"/>
    <w:rsid w:val="004B793B"/>
    <w:rsid w:val="004B7A5E"/>
    <w:rsid w:val="004B7F77"/>
    <w:rsid w:val="004C1E9E"/>
    <w:rsid w:val="004C4A26"/>
    <w:rsid w:val="004C546C"/>
    <w:rsid w:val="004C5CAE"/>
    <w:rsid w:val="004C5F9A"/>
    <w:rsid w:val="004C6448"/>
    <w:rsid w:val="004C7B0C"/>
    <w:rsid w:val="004D040F"/>
    <w:rsid w:val="004D3114"/>
    <w:rsid w:val="004D32CA"/>
    <w:rsid w:val="004D53CA"/>
    <w:rsid w:val="004D66BF"/>
    <w:rsid w:val="004D7BB6"/>
    <w:rsid w:val="004E083D"/>
    <w:rsid w:val="004E0B39"/>
    <w:rsid w:val="004E1395"/>
    <w:rsid w:val="004E37CC"/>
    <w:rsid w:val="004E3A20"/>
    <w:rsid w:val="004E40BA"/>
    <w:rsid w:val="004E43A2"/>
    <w:rsid w:val="004E4409"/>
    <w:rsid w:val="004E592A"/>
    <w:rsid w:val="004E5E8C"/>
    <w:rsid w:val="004E6807"/>
    <w:rsid w:val="004F0F4D"/>
    <w:rsid w:val="004F105A"/>
    <w:rsid w:val="004F23A3"/>
    <w:rsid w:val="004F43B5"/>
    <w:rsid w:val="004F4AD4"/>
    <w:rsid w:val="004F77E4"/>
    <w:rsid w:val="004F7DC9"/>
    <w:rsid w:val="00500F73"/>
    <w:rsid w:val="00501FC4"/>
    <w:rsid w:val="005028CC"/>
    <w:rsid w:val="0050766F"/>
    <w:rsid w:val="0050785C"/>
    <w:rsid w:val="005113CE"/>
    <w:rsid w:val="00514695"/>
    <w:rsid w:val="005158DD"/>
    <w:rsid w:val="00520BB9"/>
    <w:rsid w:val="005225E2"/>
    <w:rsid w:val="0052287C"/>
    <w:rsid w:val="00523184"/>
    <w:rsid w:val="0052323B"/>
    <w:rsid w:val="00523448"/>
    <w:rsid w:val="00523A50"/>
    <w:rsid w:val="00530927"/>
    <w:rsid w:val="00530B60"/>
    <w:rsid w:val="00530D18"/>
    <w:rsid w:val="005310B8"/>
    <w:rsid w:val="005314D7"/>
    <w:rsid w:val="005315AD"/>
    <w:rsid w:val="0053249C"/>
    <w:rsid w:val="00533334"/>
    <w:rsid w:val="00537293"/>
    <w:rsid w:val="0054038E"/>
    <w:rsid w:val="005411B5"/>
    <w:rsid w:val="0054196B"/>
    <w:rsid w:val="00542797"/>
    <w:rsid w:val="00543BFD"/>
    <w:rsid w:val="00544337"/>
    <w:rsid w:val="00546709"/>
    <w:rsid w:val="005467EF"/>
    <w:rsid w:val="005517BB"/>
    <w:rsid w:val="00551CE4"/>
    <w:rsid w:val="00552260"/>
    <w:rsid w:val="00552595"/>
    <w:rsid w:val="00552B38"/>
    <w:rsid w:val="00555708"/>
    <w:rsid w:val="005557A6"/>
    <w:rsid w:val="005610F8"/>
    <w:rsid w:val="005613F7"/>
    <w:rsid w:val="005621D5"/>
    <w:rsid w:val="005625D4"/>
    <w:rsid w:val="00564EF1"/>
    <w:rsid w:val="005657A7"/>
    <w:rsid w:val="005701A3"/>
    <w:rsid w:val="00571044"/>
    <w:rsid w:val="00573367"/>
    <w:rsid w:val="005748CF"/>
    <w:rsid w:val="00575680"/>
    <w:rsid w:val="00576310"/>
    <w:rsid w:val="00577CD1"/>
    <w:rsid w:val="005815EB"/>
    <w:rsid w:val="00581CF7"/>
    <w:rsid w:val="00581D3E"/>
    <w:rsid w:val="00581EE0"/>
    <w:rsid w:val="005844D7"/>
    <w:rsid w:val="005853EB"/>
    <w:rsid w:val="00585532"/>
    <w:rsid w:val="00585A20"/>
    <w:rsid w:val="00586E52"/>
    <w:rsid w:val="005906D5"/>
    <w:rsid w:val="00590A30"/>
    <w:rsid w:val="005928DB"/>
    <w:rsid w:val="005937E9"/>
    <w:rsid w:val="00593AB3"/>
    <w:rsid w:val="0059415A"/>
    <w:rsid w:val="005965BF"/>
    <w:rsid w:val="00596B8B"/>
    <w:rsid w:val="00596E70"/>
    <w:rsid w:val="00596E76"/>
    <w:rsid w:val="00596E95"/>
    <w:rsid w:val="005A05B7"/>
    <w:rsid w:val="005A1B17"/>
    <w:rsid w:val="005A2BCA"/>
    <w:rsid w:val="005A318E"/>
    <w:rsid w:val="005A429E"/>
    <w:rsid w:val="005A46DA"/>
    <w:rsid w:val="005A4E03"/>
    <w:rsid w:val="005A5331"/>
    <w:rsid w:val="005A5653"/>
    <w:rsid w:val="005A61DC"/>
    <w:rsid w:val="005B048B"/>
    <w:rsid w:val="005B0B43"/>
    <w:rsid w:val="005B3A06"/>
    <w:rsid w:val="005B761D"/>
    <w:rsid w:val="005C2467"/>
    <w:rsid w:val="005C3B0C"/>
    <w:rsid w:val="005C6051"/>
    <w:rsid w:val="005C6181"/>
    <w:rsid w:val="005C74E0"/>
    <w:rsid w:val="005D45E1"/>
    <w:rsid w:val="005D4BCC"/>
    <w:rsid w:val="005D5C4F"/>
    <w:rsid w:val="005D5C65"/>
    <w:rsid w:val="005D68AC"/>
    <w:rsid w:val="005D6AD5"/>
    <w:rsid w:val="005E0918"/>
    <w:rsid w:val="005E0DE0"/>
    <w:rsid w:val="005E339E"/>
    <w:rsid w:val="005E3817"/>
    <w:rsid w:val="005E585D"/>
    <w:rsid w:val="005E6821"/>
    <w:rsid w:val="005E7D56"/>
    <w:rsid w:val="005F0529"/>
    <w:rsid w:val="005F06FA"/>
    <w:rsid w:val="005F1CF4"/>
    <w:rsid w:val="005F2963"/>
    <w:rsid w:val="005F4344"/>
    <w:rsid w:val="005F57B5"/>
    <w:rsid w:val="005F7EBD"/>
    <w:rsid w:val="00601CB3"/>
    <w:rsid w:val="006022AA"/>
    <w:rsid w:val="0060354A"/>
    <w:rsid w:val="006044B6"/>
    <w:rsid w:val="00605985"/>
    <w:rsid w:val="0061118E"/>
    <w:rsid w:val="00611743"/>
    <w:rsid w:val="00611E9B"/>
    <w:rsid w:val="00611F7E"/>
    <w:rsid w:val="00614252"/>
    <w:rsid w:val="006164FA"/>
    <w:rsid w:val="00616884"/>
    <w:rsid w:val="00616A9C"/>
    <w:rsid w:val="00616DD8"/>
    <w:rsid w:val="006175E9"/>
    <w:rsid w:val="006203D7"/>
    <w:rsid w:val="00620BD9"/>
    <w:rsid w:val="0062105E"/>
    <w:rsid w:val="006220E3"/>
    <w:rsid w:val="00622698"/>
    <w:rsid w:val="00622F01"/>
    <w:rsid w:val="0062439D"/>
    <w:rsid w:val="006270A5"/>
    <w:rsid w:val="0062738F"/>
    <w:rsid w:val="00627B0D"/>
    <w:rsid w:val="006302A3"/>
    <w:rsid w:val="006306AD"/>
    <w:rsid w:val="00631FDF"/>
    <w:rsid w:val="006324CF"/>
    <w:rsid w:val="00632908"/>
    <w:rsid w:val="006340F4"/>
    <w:rsid w:val="00634DE1"/>
    <w:rsid w:val="00636699"/>
    <w:rsid w:val="0063745A"/>
    <w:rsid w:val="0064161A"/>
    <w:rsid w:val="006418FA"/>
    <w:rsid w:val="0064225C"/>
    <w:rsid w:val="006425BE"/>
    <w:rsid w:val="006437AF"/>
    <w:rsid w:val="00644539"/>
    <w:rsid w:val="00644F1A"/>
    <w:rsid w:val="00644F45"/>
    <w:rsid w:val="00645424"/>
    <w:rsid w:val="00647DA2"/>
    <w:rsid w:val="006543F0"/>
    <w:rsid w:val="006579D4"/>
    <w:rsid w:val="00657E7F"/>
    <w:rsid w:val="00660996"/>
    <w:rsid w:val="00663A2A"/>
    <w:rsid w:val="00663F42"/>
    <w:rsid w:val="00664133"/>
    <w:rsid w:val="0066635D"/>
    <w:rsid w:val="00666FE1"/>
    <w:rsid w:val="00670BCD"/>
    <w:rsid w:val="00671504"/>
    <w:rsid w:val="00671691"/>
    <w:rsid w:val="00674342"/>
    <w:rsid w:val="00676890"/>
    <w:rsid w:val="00676AF2"/>
    <w:rsid w:val="00677651"/>
    <w:rsid w:val="00680A88"/>
    <w:rsid w:val="006816B1"/>
    <w:rsid w:val="0068264C"/>
    <w:rsid w:val="00683226"/>
    <w:rsid w:val="006864EE"/>
    <w:rsid w:val="00687E28"/>
    <w:rsid w:val="006901BC"/>
    <w:rsid w:val="0069115F"/>
    <w:rsid w:val="00692427"/>
    <w:rsid w:val="00692DD8"/>
    <w:rsid w:val="00692E99"/>
    <w:rsid w:val="006941CE"/>
    <w:rsid w:val="006960F5"/>
    <w:rsid w:val="00696435"/>
    <w:rsid w:val="00696F67"/>
    <w:rsid w:val="006A018B"/>
    <w:rsid w:val="006A08D0"/>
    <w:rsid w:val="006A156C"/>
    <w:rsid w:val="006A2331"/>
    <w:rsid w:val="006A38A4"/>
    <w:rsid w:val="006A4273"/>
    <w:rsid w:val="006B00F4"/>
    <w:rsid w:val="006B04B1"/>
    <w:rsid w:val="006B0D5A"/>
    <w:rsid w:val="006B1F3F"/>
    <w:rsid w:val="006B56B1"/>
    <w:rsid w:val="006B5F01"/>
    <w:rsid w:val="006B732D"/>
    <w:rsid w:val="006C09BA"/>
    <w:rsid w:val="006C0BDE"/>
    <w:rsid w:val="006C1CDE"/>
    <w:rsid w:val="006C2D6D"/>
    <w:rsid w:val="006C4F28"/>
    <w:rsid w:val="006C5AAC"/>
    <w:rsid w:val="006C7DEC"/>
    <w:rsid w:val="006D2268"/>
    <w:rsid w:val="006D38DC"/>
    <w:rsid w:val="006D5B56"/>
    <w:rsid w:val="006D605E"/>
    <w:rsid w:val="006E019F"/>
    <w:rsid w:val="006E158B"/>
    <w:rsid w:val="006E20BA"/>
    <w:rsid w:val="006E2543"/>
    <w:rsid w:val="006E3E15"/>
    <w:rsid w:val="006E46B7"/>
    <w:rsid w:val="006E4883"/>
    <w:rsid w:val="006E4B9D"/>
    <w:rsid w:val="006E5E98"/>
    <w:rsid w:val="006E6393"/>
    <w:rsid w:val="006F044F"/>
    <w:rsid w:val="006F1949"/>
    <w:rsid w:val="006F27D0"/>
    <w:rsid w:val="006F2B81"/>
    <w:rsid w:val="006F34CD"/>
    <w:rsid w:val="006F6E7F"/>
    <w:rsid w:val="00700489"/>
    <w:rsid w:val="0070085F"/>
    <w:rsid w:val="00701310"/>
    <w:rsid w:val="007018B3"/>
    <w:rsid w:val="00703762"/>
    <w:rsid w:val="007042E7"/>
    <w:rsid w:val="0070634B"/>
    <w:rsid w:val="007071E3"/>
    <w:rsid w:val="00711410"/>
    <w:rsid w:val="00712323"/>
    <w:rsid w:val="00713092"/>
    <w:rsid w:val="00716194"/>
    <w:rsid w:val="007166D5"/>
    <w:rsid w:val="00717AE3"/>
    <w:rsid w:val="00721077"/>
    <w:rsid w:val="0072248D"/>
    <w:rsid w:val="00722D13"/>
    <w:rsid w:val="0072349E"/>
    <w:rsid w:val="0072464F"/>
    <w:rsid w:val="00725CF3"/>
    <w:rsid w:val="00726112"/>
    <w:rsid w:val="00727454"/>
    <w:rsid w:val="007346C3"/>
    <w:rsid w:val="007350B2"/>
    <w:rsid w:val="00741572"/>
    <w:rsid w:val="00742337"/>
    <w:rsid w:val="00742BEF"/>
    <w:rsid w:val="00743136"/>
    <w:rsid w:val="00743148"/>
    <w:rsid w:val="00743EC9"/>
    <w:rsid w:val="00744ACE"/>
    <w:rsid w:val="00746097"/>
    <w:rsid w:val="007477D6"/>
    <w:rsid w:val="00750D8B"/>
    <w:rsid w:val="007516F0"/>
    <w:rsid w:val="00753B73"/>
    <w:rsid w:val="00756214"/>
    <w:rsid w:val="007603DC"/>
    <w:rsid w:val="00760623"/>
    <w:rsid w:val="00761984"/>
    <w:rsid w:val="00763174"/>
    <w:rsid w:val="00765817"/>
    <w:rsid w:val="00767211"/>
    <w:rsid w:val="007707A0"/>
    <w:rsid w:val="00771BF3"/>
    <w:rsid w:val="00771FAC"/>
    <w:rsid w:val="00771FFC"/>
    <w:rsid w:val="00772B3F"/>
    <w:rsid w:val="00773674"/>
    <w:rsid w:val="00774B33"/>
    <w:rsid w:val="0077516B"/>
    <w:rsid w:val="007751A7"/>
    <w:rsid w:val="007754C2"/>
    <w:rsid w:val="00781DC4"/>
    <w:rsid w:val="007821C7"/>
    <w:rsid w:val="007848B9"/>
    <w:rsid w:val="00786E4E"/>
    <w:rsid w:val="007931A1"/>
    <w:rsid w:val="007936EB"/>
    <w:rsid w:val="007A2A93"/>
    <w:rsid w:val="007A32F4"/>
    <w:rsid w:val="007A3807"/>
    <w:rsid w:val="007A3A46"/>
    <w:rsid w:val="007A6070"/>
    <w:rsid w:val="007A7ADE"/>
    <w:rsid w:val="007B0F93"/>
    <w:rsid w:val="007B341B"/>
    <w:rsid w:val="007B69C2"/>
    <w:rsid w:val="007B6AAE"/>
    <w:rsid w:val="007B6D76"/>
    <w:rsid w:val="007B7EB9"/>
    <w:rsid w:val="007C06A8"/>
    <w:rsid w:val="007C06C3"/>
    <w:rsid w:val="007C0BFA"/>
    <w:rsid w:val="007C1B80"/>
    <w:rsid w:val="007C1E33"/>
    <w:rsid w:val="007C350D"/>
    <w:rsid w:val="007C3F17"/>
    <w:rsid w:val="007C5E29"/>
    <w:rsid w:val="007D5650"/>
    <w:rsid w:val="007D67C6"/>
    <w:rsid w:val="007D6BB3"/>
    <w:rsid w:val="007E0582"/>
    <w:rsid w:val="007E2241"/>
    <w:rsid w:val="007E4228"/>
    <w:rsid w:val="007E5147"/>
    <w:rsid w:val="007E7A02"/>
    <w:rsid w:val="007F0DCB"/>
    <w:rsid w:val="007F2CAE"/>
    <w:rsid w:val="007F345C"/>
    <w:rsid w:val="007F4E23"/>
    <w:rsid w:val="007F4EEC"/>
    <w:rsid w:val="008003C7"/>
    <w:rsid w:val="00801074"/>
    <w:rsid w:val="008017AF"/>
    <w:rsid w:val="00802FBE"/>
    <w:rsid w:val="0080307A"/>
    <w:rsid w:val="00804A37"/>
    <w:rsid w:val="00804BF5"/>
    <w:rsid w:val="00811D82"/>
    <w:rsid w:val="008121D4"/>
    <w:rsid w:val="00812729"/>
    <w:rsid w:val="00812A8F"/>
    <w:rsid w:val="00815604"/>
    <w:rsid w:val="0081675E"/>
    <w:rsid w:val="008210A1"/>
    <w:rsid w:val="00821799"/>
    <w:rsid w:val="00822FA7"/>
    <w:rsid w:val="00823B9B"/>
    <w:rsid w:val="00823F2C"/>
    <w:rsid w:val="00824AFE"/>
    <w:rsid w:val="00825F76"/>
    <w:rsid w:val="0082650B"/>
    <w:rsid w:val="00826886"/>
    <w:rsid w:val="008268FC"/>
    <w:rsid w:val="0082799E"/>
    <w:rsid w:val="00827A3D"/>
    <w:rsid w:val="008323A0"/>
    <w:rsid w:val="00832B10"/>
    <w:rsid w:val="00832F9D"/>
    <w:rsid w:val="008332BF"/>
    <w:rsid w:val="008344B7"/>
    <w:rsid w:val="0084105F"/>
    <w:rsid w:val="00841749"/>
    <w:rsid w:val="008433F1"/>
    <w:rsid w:val="008437AA"/>
    <w:rsid w:val="0084380C"/>
    <w:rsid w:val="00845957"/>
    <w:rsid w:val="00847E29"/>
    <w:rsid w:val="00847F83"/>
    <w:rsid w:val="008507B6"/>
    <w:rsid w:val="008516FD"/>
    <w:rsid w:val="00852417"/>
    <w:rsid w:val="0085304A"/>
    <w:rsid w:val="00854182"/>
    <w:rsid w:val="00856267"/>
    <w:rsid w:val="008562E7"/>
    <w:rsid w:val="008602C1"/>
    <w:rsid w:val="0086054C"/>
    <w:rsid w:val="00860A4E"/>
    <w:rsid w:val="00861249"/>
    <w:rsid w:val="00863E01"/>
    <w:rsid w:val="00866967"/>
    <w:rsid w:val="00872271"/>
    <w:rsid w:val="0087387A"/>
    <w:rsid w:val="00873F42"/>
    <w:rsid w:val="0087410A"/>
    <w:rsid w:val="00874849"/>
    <w:rsid w:val="00874C11"/>
    <w:rsid w:val="00874C1F"/>
    <w:rsid w:val="00875C8E"/>
    <w:rsid w:val="008766ED"/>
    <w:rsid w:val="00880210"/>
    <w:rsid w:val="00880556"/>
    <w:rsid w:val="008816B7"/>
    <w:rsid w:val="008840B2"/>
    <w:rsid w:val="00884EAD"/>
    <w:rsid w:val="00884ECA"/>
    <w:rsid w:val="008864B7"/>
    <w:rsid w:val="00892907"/>
    <w:rsid w:val="00893913"/>
    <w:rsid w:val="008945CE"/>
    <w:rsid w:val="00896B7F"/>
    <w:rsid w:val="00896CEF"/>
    <w:rsid w:val="00897234"/>
    <w:rsid w:val="00897FF4"/>
    <w:rsid w:val="008A0AE4"/>
    <w:rsid w:val="008A22A8"/>
    <w:rsid w:val="008A3A6B"/>
    <w:rsid w:val="008A3BFD"/>
    <w:rsid w:val="008A3E9D"/>
    <w:rsid w:val="008A454A"/>
    <w:rsid w:val="008A5752"/>
    <w:rsid w:val="008A71DA"/>
    <w:rsid w:val="008B008E"/>
    <w:rsid w:val="008B0AD8"/>
    <w:rsid w:val="008B1B39"/>
    <w:rsid w:val="008B570F"/>
    <w:rsid w:val="008B619A"/>
    <w:rsid w:val="008B63CA"/>
    <w:rsid w:val="008B7DB0"/>
    <w:rsid w:val="008B7FB2"/>
    <w:rsid w:val="008C1635"/>
    <w:rsid w:val="008C203E"/>
    <w:rsid w:val="008C2956"/>
    <w:rsid w:val="008C6352"/>
    <w:rsid w:val="008D0C4B"/>
    <w:rsid w:val="008D3321"/>
    <w:rsid w:val="008D47BA"/>
    <w:rsid w:val="008D48A4"/>
    <w:rsid w:val="008D4B05"/>
    <w:rsid w:val="008D5EE8"/>
    <w:rsid w:val="008D6F2D"/>
    <w:rsid w:val="008E122D"/>
    <w:rsid w:val="008E15F0"/>
    <w:rsid w:val="008E1C5E"/>
    <w:rsid w:val="008E2414"/>
    <w:rsid w:val="008E33AD"/>
    <w:rsid w:val="008E4A8B"/>
    <w:rsid w:val="008E58D4"/>
    <w:rsid w:val="008E7881"/>
    <w:rsid w:val="008F10ED"/>
    <w:rsid w:val="008F165B"/>
    <w:rsid w:val="008F1CC2"/>
    <w:rsid w:val="008F1F9E"/>
    <w:rsid w:val="008F29FC"/>
    <w:rsid w:val="008F2B81"/>
    <w:rsid w:val="008F2EA6"/>
    <w:rsid w:val="008F4B41"/>
    <w:rsid w:val="008F59B1"/>
    <w:rsid w:val="008F5B2B"/>
    <w:rsid w:val="008F66FB"/>
    <w:rsid w:val="0090134D"/>
    <w:rsid w:val="009014BB"/>
    <w:rsid w:val="0090206B"/>
    <w:rsid w:val="0090264C"/>
    <w:rsid w:val="0090312E"/>
    <w:rsid w:val="00905390"/>
    <w:rsid w:val="009065FD"/>
    <w:rsid w:val="00907D50"/>
    <w:rsid w:val="00913E17"/>
    <w:rsid w:val="0091514B"/>
    <w:rsid w:val="0091642E"/>
    <w:rsid w:val="00916A97"/>
    <w:rsid w:val="009212CC"/>
    <w:rsid w:val="00921C4D"/>
    <w:rsid w:val="00921CB5"/>
    <w:rsid w:val="00922E88"/>
    <w:rsid w:val="00924A74"/>
    <w:rsid w:val="009254B1"/>
    <w:rsid w:val="00925D1D"/>
    <w:rsid w:val="00925E11"/>
    <w:rsid w:val="00926CFC"/>
    <w:rsid w:val="00927094"/>
    <w:rsid w:val="009275F2"/>
    <w:rsid w:val="00927651"/>
    <w:rsid w:val="00930A48"/>
    <w:rsid w:val="009326EA"/>
    <w:rsid w:val="00935961"/>
    <w:rsid w:val="009367AA"/>
    <w:rsid w:val="009405D9"/>
    <w:rsid w:val="00941539"/>
    <w:rsid w:val="009442AA"/>
    <w:rsid w:val="00944B95"/>
    <w:rsid w:val="00945343"/>
    <w:rsid w:val="0094638B"/>
    <w:rsid w:val="009472DC"/>
    <w:rsid w:val="00951416"/>
    <w:rsid w:val="009518A1"/>
    <w:rsid w:val="00952B82"/>
    <w:rsid w:val="00953096"/>
    <w:rsid w:val="00957EEA"/>
    <w:rsid w:val="00960516"/>
    <w:rsid w:val="00961159"/>
    <w:rsid w:val="00961AD6"/>
    <w:rsid w:val="00963F4C"/>
    <w:rsid w:val="00964B9E"/>
    <w:rsid w:val="00964BD4"/>
    <w:rsid w:val="00966A01"/>
    <w:rsid w:val="0097390D"/>
    <w:rsid w:val="009758D2"/>
    <w:rsid w:val="00981937"/>
    <w:rsid w:val="009819D7"/>
    <w:rsid w:val="00981B74"/>
    <w:rsid w:val="0098307C"/>
    <w:rsid w:val="009873C4"/>
    <w:rsid w:val="009915EA"/>
    <w:rsid w:val="00994364"/>
    <w:rsid w:val="009950A0"/>
    <w:rsid w:val="00996610"/>
    <w:rsid w:val="009A0488"/>
    <w:rsid w:val="009A0783"/>
    <w:rsid w:val="009A122E"/>
    <w:rsid w:val="009A4627"/>
    <w:rsid w:val="009A5CA2"/>
    <w:rsid w:val="009A669E"/>
    <w:rsid w:val="009A7253"/>
    <w:rsid w:val="009A7A0A"/>
    <w:rsid w:val="009B1AD8"/>
    <w:rsid w:val="009B5F72"/>
    <w:rsid w:val="009B60B3"/>
    <w:rsid w:val="009C0586"/>
    <w:rsid w:val="009C1564"/>
    <w:rsid w:val="009C4172"/>
    <w:rsid w:val="009C5B60"/>
    <w:rsid w:val="009C6298"/>
    <w:rsid w:val="009C6B7F"/>
    <w:rsid w:val="009C7D36"/>
    <w:rsid w:val="009D0603"/>
    <w:rsid w:val="009D1554"/>
    <w:rsid w:val="009D1877"/>
    <w:rsid w:val="009D475A"/>
    <w:rsid w:val="009D511A"/>
    <w:rsid w:val="009D558B"/>
    <w:rsid w:val="009D5A51"/>
    <w:rsid w:val="009D5CD1"/>
    <w:rsid w:val="009D6579"/>
    <w:rsid w:val="009D6E63"/>
    <w:rsid w:val="009E0E91"/>
    <w:rsid w:val="009E182E"/>
    <w:rsid w:val="009E35EA"/>
    <w:rsid w:val="009E6A0C"/>
    <w:rsid w:val="009F1787"/>
    <w:rsid w:val="009F2FCB"/>
    <w:rsid w:val="009F36F0"/>
    <w:rsid w:val="009F574D"/>
    <w:rsid w:val="009F71DA"/>
    <w:rsid w:val="009F7827"/>
    <w:rsid w:val="00A0010A"/>
    <w:rsid w:val="00A02A55"/>
    <w:rsid w:val="00A02C18"/>
    <w:rsid w:val="00A03F83"/>
    <w:rsid w:val="00A04565"/>
    <w:rsid w:val="00A047DE"/>
    <w:rsid w:val="00A06259"/>
    <w:rsid w:val="00A11575"/>
    <w:rsid w:val="00A11E63"/>
    <w:rsid w:val="00A1228E"/>
    <w:rsid w:val="00A123A9"/>
    <w:rsid w:val="00A12C74"/>
    <w:rsid w:val="00A13CE4"/>
    <w:rsid w:val="00A14948"/>
    <w:rsid w:val="00A17C32"/>
    <w:rsid w:val="00A20C03"/>
    <w:rsid w:val="00A2271B"/>
    <w:rsid w:val="00A22ABD"/>
    <w:rsid w:val="00A24D95"/>
    <w:rsid w:val="00A25691"/>
    <w:rsid w:val="00A25EA3"/>
    <w:rsid w:val="00A26D02"/>
    <w:rsid w:val="00A31E69"/>
    <w:rsid w:val="00A330F3"/>
    <w:rsid w:val="00A34FC3"/>
    <w:rsid w:val="00A350A7"/>
    <w:rsid w:val="00A35EDE"/>
    <w:rsid w:val="00A378DC"/>
    <w:rsid w:val="00A40C35"/>
    <w:rsid w:val="00A421EF"/>
    <w:rsid w:val="00A442C9"/>
    <w:rsid w:val="00A47028"/>
    <w:rsid w:val="00A47042"/>
    <w:rsid w:val="00A47ACB"/>
    <w:rsid w:val="00A54DFE"/>
    <w:rsid w:val="00A559A2"/>
    <w:rsid w:val="00A56D6D"/>
    <w:rsid w:val="00A56F65"/>
    <w:rsid w:val="00A603DA"/>
    <w:rsid w:val="00A606F2"/>
    <w:rsid w:val="00A61982"/>
    <w:rsid w:val="00A62E88"/>
    <w:rsid w:val="00A6387D"/>
    <w:rsid w:val="00A65F10"/>
    <w:rsid w:val="00A662E6"/>
    <w:rsid w:val="00A67EFD"/>
    <w:rsid w:val="00A74BDF"/>
    <w:rsid w:val="00A7505E"/>
    <w:rsid w:val="00A7585A"/>
    <w:rsid w:val="00A812C5"/>
    <w:rsid w:val="00A81423"/>
    <w:rsid w:val="00A81808"/>
    <w:rsid w:val="00A84381"/>
    <w:rsid w:val="00A84DB1"/>
    <w:rsid w:val="00A85E1B"/>
    <w:rsid w:val="00A87446"/>
    <w:rsid w:val="00A916CA"/>
    <w:rsid w:val="00A922AD"/>
    <w:rsid w:val="00A92FA6"/>
    <w:rsid w:val="00A9354E"/>
    <w:rsid w:val="00A95FF5"/>
    <w:rsid w:val="00A96901"/>
    <w:rsid w:val="00AA2D80"/>
    <w:rsid w:val="00AA3830"/>
    <w:rsid w:val="00AA5F4E"/>
    <w:rsid w:val="00AB4206"/>
    <w:rsid w:val="00AB6A49"/>
    <w:rsid w:val="00AB74A7"/>
    <w:rsid w:val="00AC0102"/>
    <w:rsid w:val="00AC08E1"/>
    <w:rsid w:val="00AC3606"/>
    <w:rsid w:val="00AC4DB2"/>
    <w:rsid w:val="00AC589E"/>
    <w:rsid w:val="00AC62EF"/>
    <w:rsid w:val="00AC70B9"/>
    <w:rsid w:val="00AD297E"/>
    <w:rsid w:val="00AD340C"/>
    <w:rsid w:val="00AD7451"/>
    <w:rsid w:val="00AE1D92"/>
    <w:rsid w:val="00AE1F7E"/>
    <w:rsid w:val="00AE200D"/>
    <w:rsid w:val="00AE225A"/>
    <w:rsid w:val="00AE22A5"/>
    <w:rsid w:val="00AE510D"/>
    <w:rsid w:val="00AE687D"/>
    <w:rsid w:val="00AE73CB"/>
    <w:rsid w:val="00AE73CC"/>
    <w:rsid w:val="00AE7C58"/>
    <w:rsid w:val="00AF278D"/>
    <w:rsid w:val="00AF33AD"/>
    <w:rsid w:val="00AF46A8"/>
    <w:rsid w:val="00AF4FA1"/>
    <w:rsid w:val="00AF56DD"/>
    <w:rsid w:val="00AF6752"/>
    <w:rsid w:val="00AF6858"/>
    <w:rsid w:val="00AF6E9B"/>
    <w:rsid w:val="00AF7994"/>
    <w:rsid w:val="00AF7EE5"/>
    <w:rsid w:val="00B00BD9"/>
    <w:rsid w:val="00B0245A"/>
    <w:rsid w:val="00B02681"/>
    <w:rsid w:val="00B03F09"/>
    <w:rsid w:val="00B04271"/>
    <w:rsid w:val="00B04348"/>
    <w:rsid w:val="00B04F0F"/>
    <w:rsid w:val="00B0500B"/>
    <w:rsid w:val="00B057A8"/>
    <w:rsid w:val="00B0741D"/>
    <w:rsid w:val="00B076B3"/>
    <w:rsid w:val="00B07D41"/>
    <w:rsid w:val="00B117D6"/>
    <w:rsid w:val="00B1281A"/>
    <w:rsid w:val="00B12B27"/>
    <w:rsid w:val="00B16CCE"/>
    <w:rsid w:val="00B21A54"/>
    <w:rsid w:val="00B22A8C"/>
    <w:rsid w:val="00B23782"/>
    <w:rsid w:val="00B27ED8"/>
    <w:rsid w:val="00B30630"/>
    <w:rsid w:val="00B31592"/>
    <w:rsid w:val="00B32086"/>
    <w:rsid w:val="00B33A52"/>
    <w:rsid w:val="00B3579B"/>
    <w:rsid w:val="00B3582B"/>
    <w:rsid w:val="00B42129"/>
    <w:rsid w:val="00B4392A"/>
    <w:rsid w:val="00B4436D"/>
    <w:rsid w:val="00B47685"/>
    <w:rsid w:val="00B476E5"/>
    <w:rsid w:val="00B50816"/>
    <w:rsid w:val="00B54DF0"/>
    <w:rsid w:val="00B5593F"/>
    <w:rsid w:val="00B56437"/>
    <w:rsid w:val="00B56E6F"/>
    <w:rsid w:val="00B60871"/>
    <w:rsid w:val="00B60D4C"/>
    <w:rsid w:val="00B60DDB"/>
    <w:rsid w:val="00B61F99"/>
    <w:rsid w:val="00B63280"/>
    <w:rsid w:val="00B63FFE"/>
    <w:rsid w:val="00B65113"/>
    <w:rsid w:val="00B70001"/>
    <w:rsid w:val="00B7061D"/>
    <w:rsid w:val="00B71474"/>
    <w:rsid w:val="00B7255C"/>
    <w:rsid w:val="00B7259C"/>
    <w:rsid w:val="00B72CA2"/>
    <w:rsid w:val="00B754F2"/>
    <w:rsid w:val="00B75AA4"/>
    <w:rsid w:val="00B8026B"/>
    <w:rsid w:val="00B80B3D"/>
    <w:rsid w:val="00B80E58"/>
    <w:rsid w:val="00B813F6"/>
    <w:rsid w:val="00B816D2"/>
    <w:rsid w:val="00B83978"/>
    <w:rsid w:val="00B853AD"/>
    <w:rsid w:val="00B86FD8"/>
    <w:rsid w:val="00B87D0C"/>
    <w:rsid w:val="00B87FE2"/>
    <w:rsid w:val="00B90F61"/>
    <w:rsid w:val="00B921D9"/>
    <w:rsid w:val="00B922A9"/>
    <w:rsid w:val="00B94935"/>
    <w:rsid w:val="00B959E9"/>
    <w:rsid w:val="00B96AD4"/>
    <w:rsid w:val="00B978F0"/>
    <w:rsid w:val="00BA1A0C"/>
    <w:rsid w:val="00BA27E6"/>
    <w:rsid w:val="00BA2FFA"/>
    <w:rsid w:val="00BA4536"/>
    <w:rsid w:val="00BA53DA"/>
    <w:rsid w:val="00BA5659"/>
    <w:rsid w:val="00BA62EF"/>
    <w:rsid w:val="00BB0DCE"/>
    <w:rsid w:val="00BB18AA"/>
    <w:rsid w:val="00BB44BE"/>
    <w:rsid w:val="00BB4F01"/>
    <w:rsid w:val="00BB58B6"/>
    <w:rsid w:val="00BB59DB"/>
    <w:rsid w:val="00BB63DD"/>
    <w:rsid w:val="00BB7664"/>
    <w:rsid w:val="00BC1E01"/>
    <w:rsid w:val="00BC3259"/>
    <w:rsid w:val="00BC36A6"/>
    <w:rsid w:val="00BC38DA"/>
    <w:rsid w:val="00BC3D88"/>
    <w:rsid w:val="00BC5AE0"/>
    <w:rsid w:val="00BC6007"/>
    <w:rsid w:val="00BC6185"/>
    <w:rsid w:val="00BC65A6"/>
    <w:rsid w:val="00BD0EB8"/>
    <w:rsid w:val="00BD15C6"/>
    <w:rsid w:val="00BD2526"/>
    <w:rsid w:val="00BD3098"/>
    <w:rsid w:val="00BD4AD8"/>
    <w:rsid w:val="00BD64F7"/>
    <w:rsid w:val="00BD69A8"/>
    <w:rsid w:val="00BD7CE4"/>
    <w:rsid w:val="00BE1B38"/>
    <w:rsid w:val="00BE1E8C"/>
    <w:rsid w:val="00BE4336"/>
    <w:rsid w:val="00BE43D1"/>
    <w:rsid w:val="00BE6470"/>
    <w:rsid w:val="00BE6CDD"/>
    <w:rsid w:val="00BF1DEB"/>
    <w:rsid w:val="00BF215A"/>
    <w:rsid w:val="00BF229A"/>
    <w:rsid w:val="00BF26CC"/>
    <w:rsid w:val="00BF2FF0"/>
    <w:rsid w:val="00BF40BC"/>
    <w:rsid w:val="00BF4173"/>
    <w:rsid w:val="00BF6AB9"/>
    <w:rsid w:val="00C00367"/>
    <w:rsid w:val="00C07D2D"/>
    <w:rsid w:val="00C126D6"/>
    <w:rsid w:val="00C13B43"/>
    <w:rsid w:val="00C142E6"/>
    <w:rsid w:val="00C14BB4"/>
    <w:rsid w:val="00C16470"/>
    <w:rsid w:val="00C16498"/>
    <w:rsid w:val="00C16E26"/>
    <w:rsid w:val="00C2018B"/>
    <w:rsid w:val="00C2186B"/>
    <w:rsid w:val="00C2407B"/>
    <w:rsid w:val="00C24B5F"/>
    <w:rsid w:val="00C25E79"/>
    <w:rsid w:val="00C30DE0"/>
    <w:rsid w:val="00C311F5"/>
    <w:rsid w:val="00C3155A"/>
    <w:rsid w:val="00C3256C"/>
    <w:rsid w:val="00C343B6"/>
    <w:rsid w:val="00C35AF7"/>
    <w:rsid w:val="00C36E6F"/>
    <w:rsid w:val="00C37514"/>
    <w:rsid w:val="00C37923"/>
    <w:rsid w:val="00C4266E"/>
    <w:rsid w:val="00C43123"/>
    <w:rsid w:val="00C44E01"/>
    <w:rsid w:val="00C45603"/>
    <w:rsid w:val="00C456E4"/>
    <w:rsid w:val="00C45A95"/>
    <w:rsid w:val="00C469CF"/>
    <w:rsid w:val="00C470CA"/>
    <w:rsid w:val="00C50504"/>
    <w:rsid w:val="00C55B33"/>
    <w:rsid w:val="00C56538"/>
    <w:rsid w:val="00C56853"/>
    <w:rsid w:val="00C56FBA"/>
    <w:rsid w:val="00C60574"/>
    <w:rsid w:val="00C6137F"/>
    <w:rsid w:val="00C646BA"/>
    <w:rsid w:val="00C67C29"/>
    <w:rsid w:val="00C70BF0"/>
    <w:rsid w:val="00C718A0"/>
    <w:rsid w:val="00C71ECF"/>
    <w:rsid w:val="00C7200E"/>
    <w:rsid w:val="00C7240A"/>
    <w:rsid w:val="00C72BED"/>
    <w:rsid w:val="00C75B8A"/>
    <w:rsid w:val="00C77692"/>
    <w:rsid w:val="00C80B70"/>
    <w:rsid w:val="00C828CA"/>
    <w:rsid w:val="00C82D26"/>
    <w:rsid w:val="00C83479"/>
    <w:rsid w:val="00C838D8"/>
    <w:rsid w:val="00C83A48"/>
    <w:rsid w:val="00C84535"/>
    <w:rsid w:val="00C846F6"/>
    <w:rsid w:val="00C84BD1"/>
    <w:rsid w:val="00C870E2"/>
    <w:rsid w:val="00C90EA4"/>
    <w:rsid w:val="00C94BFB"/>
    <w:rsid w:val="00C95DDE"/>
    <w:rsid w:val="00C95F4A"/>
    <w:rsid w:val="00C96B51"/>
    <w:rsid w:val="00C976BC"/>
    <w:rsid w:val="00C97827"/>
    <w:rsid w:val="00C97835"/>
    <w:rsid w:val="00CA2421"/>
    <w:rsid w:val="00CA29BF"/>
    <w:rsid w:val="00CA312D"/>
    <w:rsid w:val="00CA5899"/>
    <w:rsid w:val="00CA5B44"/>
    <w:rsid w:val="00CA614B"/>
    <w:rsid w:val="00CA6D23"/>
    <w:rsid w:val="00CA7668"/>
    <w:rsid w:val="00CB1637"/>
    <w:rsid w:val="00CB1B7B"/>
    <w:rsid w:val="00CB1BA4"/>
    <w:rsid w:val="00CB258C"/>
    <w:rsid w:val="00CB4511"/>
    <w:rsid w:val="00CB5250"/>
    <w:rsid w:val="00CB76B7"/>
    <w:rsid w:val="00CC0832"/>
    <w:rsid w:val="00CC22CA"/>
    <w:rsid w:val="00CC7E47"/>
    <w:rsid w:val="00CD1E9F"/>
    <w:rsid w:val="00CD3542"/>
    <w:rsid w:val="00CD4B03"/>
    <w:rsid w:val="00CE30CA"/>
    <w:rsid w:val="00CE33CC"/>
    <w:rsid w:val="00CE35EB"/>
    <w:rsid w:val="00CE5868"/>
    <w:rsid w:val="00CE58E2"/>
    <w:rsid w:val="00CE62BF"/>
    <w:rsid w:val="00CF1295"/>
    <w:rsid w:val="00CF2BA6"/>
    <w:rsid w:val="00CF45FA"/>
    <w:rsid w:val="00CF484D"/>
    <w:rsid w:val="00CF4A48"/>
    <w:rsid w:val="00CF4B57"/>
    <w:rsid w:val="00CF504E"/>
    <w:rsid w:val="00CF65EB"/>
    <w:rsid w:val="00CF6F1C"/>
    <w:rsid w:val="00CF7CDC"/>
    <w:rsid w:val="00D00564"/>
    <w:rsid w:val="00D03992"/>
    <w:rsid w:val="00D03DD9"/>
    <w:rsid w:val="00D05513"/>
    <w:rsid w:val="00D05A39"/>
    <w:rsid w:val="00D07A26"/>
    <w:rsid w:val="00D1090D"/>
    <w:rsid w:val="00D116EA"/>
    <w:rsid w:val="00D13840"/>
    <w:rsid w:val="00D20B79"/>
    <w:rsid w:val="00D21530"/>
    <w:rsid w:val="00D23934"/>
    <w:rsid w:val="00D244DB"/>
    <w:rsid w:val="00D268F0"/>
    <w:rsid w:val="00D2714A"/>
    <w:rsid w:val="00D3128C"/>
    <w:rsid w:val="00D3174C"/>
    <w:rsid w:val="00D33C20"/>
    <w:rsid w:val="00D34E3E"/>
    <w:rsid w:val="00D35481"/>
    <w:rsid w:val="00D3670E"/>
    <w:rsid w:val="00D40BC7"/>
    <w:rsid w:val="00D42100"/>
    <w:rsid w:val="00D42B96"/>
    <w:rsid w:val="00D437AB"/>
    <w:rsid w:val="00D43947"/>
    <w:rsid w:val="00D4718B"/>
    <w:rsid w:val="00D4721E"/>
    <w:rsid w:val="00D4731D"/>
    <w:rsid w:val="00D5409F"/>
    <w:rsid w:val="00D559AB"/>
    <w:rsid w:val="00D55B22"/>
    <w:rsid w:val="00D55C78"/>
    <w:rsid w:val="00D57848"/>
    <w:rsid w:val="00D63982"/>
    <w:rsid w:val="00D63ABA"/>
    <w:rsid w:val="00D64FE6"/>
    <w:rsid w:val="00D7095A"/>
    <w:rsid w:val="00D73A96"/>
    <w:rsid w:val="00D74CAA"/>
    <w:rsid w:val="00D75623"/>
    <w:rsid w:val="00D76459"/>
    <w:rsid w:val="00D765A1"/>
    <w:rsid w:val="00D7757C"/>
    <w:rsid w:val="00D81233"/>
    <w:rsid w:val="00D8135B"/>
    <w:rsid w:val="00D828EB"/>
    <w:rsid w:val="00D83644"/>
    <w:rsid w:val="00D83DA5"/>
    <w:rsid w:val="00D84D36"/>
    <w:rsid w:val="00D87651"/>
    <w:rsid w:val="00D90329"/>
    <w:rsid w:val="00D915E9"/>
    <w:rsid w:val="00D920A1"/>
    <w:rsid w:val="00D937AB"/>
    <w:rsid w:val="00D93933"/>
    <w:rsid w:val="00D95447"/>
    <w:rsid w:val="00D95455"/>
    <w:rsid w:val="00D96764"/>
    <w:rsid w:val="00D97631"/>
    <w:rsid w:val="00DA256D"/>
    <w:rsid w:val="00DA3E6F"/>
    <w:rsid w:val="00DA4249"/>
    <w:rsid w:val="00DA4302"/>
    <w:rsid w:val="00DA44D1"/>
    <w:rsid w:val="00DA4ED5"/>
    <w:rsid w:val="00DA5047"/>
    <w:rsid w:val="00DB20EB"/>
    <w:rsid w:val="00DB6DAD"/>
    <w:rsid w:val="00DC031E"/>
    <w:rsid w:val="00DC334D"/>
    <w:rsid w:val="00DC5412"/>
    <w:rsid w:val="00DC6E16"/>
    <w:rsid w:val="00DD030B"/>
    <w:rsid w:val="00DD0912"/>
    <w:rsid w:val="00DD1B91"/>
    <w:rsid w:val="00DD3270"/>
    <w:rsid w:val="00DD4138"/>
    <w:rsid w:val="00DD41AD"/>
    <w:rsid w:val="00DD4D52"/>
    <w:rsid w:val="00DE03F3"/>
    <w:rsid w:val="00DE070E"/>
    <w:rsid w:val="00DE0843"/>
    <w:rsid w:val="00DE173F"/>
    <w:rsid w:val="00DE2C85"/>
    <w:rsid w:val="00DE3BBE"/>
    <w:rsid w:val="00DE40F6"/>
    <w:rsid w:val="00DE48B1"/>
    <w:rsid w:val="00DE4E21"/>
    <w:rsid w:val="00DE6FE5"/>
    <w:rsid w:val="00DF1310"/>
    <w:rsid w:val="00DF3B40"/>
    <w:rsid w:val="00E009F9"/>
    <w:rsid w:val="00E01713"/>
    <w:rsid w:val="00E02DA0"/>
    <w:rsid w:val="00E03C40"/>
    <w:rsid w:val="00E03D69"/>
    <w:rsid w:val="00E04CF7"/>
    <w:rsid w:val="00E04E0A"/>
    <w:rsid w:val="00E064DB"/>
    <w:rsid w:val="00E108D6"/>
    <w:rsid w:val="00E11F23"/>
    <w:rsid w:val="00E129D6"/>
    <w:rsid w:val="00E133E5"/>
    <w:rsid w:val="00E14568"/>
    <w:rsid w:val="00E15419"/>
    <w:rsid w:val="00E155F8"/>
    <w:rsid w:val="00E16483"/>
    <w:rsid w:val="00E17752"/>
    <w:rsid w:val="00E178BF"/>
    <w:rsid w:val="00E21119"/>
    <w:rsid w:val="00E22264"/>
    <w:rsid w:val="00E22763"/>
    <w:rsid w:val="00E2471D"/>
    <w:rsid w:val="00E24C24"/>
    <w:rsid w:val="00E25031"/>
    <w:rsid w:val="00E251B2"/>
    <w:rsid w:val="00E276F5"/>
    <w:rsid w:val="00E31197"/>
    <w:rsid w:val="00E31654"/>
    <w:rsid w:val="00E32B77"/>
    <w:rsid w:val="00E337BE"/>
    <w:rsid w:val="00E33F54"/>
    <w:rsid w:val="00E347AE"/>
    <w:rsid w:val="00E349AC"/>
    <w:rsid w:val="00E36576"/>
    <w:rsid w:val="00E378A4"/>
    <w:rsid w:val="00E414EC"/>
    <w:rsid w:val="00E45690"/>
    <w:rsid w:val="00E46C52"/>
    <w:rsid w:val="00E46EBE"/>
    <w:rsid w:val="00E50418"/>
    <w:rsid w:val="00E5205C"/>
    <w:rsid w:val="00E52B66"/>
    <w:rsid w:val="00E52BC8"/>
    <w:rsid w:val="00E54105"/>
    <w:rsid w:val="00E543E3"/>
    <w:rsid w:val="00E546B9"/>
    <w:rsid w:val="00E54F69"/>
    <w:rsid w:val="00E5576C"/>
    <w:rsid w:val="00E562C8"/>
    <w:rsid w:val="00E56412"/>
    <w:rsid w:val="00E5751B"/>
    <w:rsid w:val="00E57AA5"/>
    <w:rsid w:val="00E61584"/>
    <w:rsid w:val="00E63C1C"/>
    <w:rsid w:val="00E63D5D"/>
    <w:rsid w:val="00E67650"/>
    <w:rsid w:val="00E7082B"/>
    <w:rsid w:val="00E739BB"/>
    <w:rsid w:val="00E76896"/>
    <w:rsid w:val="00E768CB"/>
    <w:rsid w:val="00E817F2"/>
    <w:rsid w:val="00E82503"/>
    <w:rsid w:val="00E82B9A"/>
    <w:rsid w:val="00E854E4"/>
    <w:rsid w:val="00E8559B"/>
    <w:rsid w:val="00E85DFC"/>
    <w:rsid w:val="00E92855"/>
    <w:rsid w:val="00E928BE"/>
    <w:rsid w:val="00E93573"/>
    <w:rsid w:val="00E939CE"/>
    <w:rsid w:val="00E95345"/>
    <w:rsid w:val="00E95785"/>
    <w:rsid w:val="00E95BB6"/>
    <w:rsid w:val="00E96562"/>
    <w:rsid w:val="00E96A1E"/>
    <w:rsid w:val="00E97B5F"/>
    <w:rsid w:val="00E97F11"/>
    <w:rsid w:val="00EA2195"/>
    <w:rsid w:val="00EA4425"/>
    <w:rsid w:val="00EA478F"/>
    <w:rsid w:val="00EA4E16"/>
    <w:rsid w:val="00EA5371"/>
    <w:rsid w:val="00EA5F5D"/>
    <w:rsid w:val="00EA623B"/>
    <w:rsid w:val="00EB06BB"/>
    <w:rsid w:val="00EB0789"/>
    <w:rsid w:val="00EB0CE8"/>
    <w:rsid w:val="00EB2868"/>
    <w:rsid w:val="00EB523D"/>
    <w:rsid w:val="00EB70DE"/>
    <w:rsid w:val="00EB797A"/>
    <w:rsid w:val="00EC2720"/>
    <w:rsid w:val="00EC3675"/>
    <w:rsid w:val="00EC3778"/>
    <w:rsid w:val="00EC3B81"/>
    <w:rsid w:val="00EC49BC"/>
    <w:rsid w:val="00EC4C07"/>
    <w:rsid w:val="00ED0698"/>
    <w:rsid w:val="00ED216F"/>
    <w:rsid w:val="00ED2C7A"/>
    <w:rsid w:val="00ED5260"/>
    <w:rsid w:val="00ED5679"/>
    <w:rsid w:val="00ED594B"/>
    <w:rsid w:val="00ED7AE4"/>
    <w:rsid w:val="00ED7C12"/>
    <w:rsid w:val="00EE0339"/>
    <w:rsid w:val="00EE24E5"/>
    <w:rsid w:val="00EE2991"/>
    <w:rsid w:val="00EE3433"/>
    <w:rsid w:val="00EE3701"/>
    <w:rsid w:val="00EE5CB2"/>
    <w:rsid w:val="00EE6507"/>
    <w:rsid w:val="00EF1333"/>
    <w:rsid w:val="00EF2192"/>
    <w:rsid w:val="00EF260C"/>
    <w:rsid w:val="00EF582E"/>
    <w:rsid w:val="00EF597F"/>
    <w:rsid w:val="00EF5F66"/>
    <w:rsid w:val="00EF66CF"/>
    <w:rsid w:val="00EF68DA"/>
    <w:rsid w:val="00EF6E8D"/>
    <w:rsid w:val="00F0026A"/>
    <w:rsid w:val="00F02B18"/>
    <w:rsid w:val="00F02E04"/>
    <w:rsid w:val="00F032E5"/>
    <w:rsid w:val="00F033F5"/>
    <w:rsid w:val="00F05A28"/>
    <w:rsid w:val="00F07658"/>
    <w:rsid w:val="00F07B76"/>
    <w:rsid w:val="00F13DE3"/>
    <w:rsid w:val="00F15894"/>
    <w:rsid w:val="00F205E6"/>
    <w:rsid w:val="00F208AD"/>
    <w:rsid w:val="00F209C2"/>
    <w:rsid w:val="00F20E05"/>
    <w:rsid w:val="00F2120F"/>
    <w:rsid w:val="00F21431"/>
    <w:rsid w:val="00F23D1D"/>
    <w:rsid w:val="00F24079"/>
    <w:rsid w:val="00F25751"/>
    <w:rsid w:val="00F25ADC"/>
    <w:rsid w:val="00F30036"/>
    <w:rsid w:val="00F31B51"/>
    <w:rsid w:val="00F36011"/>
    <w:rsid w:val="00F36792"/>
    <w:rsid w:val="00F414AF"/>
    <w:rsid w:val="00F424A6"/>
    <w:rsid w:val="00F42757"/>
    <w:rsid w:val="00F42EA7"/>
    <w:rsid w:val="00F42F6D"/>
    <w:rsid w:val="00F4399A"/>
    <w:rsid w:val="00F44EAA"/>
    <w:rsid w:val="00F457BB"/>
    <w:rsid w:val="00F479A0"/>
    <w:rsid w:val="00F50CD2"/>
    <w:rsid w:val="00F510EF"/>
    <w:rsid w:val="00F53DA7"/>
    <w:rsid w:val="00F54B74"/>
    <w:rsid w:val="00F54D3E"/>
    <w:rsid w:val="00F56F62"/>
    <w:rsid w:val="00F60FFD"/>
    <w:rsid w:val="00F630F8"/>
    <w:rsid w:val="00F64C18"/>
    <w:rsid w:val="00F64DEE"/>
    <w:rsid w:val="00F65514"/>
    <w:rsid w:val="00F65DBE"/>
    <w:rsid w:val="00F6643D"/>
    <w:rsid w:val="00F666C9"/>
    <w:rsid w:val="00F672E9"/>
    <w:rsid w:val="00F679B7"/>
    <w:rsid w:val="00F70090"/>
    <w:rsid w:val="00F70D35"/>
    <w:rsid w:val="00F72D90"/>
    <w:rsid w:val="00F73F2E"/>
    <w:rsid w:val="00F74582"/>
    <w:rsid w:val="00F74660"/>
    <w:rsid w:val="00F7493B"/>
    <w:rsid w:val="00F773E7"/>
    <w:rsid w:val="00F81867"/>
    <w:rsid w:val="00F81EFB"/>
    <w:rsid w:val="00F82516"/>
    <w:rsid w:val="00F834F4"/>
    <w:rsid w:val="00F83C8A"/>
    <w:rsid w:val="00F84147"/>
    <w:rsid w:val="00F8490A"/>
    <w:rsid w:val="00F84D95"/>
    <w:rsid w:val="00F85747"/>
    <w:rsid w:val="00F87DCA"/>
    <w:rsid w:val="00F914B3"/>
    <w:rsid w:val="00F9754B"/>
    <w:rsid w:val="00FA0706"/>
    <w:rsid w:val="00FA451D"/>
    <w:rsid w:val="00FA4C91"/>
    <w:rsid w:val="00FB474A"/>
    <w:rsid w:val="00FB4963"/>
    <w:rsid w:val="00FB5BEE"/>
    <w:rsid w:val="00FB5E4E"/>
    <w:rsid w:val="00FB75F8"/>
    <w:rsid w:val="00FB7C21"/>
    <w:rsid w:val="00FC1CC2"/>
    <w:rsid w:val="00FC1DA8"/>
    <w:rsid w:val="00FC313A"/>
    <w:rsid w:val="00FC49FB"/>
    <w:rsid w:val="00FC4E3C"/>
    <w:rsid w:val="00FC5867"/>
    <w:rsid w:val="00FC64B4"/>
    <w:rsid w:val="00FC7999"/>
    <w:rsid w:val="00FD37B0"/>
    <w:rsid w:val="00FD46BF"/>
    <w:rsid w:val="00FD4F91"/>
    <w:rsid w:val="00FD5A4F"/>
    <w:rsid w:val="00FE0DA3"/>
    <w:rsid w:val="00FE1B33"/>
    <w:rsid w:val="00FE2551"/>
    <w:rsid w:val="00FE6849"/>
    <w:rsid w:val="00FE7F2A"/>
    <w:rsid w:val="00FF053E"/>
    <w:rsid w:val="00FF0B0D"/>
    <w:rsid w:val="00FF40DE"/>
    <w:rsid w:val="00FF57DA"/>
    <w:rsid w:val="00FF5BD3"/>
    <w:rsid w:val="00FF5CD7"/>
    <w:rsid w:val="00FF629F"/>
    <w:rsid w:val="00FF6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5CBA8C"/>
  <w14:defaultImageDpi w14:val="300"/>
  <w15:docId w15:val="{1D1C452D-D3EE-4340-AB94-EC8FBE4AE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D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3D69"/>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6B8A"/>
    <w:rPr>
      <w:sz w:val="18"/>
      <w:szCs w:val="18"/>
    </w:rPr>
  </w:style>
  <w:style w:type="paragraph" w:styleId="CommentText">
    <w:name w:val="annotation text"/>
    <w:basedOn w:val="Normal"/>
    <w:link w:val="CommentTextChar"/>
    <w:uiPriority w:val="99"/>
    <w:unhideWhenUsed/>
    <w:rsid w:val="00FF6B8A"/>
  </w:style>
  <w:style w:type="character" w:customStyle="1" w:styleId="CommentTextChar">
    <w:name w:val="Comment Text Char"/>
    <w:basedOn w:val="DefaultParagraphFont"/>
    <w:link w:val="CommentText"/>
    <w:uiPriority w:val="99"/>
    <w:rsid w:val="00FF6B8A"/>
  </w:style>
  <w:style w:type="paragraph" w:styleId="CommentSubject">
    <w:name w:val="annotation subject"/>
    <w:basedOn w:val="CommentText"/>
    <w:next w:val="CommentText"/>
    <w:link w:val="CommentSubjectChar"/>
    <w:uiPriority w:val="99"/>
    <w:semiHidden/>
    <w:unhideWhenUsed/>
    <w:rsid w:val="00FF6B8A"/>
    <w:rPr>
      <w:b/>
      <w:bCs/>
      <w:sz w:val="20"/>
      <w:szCs w:val="20"/>
    </w:rPr>
  </w:style>
  <w:style w:type="character" w:customStyle="1" w:styleId="CommentSubjectChar">
    <w:name w:val="Comment Subject Char"/>
    <w:basedOn w:val="CommentTextChar"/>
    <w:link w:val="CommentSubject"/>
    <w:uiPriority w:val="99"/>
    <w:semiHidden/>
    <w:rsid w:val="00FF6B8A"/>
    <w:rPr>
      <w:b/>
      <w:bCs/>
      <w:sz w:val="20"/>
      <w:szCs w:val="20"/>
    </w:rPr>
  </w:style>
  <w:style w:type="paragraph" w:styleId="ListParagraph">
    <w:name w:val="List Paragraph"/>
    <w:basedOn w:val="Normal"/>
    <w:uiPriority w:val="72"/>
    <w:rsid w:val="00B75AA4"/>
    <w:pPr>
      <w:spacing w:after="200" w:line="276" w:lineRule="auto"/>
      <w:ind w:left="720"/>
      <w:contextualSpacing/>
    </w:pPr>
    <w:rPr>
      <w:rFonts w:ascii="Calibri" w:eastAsia="Calibri" w:hAnsi="Calibri" w:cs="Times New Roman"/>
      <w:sz w:val="22"/>
      <w:szCs w:val="22"/>
      <w:lang w:val="es-ES"/>
    </w:rPr>
  </w:style>
  <w:style w:type="paragraph" w:styleId="Footer">
    <w:name w:val="footer"/>
    <w:basedOn w:val="Normal"/>
    <w:link w:val="FooterChar"/>
    <w:uiPriority w:val="99"/>
    <w:unhideWhenUsed/>
    <w:rsid w:val="0012055B"/>
    <w:pPr>
      <w:tabs>
        <w:tab w:val="center" w:pos="4320"/>
        <w:tab w:val="right" w:pos="8640"/>
      </w:tabs>
    </w:pPr>
  </w:style>
  <w:style w:type="character" w:customStyle="1" w:styleId="FooterChar">
    <w:name w:val="Footer Char"/>
    <w:basedOn w:val="DefaultParagraphFont"/>
    <w:link w:val="Footer"/>
    <w:uiPriority w:val="99"/>
    <w:rsid w:val="0012055B"/>
  </w:style>
  <w:style w:type="character" w:styleId="PageNumber">
    <w:name w:val="page number"/>
    <w:basedOn w:val="DefaultParagraphFont"/>
    <w:uiPriority w:val="99"/>
    <w:semiHidden/>
    <w:unhideWhenUsed/>
    <w:rsid w:val="0012055B"/>
  </w:style>
  <w:style w:type="paragraph" w:customStyle="1" w:styleId="EndNoteBibliographyTitle">
    <w:name w:val="EndNote Bibliography Title"/>
    <w:basedOn w:val="Normal"/>
    <w:rsid w:val="000B670B"/>
    <w:pPr>
      <w:jc w:val="center"/>
    </w:pPr>
    <w:rPr>
      <w:rFonts w:cs="Times New Roman"/>
    </w:rPr>
  </w:style>
  <w:style w:type="paragraph" w:customStyle="1" w:styleId="EndNoteBibliography">
    <w:name w:val="EndNote Bibliography"/>
    <w:basedOn w:val="Normal"/>
    <w:link w:val="EndNoteBibliographyChar"/>
    <w:rsid w:val="000B670B"/>
    <w:rPr>
      <w:rFonts w:cs="Times New Roman"/>
    </w:rPr>
  </w:style>
  <w:style w:type="character" w:styleId="Hyperlink">
    <w:name w:val="Hyperlink"/>
    <w:basedOn w:val="DefaultParagraphFont"/>
    <w:uiPriority w:val="99"/>
    <w:unhideWhenUsed/>
    <w:rsid w:val="005657A7"/>
    <w:rPr>
      <w:color w:val="0000FF"/>
      <w:u w:val="single"/>
    </w:rPr>
  </w:style>
  <w:style w:type="character" w:customStyle="1" w:styleId="EndNoteBibliographyChar">
    <w:name w:val="EndNote Bibliography Char"/>
    <w:basedOn w:val="DefaultParagraphFont"/>
    <w:link w:val="EndNoteBibliography"/>
    <w:rsid w:val="00DF1310"/>
    <w:rPr>
      <w:rFonts w:cs="Times New Roman"/>
    </w:rPr>
  </w:style>
  <w:style w:type="paragraph" w:customStyle="1" w:styleId="Title1">
    <w:name w:val="Title1"/>
    <w:basedOn w:val="Normal"/>
    <w:rsid w:val="001A2AB8"/>
    <w:pPr>
      <w:spacing w:before="100" w:beforeAutospacing="1" w:after="100" w:afterAutospacing="1"/>
    </w:pPr>
    <w:rPr>
      <w:rFonts w:eastAsia="Times New Roman" w:cs="Times New Roman"/>
      <w:lang w:val="nl-BE" w:eastAsia="nl-BE"/>
    </w:rPr>
  </w:style>
  <w:style w:type="paragraph" w:customStyle="1" w:styleId="desc">
    <w:name w:val="desc"/>
    <w:basedOn w:val="Normal"/>
    <w:rsid w:val="001A2AB8"/>
    <w:pPr>
      <w:spacing w:before="100" w:beforeAutospacing="1" w:after="100" w:afterAutospacing="1"/>
    </w:pPr>
    <w:rPr>
      <w:rFonts w:eastAsia="Times New Roman" w:cs="Times New Roman"/>
      <w:lang w:val="nl-BE" w:eastAsia="nl-BE"/>
    </w:rPr>
  </w:style>
  <w:style w:type="paragraph" w:customStyle="1" w:styleId="details">
    <w:name w:val="details"/>
    <w:basedOn w:val="Normal"/>
    <w:rsid w:val="001A2AB8"/>
    <w:pPr>
      <w:spacing w:before="100" w:beforeAutospacing="1" w:after="100" w:afterAutospacing="1"/>
    </w:pPr>
    <w:rPr>
      <w:rFonts w:eastAsia="Times New Roman" w:cs="Times New Roman"/>
      <w:lang w:val="nl-BE" w:eastAsia="nl-BE"/>
    </w:rPr>
  </w:style>
  <w:style w:type="character" w:customStyle="1" w:styleId="jrnl">
    <w:name w:val="jrnl"/>
    <w:basedOn w:val="DefaultParagraphFont"/>
    <w:rsid w:val="001A2AB8"/>
  </w:style>
  <w:style w:type="character" w:customStyle="1" w:styleId="ref-journal">
    <w:name w:val="ref-journal"/>
    <w:basedOn w:val="DefaultParagraphFont"/>
    <w:rsid w:val="001A2AB8"/>
  </w:style>
  <w:style w:type="character" w:styleId="Emphasis">
    <w:name w:val="Emphasis"/>
    <w:basedOn w:val="DefaultParagraphFont"/>
    <w:uiPriority w:val="20"/>
    <w:qFormat/>
    <w:rsid w:val="001A2AB8"/>
    <w:rPr>
      <w:i/>
      <w:iCs/>
    </w:rPr>
  </w:style>
  <w:style w:type="character" w:customStyle="1" w:styleId="ref-vol">
    <w:name w:val="ref-vol"/>
    <w:basedOn w:val="DefaultParagraphFont"/>
    <w:rsid w:val="001A2AB8"/>
  </w:style>
  <w:style w:type="paragraph" w:styleId="Title">
    <w:name w:val="Title"/>
    <w:basedOn w:val="Normal"/>
    <w:link w:val="TitleChar"/>
    <w:qFormat/>
    <w:rsid w:val="001A2AB8"/>
    <w:pPr>
      <w:spacing w:before="100" w:beforeAutospacing="1" w:after="100" w:afterAutospacing="1"/>
    </w:pPr>
    <w:rPr>
      <w:rFonts w:ascii="Times" w:hAnsi="Times"/>
      <w:sz w:val="20"/>
      <w:szCs w:val="20"/>
    </w:rPr>
  </w:style>
  <w:style w:type="character" w:customStyle="1" w:styleId="TitleChar">
    <w:name w:val="Title Char"/>
    <w:basedOn w:val="DefaultParagraphFont"/>
    <w:link w:val="Title"/>
    <w:rsid w:val="001A2AB8"/>
    <w:rPr>
      <w:rFonts w:ascii="Times" w:hAnsi="Times"/>
      <w:sz w:val="20"/>
      <w:szCs w:val="20"/>
    </w:rPr>
  </w:style>
  <w:style w:type="paragraph" w:styleId="Revision">
    <w:name w:val="Revision"/>
    <w:hidden/>
    <w:uiPriority w:val="99"/>
    <w:semiHidden/>
    <w:rsid w:val="001A2AB8"/>
  </w:style>
  <w:style w:type="character" w:customStyle="1" w:styleId="highlight">
    <w:name w:val="highlight"/>
    <w:basedOn w:val="DefaultParagraphFont"/>
    <w:rsid w:val="008A454A"/>
  </w:style>
  <w:style w:type="character" w:customStyle="1" w:styleId="font241">
    <w:name w:val="font241"/>
    <w:basedOn w:val="DefaultParagraphFont"/>
    <w:rsid w:val="0033591B"/>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281">
    <w:name w:val="font281"/>
    <w:basedOn w:val="DefaultParagraphFont"/>
    <w:rsid w:val="0033591B"/>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font261">
    <w:name w:val="font261"/>
    <w:basedOn w:val="DefaultParagraphFont"/>
    <w:rsid w:val="0033591B"/>
    <w:rPr>
      <w:rFonts w:ascii="Times New Roman" w:hAnsi="Times New Roman" w:cs="Times New Roman" w:hint="default"/>
      <w:b w:val="0"/>
      <w:bCs w:val="0"/>
      <w:i w:val="0"/>
      <w:iCs w:val="0"/>
      <w:strike w:val="0"/>
      <w:dstrike w:val="0"/>
      <w:color w:val="000000"/>
      <w:sz w:val="22"/>
      <w:szCs w:val="22"/>
      <w:u w:val="none"/>
      <w:effect w:val="none"/>
    </w:rPr>
  </w:style>
  <w:style w:type="character" w:styleId="LineNumber">
    <w:name w:val="line number"/>
    <w:basedOn w:val="DefaultParagraphFont"/>
    <w:uiPriority w:val="99"/>
    <w:semiHidden/>
    <w:unhideWhenUsed/>
    <w:rsid w:val="00B60871"/>
  </w:style>
  <w:style w:type="character" w:customStyle="1" w:styleId="st">
    <w:name w:val="st"/>
    <w:basedOn w:val="DefaultParagraphFont"/>
    <w:rsid w:val="00E56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745344">
      <w:bodyDiv w:val="1"/>
      <w:marLeft w:val="0"/>
      <w:marRight w:val="0"/>
      <w:marTop w:val="0"/>
      <w:marBottom w:val="0"/>
      <w:divBdr>
        <w:top w:val="none" w:sz="0" w:space="0" w:color="auto"/>
        <w:left w:val="none" w:sz="0" w:space="0" w:color="auto"/>
        <w:bottom w:val="none" w:sz="0" w:space="0" w:color="auto"/>
        <w:right w:val="none" w:sz="0" w:space="0" w:color="auto"/>
      </w:divBdr>
    </w:div>
    <w:div w:id="742069629">
      <w:bodyDiv w:val="1"/>
      <w:marLeft w:val="0"/>
      <w:marRight w:val="0"/>
      <w:marTop w:val="0"/>
      <w:marBottom w:val="0"/>
      <w:divBdr>
        <w:top w:val="none" w:sz="0" w:space="0" w:color="auto"/>
        <w:left w:val="none" w:sz="0" w:space="0" w:color="auto"/>
        <w:bottom w:val="none" w:sz="0" w:space="0" w:color="auto"/>
        <w:right w:val="none" w:sz="0" w:space="0" w:color="auto"/>
      </w:divBdr>
    </w:div>
    <w:div w:id="1059131634">
      <w:bodyDiv w:val="1"/>
      <w:marLeft w:val="0"/>
      <w:marRight w:val="0"/>
      <w:marTop w:val="0"/>
      <w:marBottom w:val="0"/>
      <w:divBdr>
        <w:top w:val="none" w:sz="0" w:space="0" w:color="auto"/>
        <w:left w:val="none" w:sz="0" w:space="0" w:color="auto"/>
        <w:bottom w:val="none" w:sz="0" w:space="0" w:color="auto"/>
        <w:right w:val="none" w:sz="0" w:space="0" w:color="auto"/>
      </w:divBdr>
    </w:div>
    <w:div w:id="1115178730">
      <w:bodyDiv w:val="1"/>
      <w:marLeft w:val="0"/>
      <w:marRight w:val="0"/>
      <w:marTop w:val="0"/>
      <w:marBottom w:val="0"/>
      <w:divBdr>
        <w:top w:val="none" w:sz="0" w:space="0" w:color="auto"/>
        <w:left w:val="none" w:sz="0" w:space="0" w:color="auto"/>
        <w:bottom w:val="none" w:sz="0" w:space="0" w:color="auto"/>
        <w:right w:val="none" w:sz="0" w:space="0" w:color="auto"/>
      </w:divBdr>
      <w:divsChild>
        <w:div w:id="1052119354">
          <w:marLeft w:val="0"/>
          <w:marRight w:val="0"/>
          <w:marTop w:val="0"/>
          <w:marBottom w:val="0"/>
          <w:divBdr>
            <w:top w:val="none" w:sz="0" w:space="0" w:color="auto"/>
            <w:left w:val="none" w:sz="0" w:space="0" w:color="auto"/>
            <w:bottom w:val="none" w:sz="0" w:space="0" w:color="auto"/>
            <w:right w:val="none" w:sz="0" w:space="0" w:color="auto"/>
          </w:divBdr>
        </w:div>
        <w:div w:id="1999535917">
          <w:marLeft w:val="0"/>
          <w:marRight w:val="0"/>
          <w:marTop w:val="0"/>
          <w:marBottom w:val="0"/>
          <w:divBdr>
            <w:top w:val="none" w:sz="0" w:space="0" w:color="auto"/>
            <w:left w:val="none" w:sz="0" w:space="0" w:color="auto"/>
            <w:bottom w:val="none" w:sz="0" w:space="0" w:color="auto"/>
            <w:right w:val="none" w:sz="0" w:space="0" w:color="auto"/>
          </w:divBdr>
        </w:div>
        <w:div w:id="167717781">
          <w:marLeft w:val="0"/>
          <w:marRight w:val="0"/>
          <w:marTop w:val="0"/>
          <w:marBottom w:val="0"/>
          <w:divBdr>
            <w:top w:val="none" w:sz="0" w:space="0" w:color="auto"/>
            <w:left w:val="none" w:sz="0" w:space="0" w:color="auto"/>
            <w:bottom w:val="none" w:sz="0" w:space="0" w:color="auto"/>
            <w:right w:val="none" w:sz="0" w:space="0" w:color="auto"/>
          </w:divBdr>
        </w:div>
        <w:div w:id="227226565">
          <w:marLeft w:val="0"/>
          <w:marRight w:val="0"/>
          <w:marTop w:val="0"/>
          <w:marBottom w:val="0"/>
          <w:divBdr>
            <w:top w:val="none" w:sz="0" w:space="0" w:color="auto"/>
            <w:left w:val="none" w:sz="0" w:space="0" w:color="auto"/>
            <w:bottom w:val="none" w:sz="0" w:space="0" w:color="auto"/>
            <w:right w:val="none" w:sz="0" w:space="0" w:color="auto"/>
          </w:divBdr>
        </w:div>
        <w:div w:id="709838154">
          <w:marLeft w:val="0"/>
          <w:marRight w:val="0"/>
          <w:marTop w:val="0"/>
          <w:marBottom w:val="0"/>
          <w:divBdr>
            <w:top w:val="none" w:sz="0" w:space="0" w:color="auto"/>
            <w:left w:val="none" w:sz="0" w:space="0" w:color="auto"/>
            <w:bottom w:val="none" w:sz="0" w:space="0" w:color="auto"/>
            <w:right w:val="none" w:sz="0" w:space="0" w:color="auto"/>
          </w:divBdr>
        </w:div>
      </w:divsChild>
    </w:div>
    <w:div w:id="1241987826">
      <w:bodyDiv w:val="1"/>
      <w:marLeft w:val="0"/>
      <w:marRight w:val="0"/>
      <w:marTop w:val="0"/>
      <w:marBottom w:val="0"/>
      <w:divBdr>
        <w:top w:val="none" w:sz="0" w:space="0" w:color="auto"/>
        <w:left w:val="none" w:sz="0" w:space="0" w:color="auto"/>
        <w:bottom w:val="none" w:sz="0" w:space="0" w:color="auto"/>
        <w:right w:val="none" w:sz="0" w:space="0" w:color="auto"/>
      </w:divBdr>
    </w:div>
    <w:div w:id="1270774534">
      <w:bodyDiv w:val="1"/>
      <w:marLeft w:val="0"/>
      <w:marRight w:val="0"/>
      <w:marTop w:val="0"/>
      <w:marBottom w:val="0"/>
      <w:divBdr>
        <w:top w:val="none" w:sz="0" w:space="0" w:color="auto"/>
        <w:left w:val="none" w:sz="0" w:space="0" w:color="auto"/>
        <w:bottom w:val="none" w:sz="0" w:space="0" w:color="auto"/>
        <w:right w:val="none" w:sz="0" w:space="0" w:color="auto"/>
      </w:divBdr>
    </w:div>
    <w:div w:id="1304190821">
      <w:bodyDiv w:val="1"/>
      <w:marLeft w:val="0"/>
      <w:marRight w:val="0"/>
      <w:marTop w:val="0"/>
      <w:marBottom w:val="0"/>
      <w:divBdr>
        <w:top w:val="none" w:sz="0" w:space="0" w:color="auto"/>
        <w:left w:val="none" w:sz="0" w:space="0" w:color="auto"/>
        <w:bottom w:val="none" w:sz="0" w:space="0" w:color="auto"/>
        <w:right w:val="none" w:sz="0" w:space="0" w:color="auto"/>
      </w:divBdr>
    </w:div>
    <w:div w:id="1347366433">
      <w:bodyDiv w:val="1"/>
      <w:marLeft w:val="0"/>
      <w:marRight w:val="0"/>
      <w:marTop w:val="0"/>
      <w:marBottom w:val="0"/>
      <w:divBdr>
        <w:top w:val="none" w:sz="0" w:space="0" w:color="auto"/>
        <w:left w:val="none" w:sz="0" w:space="0" w:color="auto"/>
        <w:bottom w:val="none" w:sz="0" w:space="0" w:color="auto"/>
        <w:right w:val="none" w:sz="0" w:space="0" w:color="auto"/>
      </w:divBdr>
    </w:div>
    <w:div w:id="1444957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ho.int/chp/chronic_disease_report/media/Factsheet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AE5B7A81</Template>
  <TotalTime>1</TotalTime>
  <Pages>26</Pages>
  <Words>11862</Words>
  <Characters>67616</Characters>
  <Application>Microsoft Office Word</Application>
  <DocSecurity>4</DocSecurity>
  <Lines>563</Lines>
  <Paragraphs>158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 Koyanagi</dc:creator>
  <cp:lastModifiedBy>Walker, Ian</cp:lastModifiedBy>
  <cp:revision>2</cp:revision>
  <cp:lastPrinted>2017-09-11T18:23:00Z</cp:lastPrinted>
  <dcterms:created xsi:type="dcterms:W3CDTF">2019-09-25T07:59:00Z</dcterms:created>
  <dcterms:modified xsi:type="dcterms:W3CDTF">2019-09-25T07:59:00Z</dcterms:modified>
</cp:coreProperties>
</file>