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08" w:rsidRDefault="004E42AB">
      <w:r>
        <w:t xml:space="preserve">Not compliant with REF policy – see below </w:t>
      </w:r>
    </w:p>
    <w:p w:rsidR="004E42AB" w:rsidRDefault="004E42AB"/>
    <w:p w:rsidR="004E42AB" w:rsidRDefault="00553E34">
      <w:r>
        <w:t xml:space="preserve">No response received Paulette to the below email </w:t>
      </w:r>
      <w:bookmarkStart w:id="0" w:name="_GoBack"/>
      <w:bookmarkEnd w:id="0"/>
    </w:p>
    <w:p w:rsidR="004E42AB" w:rsidRDefault="004E42AB" w:rsidP="004E42AB">
      <w:pPr>
        <w:rPr>
          <w:rFonts w:asciiTheme="minorHAnsi" w:hAnsiTheme="minorHAnsi" w:cstheme="minorBidi"/>
          <w:color w:val="1F497D"/>
        </w:rPr>
      </w:pPr>
    </w:p>
    <w:p w:rsidR="004E42AB" w:rsidRDefault="004E42AB" w:rsidP="004E42AB">
      <w:pPr>
        <w:rPr>
          <w:rFonts w:asciiTheme="minorHAnsi" w:hAnsiTheme="minorHAnsi" w:cstheme="minorBidi"/>
          <w:color w:val="1F497D"/>
        </w:rPr>
      </w:pPr>
    </w:p>
    <w:p w:rsidR="004E42AB" w:rsidRDefault="004E42AB" w:rsidP="004E42AB">
      <w:pPr>
        <w:rPr>
          <w:rFonts w:eastAsia="Times New Roman"/>
          <w:lang w:val="en-US" w:eastAsia="en-GB"/>
        </w:rPr>
      </w:pPr>
      <w:bookmarkStart w:id="1" w:name="_MailOriginal"/>
      <w:r>
        <w:rPr>
          <w:rFonts w:eastAsia="Times New Roman"/>
          <w:b/>
          <w:bCs/>
          <w:lang w:val="en-US" w:eastAsia="en-GB"/>
        </w:rPr>
        <w:t>From:</w:t>
      </w:r>
      <w:r>
        <w:rPr>
          <w:rFonts w:eastAsia="Times New Roman"/>
          <w:lang w:val="en-US" w:eastAsia="en-GB"/>
        </w:rPr>
        <w:t xml:space="preserve"> Walker, Ian </w:t>
      </w:r>
      <w:r>
        <w:rPr>
          <w:rFonts w:eastAsia="Times New Roman"/>
          <w:lang w:val="en-US" w:eastAsia="en-GB"/>
        </w:rPr>
        <w:br/>
      </w:r>
      <w:r>
        <w:rPr>
          <w:rFonts w:eastAsia="Times New Roman"/>
          <w:b/>
          <w:bCs/>
          <w:lang w:val="en-US" w:eastAsia="en-GB"/>
        </w:rPr>
        <w:t>Sent:</w:t>
      </w:r>
      <w:r>
        <w:rPr>
          <w:rFonts w:eastAsia="Times New Roman"/>
          <w:lang w:val="en-US" w:eastAsia="en-GB"/>
        </w:rPr>
        <w:t xml:space="preserve"> 28 July 2017 09:54</w:t>
      </w:r>
      <w:r>
        <w:rPr>
          <w:rFonts w:eastAsia="Times New Roman"/>
          <w:lang w:val="en-US" w:eastAsia="en-GB"/>
        </w:rPr>
        <w:br/>
      </w:r>
      <w:r>
        <w:rPr>
          <w:rFonts w:eastAsia="Times New Roman"/>
          <w:b/>
          <w:bCs/>
          <w:lang w:val="en-US" w:eastAsia="en-GB"/>
        </w:rPr>
        <w:t>To:</w:t>
      </w:r>
      <w:r>
        <w:rPr>
          <w:rFonts w:eastAsia="Times New Roman"/>
          <w:lang w:val="en-US" w:eastAsia="en-GB"/>
        </w:rPr>
        <w:t xml:space="preserve"> Luff, Paulette &lt;paulette.luff@anglia.ac.uk&gt;</w:t>
      </w:r>
      <w:r>
        <w:rPr>
          <w:rFonts w:eastAsia="Times New Roman"/>
          <w:lang w:val="en-US" w:eastAsia="en-GB"/>
        </w:rPr>
        <w:br/>
      </w:r>
      <w:r>
        <w:rPr>
          <w:rFonts w:eastAsia="Times New Roman"/>
          <w:b/>
          <w:bCs/>
          <w:lang w:val="en-US" w:eastAsia="en-GB"/>
        </w:rPr>
        <w:t>Subject:</w:t>
      </w:r>
      <w:r>
        <w:rPr>
          <w:rFonts w:eastAsia="Times New Roman"/>
          <w:lang w:val="en-US" w:eastAsia="en-GB"/>
        </w:rPr>
        <w:t xml:space="preserve"> Your paper in ARRO - request for AAM and query </w:t>
      </w:r>
    </w:p>
    <w:p w:rsidR="004E42AB" w:rsidRDefault="004E42AB" w:rsidP="004E42AB"/>
    <w:p w:rsidR="004E42AB" w:rsidRDefault="004E42AB" w:rsidP="004E42AB">
      <w:r>
        <w:t xml:space="preserve">Dear Paulette, </w:t>
      </w:r>
    </w:p>
    <w:p w:rsidR="004E42AB" w:rsidRDefault="004E42AB" w:rsidP="004E42AB"/>
    <w:p w:rsidR="004E42AB" w:rsidRDefault="004E42AB" w:rsidP="004E42AB">
      <w:pPr>
        <w:rPr>
          <w:i/>
          <w:iCs/>
        </w:rPr>
      </w:pPr>
      <w:r>
        <w:t xml:space="preserve">Thank you for submitting your Women’s Studies International Forum paper to </w:t>
      </w:r>
      <w:proofErr w:type="gramStart"/>
      <w:r>
        <w:t>ARRO :</w:t>
      </w:r>
      <w:proofErr w:type="gramEnd"/>
      <w:r>
        <w:t xml:space="preserve"> </w:t>
      </w:r>
      <w:r>
        <w:rPr>
          <w:i/>
          <w:iCs/>
        </w:rPr>
        <w:t xml:space="preserve">Women's ways of working: Circumventing the masculine structures operating within and upon the University </w:t>
      </w:r>
    </w:p>
    <w:p w:rsidR="004E42AB" w:rsidRDefault="004E42AB" w:rsidP="004E42AB">
      <w:pPr>
        <w:rPr>
          <w:i/>
          <w:iCs/>
        </w:rPr>
      </w:pPr>
    </w:p>
    <w:p w:rsidR="004E42AB" w:rsidRDefault="004E42AB" w:rsidP="004E42AB">
      <w:r>
        <w:t>The record looks fine but for some reason, the full text attachment didn’t come through properly.  Please could you email me a copy of your author accepted manuscript (your final, referred ‘Word’ version, minus the publisher’s formatting and livery) and I will attach to the record.  </w:t>
      </w:r>
    </w:p>
    <w:p w:rsidR="004E42AB" w:rsidRDefault="004E42AB" w:rsidP="004E42AB"/>
    <w:p w:rsidR="004E42AB" w:rsidRDefault="004E42AB" w:rsidP="004E42AB">
      <w:r>
        <w:t>Unfortunately, this paper does not meet the REF’s criteria for open access, which requires the manuscript version to be deposited to ARRO within 3 months of the point of first publication.  Despite being published in print in the March/April 2017 issue, it was first published online on 17</w:t>
      </w:r>
      <w:r>
        <w:rPr>
          <w:vertAlign w:val="superscript"/>
        </w:rPr>
        <w:t>th</w:t>
      </w:r>
      <w:r>
        <w:t xml:space="preserve"> November 2016, which means we have now missed the REF deadline. </w:t>
      </w:r>
    </w:p>
    <w:p w:rsidR="004E42AB" w:rsidRDefault="004E42AB" w:rsidP="004E42AB"/>
    <w:p w:rsidR="004E42AB" w:rsidRDefault="004E42AB" w:rsidP="004E42AB">
      <w:r>
        <w:t xml:space="preserve">This may not be too much of an issue - I don’t know whether or not this would have been a paper which you would have submitted to the REF?  </w:t>
      </w:r>
    </w:p>
    <w:p w:rsidR="004E42AB" w:rsidRDefault="004E42AB" w:rsidP="004E42AB"/>
    <w:p w:rsidR="004E42AB" w:rsidRDefault="004E42AB" w:rsidP="004E42AB">
      <w:r>
        <w:t xml:space="preserve">Happy to have a chat about this one if you’re about? </w:t>
      </w:r>
    </w:p>
    <w:p w:rsidR="004E42AB" w:rsidRDefault="004E42AB" w:rsidP="004E42AB"/>
    <w:p w:rsidR="004E42AB" w:rsidRDefault="004E42AB" w:rsidP="004E42AB">
      <w:r>
        <w:t xml:space="preserve">Best wishes, </w:t>
      </w:r>
    </w:p>
    <w:p w:rsidR="004E42AB" w:rsidRDefault="004E42AB" w:rsidP="004E42AB"/>
    <w:p w:rsidR="004E42AB" w:rsidRDefault="004E42AB" w:rsidP="004E42AB">
      <w:r>
        <w:t xml:space="preserve">Ian </w:t>
      </w:r>
    </w:p>
    <w:p w:rsidR="004E42AB" w:rsidRDefault="004E42AB" w:rsidP="004E42AB"/>
    <w:p w:rsidR="004E42AB" w:rsidRDefault="004E42AB" w:rsidP="004E42AB">
      <w:r>
        <w:t xml:space="preserve">Ian Walker </w:t>
      </w:r>
    </w:p>
    <w:p w:rsidR="004E42AB" w:rsidRDefault="004E42AB" w:rsidP="004E42AB">
      <w:r>
        <w:t xml:space="preserve">Research Services Manager </w:t>
      </w:r>
    </w:p>
    <w:p w:rsidR="004E42AB" w:rsidRDefault="004E42AB" w:rsidP="004E42AB">
      <w:r>
        <w:t xml:space="preserve">University Library </w:t>
      </w:r>
    </w:p>
    <w:p w:rsidR="004E42AB" w:rsidRDefault="004E42AB" w:rsidP="004E42AB">
      <w:proofErr w:type="gramStart"/>
      <w:r>
        <w:t>x5006</w:t>
      </w:r>
      <w:proofErr w:type="gramEnd"/>
    </w:p>
    <w:p w:rsidR="004E42AB" w:rsidRDefault="004E42AB" w:rsidP="004E42AB">
      <w:r>
        <w:t> </w:t>
      </w:r>
    </w:p>
    <w:p w:rsidR="004E42AB" w:rsidRDefault="004E42AB" w:rsidP="004E42AB"/>
    <w:p w:rsidR="004E42AB" w:rsidRDefault="004E42AB" w:rsidP="004E42AB">
      <w:r>
        <w:rPr>
          <w:noProof/>
          <w:lang w:eastAsia="en-GB"/>
        </w:rPr>
        <w:lastRenderedPageBreak/>
        <w:drawing>
          <wp:inline distT="0" distB="0" distL="0" distR="0">
            <wp:extent cx="6553200" cy="3114675"/>
            <wp:effectExtent l="0" t="0" r="0" b="9525"/>
            <wp:docPr id="1" name="Picture 1" descr="cid:image001.png@01D30787.6DDFCF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30787.6DDFCFC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E42AB" w:rsidRDefault="004E42AB"/>
    <w:p w:rsidR="004E42AB" w:rsidRDefault="004E42AB"/>
    <w:sectPr w:rsidR="004E4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AB"/>
    <w:rsid w:val="004E42AB"/>
    <w:rsid w:val="00553E34"/>
    <w:rsid w:val="00A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741CD-9C27-43A7-BEFF-950E252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2A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30787.6DDFCFC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61D6909B</Template>
  <TotalTime>4</TotalTime>
  <Pages>2</Pages>
  <Words>206</Words>
  <Characters>1180</Characters>
  <Application>Microsoft Office Word</Application>
  <DocSecurity>0</DocSecurity>
  <Lines>9</Lines>
  <Paragraphs>2</Paragraphs>
  <ScaleCrop>false</ScaleCrop>
  <Company>Anglia Ruskin University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Ian</dc:creator>
  <cp:keywords/>
  <dc:description/>
  <cp:lastModifiedBy>Walker, Ian</cp:lastModifiedBy>
  <cp:revision>2</cp:revision>
  <dcterms:created xsi:type="dcterms:W3CDTF">2017-09-11T08:27:00Z</dcterms:created>
  <dcterms:modified xsi:type="dcterms:W3CDTF">2017-09-11T08:32:00Z</dcterms:modified>
</cp:coreProperties>
</file>